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4E37A9E" w14:textId="77777777" w:rsidR="00192DAA" w:rsidRPr="00012AB0" w:rsidRDefault="00192DAA" w:rsidP="004310E8">
      <w:pPr>
        <w:pStyle w:val="Heading1"/>
        <w:spacing w:after="240"/>
        <w:jc w:val="center"/>
        <w:rPr>
          <w:rFonts w:asciiTheme="minorHAnsi" w:hAnsiTheme="minorHAnsi" w:cstheme="minorHAnsi"/>
        </w:rPr>
      </w:pPr>
      <w:bookmarkStart w:id="0" w:name="_GoBack"/>
      <w:bookmarkEnd w:id="0"/>
      <w:r w:rsidRPr="00012AB0">
        <w:rPr>
          <w:rFonts w:asciiTheme="minorHAnsi" w:hAnsiTheme="minorHAnsi" w:cstheme="minorHAnsi"/>
        </w:rPr>
        <w:t>Independent Expert Scientific Committee on Coal Seam Gas and LARGE Coal Mining DEVELOPMENT</w:t>
      </w:r>
    </w:p>
    <w:p w14:paraId="5A08E766" w14:textId="77777777" w:rsidR="008839B0" w:rsidRDefault="00192DAA" w:rsidP="008839B0">
      <w:pPr>
        <w:pStyle w:val="Default"/>
        <w:spacing w:after="240"/>
        <w:jc w:val="center"/>
        <w:rPr>
          <w:rFonts w:asciiTheme="minorHAnsi" w:hAnsiTheme="minorHAnsi" w:cstheme="minorHAnsi"/>
          <w:b/>
          <w:color w:val="auto"/>
        </w:rPr>
      </w:pPr>
      <w:r w:rsidRPr="0059629A">
        <w:rPr>
          <w:rFonts w:asciiTheme="minorHAnsi" w:hAnsiTheme="minorHAnsi" w:cstheme="minorHAnsi"/>
          <w:b/>
          <w:color w:val="auto"/>
        </w:rPr>
        <w:t xml:space="preserve">AGENDA </w:t>
      </w:r>
    </w:p>
    <w:p w14:paraId="24E37AA0" w14:textId="22A217C9" w:rsidR="00192DAA" w:rsidRDefault="00192DAA" w:rsidP="008839B0">
      <w:pPr>
        <w:pStyle w:val="Default"/>
        <w:spacing w:after="240"/>
        <w:jc w:val="center"/>
        <w:rPr>
          <w:rFonts w:asciiTheme="minorHAnsi" w:hAnsiTheme="minorHAnsi" w:cstheme="minorHAnsi"/>
          <w:b/>
          <w:color w:val="auto"/>
        </w:rPr>
      </w:pPr>
      <w:r w:rsidRPr="0059629A">
        <w:rPr>
          <w:rFonts w:asciiTheme="minorHAnsi" w:hAnsiTheme="minorHAnsi" w:cstheme="minorHAnsi"/>
          <w:b/>
          <w:color w:val="auto"/>
        </w:rPr>
        <w:t>Meeting</w:t>
      </w:r>
      <w:r w:rsidR="00D406DF">
        <w:rPr>
          <w:rFonts w:asciiTheme="minorHAnsi" w:hAnsiTheme="minorHAnsi" w:cstheme="minorHAnsi"/>
          <w:b/>
          <w:color w:val="auto"/>
        </w:rPr>
        <w:t xml:space="preserve"> 4</w:t>
      </w:r>
      <w:r w:rsidR="008839B0">
        <w:rPr>
          <w:rFonts w:asciiTheme="minorHAnsi" w:hAnsiTheme="minorHAnsi" w:cstheme="minorHAnsi"/>
          <w:b/>
          <w:color w:val="auto"/>
        </w:rPr>
        <w:t>6</w:t>
      </w:r>
      <w:r w:rsidR="008839B0">
        <w:rPr>
          <w:rFonts w:asciiTheme="minorHAnsi" w:hAnsiTheme="minorHAnsi" w:cstheme="minorHAnsi"/>
          <w:b/>
          <w:color w:val="auto"/>
        </w:rPr>
        <w:br/>
        <w:t>30-31 August 2017</w:t>
      </w:r>
    </w:p>
    <w:tbl>
      <w:tblPr>
        <w:tblStyle w:val="TableGrid"/>
        <w:tblW w:w="9923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843"/>
        <w:gridCol w:w="5848"/>
        <w:gridCol w:w="3232"/>
      </w:tblGrid>
      <w:tr w:rsidR="00D545F3" w:rsidRPr="0059629A" w14:paraId="24E37AA3" w14:textId="77777777" w:rsidTr="0078760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843" w:type="dxa"/>
            <w:shd w:val="clear" w:color="auto" w:fill="FBD4B4" w:themeFill="accent6" w:themeFillTint="66"/>
          </w:tcPr>
          <w:p w14:paraId="24E37AA1" w14:textId="77777777" w:rsidR="00D545F3" w:rsidRPr="00BB214A" w:rsidRDefault="00D545F3" w:rsidP="004310E8">
            <w:pPr>
              <w:spacing w:before="120" w:after="24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9080" w:type="dxa"/>
            <w:gridSpan w:val="2"/>
            <w:shd w:val="clear" w:color="auto" w:fill="FBD4B4" w:themeFill="accent6" w:themeFillTint="66"/>
            <w:vAlign w:val="center"/>
          </w:tcPr>
          <w:p w14:paraId="24E37AA2" w14:textId="77777777" w:rsidR="00D545F3" w:rsidRPr="0059629A" w:rsidRDefault="00D545F3" w:rsidP="00CD262E">
            <w:pPr>
              <w:rPr>
                <w:rFonts w:asciiTheme="minorHAnsi" w:hAnsiTheme="minorHAnsi" w:cstheme="minorHAnsi"/>
                <w:b/>
              </w:rPr>
            </w:pPr>
            <w:r w:rsidRPr="0059629A">
              <w:rPr>
                <w:rFonts w:asciiTheme="minorHAnsi" w:hAnsiTheme="minorHAnsi" w:cstheme="minorHAnsi"/>
                <w:b/>
              </w:rPr>
              <w:t>Welcome an</w:t>
            </w:r>
            <w:r w:rsidR="00A73DAD">
              <w:rPr>
                <w:rFonts w:asciiTheme="minorHAnsi" w:hAnsiTheme="minorHAnsi" w:cstheme="minorHAnsi"/>
                <w:b/>
              </w:rPr>
              <w:t>d Opening Remarks – Attendance and</w:t>
            </w:r>
            <w:r w:rsidRPr="0059629A">
              <w:rPr>
                <w:rFonts w:asciiTheme="minorHAnsi" w:hAnsiTheme="minorHAnsi" w:cstheme="minorHAnsi"/>
                <w:b/>
              </w:rPr>
              <w:t xml:space="preserve"> Apologies</w:t>
            </w:r>
            <w:r>
              <w:rPr>
                <w:rFonts w:asciiTheme="minorHAnsi" w:hAnsiTheme="minorHAnsi" w:cstheme="minorHAnsi"/>
                <w:b/>
              </w:rPr>
              <w:t xml:space="preserve"> </w:t>
            </w:r>
          </w:p>
        </w:tc>
      </w:tr>
      <w:tr w:rsidR="00AD715B" w:rsidRPr="007F6FCD" w14:paraId="24E37AA6" w14:textId="77777777" w:rsidTr="007876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843" w:type="dxa"/>
            <w:shd w:val="clear" w:color="auto" w:fill="FBD4B4" w:themeFill="accent6" w:themeFillTint="66"/>
            <w:vAlign w:val="center"/>
          </w:tcPr>
          <w:p w14:paraId="24E37AA4" w14:textId="77777777" w:rsidR="00AD715B" w:rsidRPr="007F6FCD" w:rsidRDefault="00AD715B" w:rsidP="00CD262E">
            <w:pPr>
              <w:spacing w:before="120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1</w:t>
            </w:r>
          </w:p>
        </w:tc>
        <w:tc>
          <w:tcPr>
            <w:tcW w:w="9080" w:type="dxa"/>
            <w:gridSpan w:val="2"/>
            <w:shd w:val="clear" w:color="auto" w:fill="FBD4B4" w:themeFill="accent6" w:themeFillTint="66"/>
            <w:vAlign w:val="center"/>
          </w:tcPr>
          <w:p w14:paraId="24E37AA5" w14:textId="77777777" w:rsidR="00AD715B" w:rsidRPr="007F6FCD" w:rsidRDefault="00AD715B" w:rsidP="00CD262E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Standing Items</w:t>
            </w:r>
          </w:p>
        </w:tc>
      </w:tr>
      <w:tr w:rsidR="00787608" w:rsidRPr="0059629A" w14:paraId="24E37AAA" w14:textId="77777777" w:rsidTr="008839B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41"/>
        </w:trPr>
        <w:tc>
          <w:tcPr>
            <w:tcW w:w="843" w:type="dxa"/>
            <w:vAlign w:val="center"/>
          </w:tcPr>
          <w:p w14:paraId="24E37AA7" w14:textId="77777777" w:rsidR="00787608" w:rsidRPr="0059629A" w:rsidRDefault="00787608" w:rsidP="001816F2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1.1</w:t>
            </w:r>
          </w:p>
        </w:tc>
        <w:tc>
          <w:tcPr>
            <w:tcW w:w="5848" w:type="dxa"/>
            <w:vAlign w:val="center"/>
          </w:tcPr>
          <w:p w14:paraId="24E37AA8" w14:textId="77777777" w:rsidR="00787608" w:rsidRPr="0059629A" w:rsidRDefault="00787608" w:rsidP="00F952BF">
            <w:pPr>
              <w:spacing w:before="120"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Acknowledgement of Country</w:t>
            </w:r>
          </w:p>
        </w:tc>
        <w:tc>
          <w:tcPr>
            <w:tcW w:w="3232" w:type="dxa"/>
            <w:vAlign w:val="center"/>
          </w:tcPr>
          <w:p w14:paraId="24E37AA9" w14:textId="77777777" w:rsidR="00787608" w:rsidRPr="00F952BF" w:rsidRDefault="00787608" w:rsidP="00F952BF">
            <w:pPr>
              <w:contextualSpacing/>
              <w:jc w:val="center"/>
              <w:rPr>
                <w:rFonts w:asciiTheme="minorHAnsi" w:hAnsiTheme="minorHAnsi" w:cstheme="minorHAnsi"/>
              </w:rPr>
            </w:pPr>
            <w:r w:rsidRPr="00F952BF">
              <w:rPr>
                <w:rFonts w:asciiTheme="minorHAnsi" w:hAnsiTheme="minorHAnsi" w:cstheme="minorHAnsi"/>
                <w:sz w:val="20"/>
                <w:szCs w:val="20"/>
              </w:rPr>
              <w:t>Standing Item</w:t>
            </w:r>
          </w:p>
        </w:tc>
      </w:tr>
      <w:tr w:rsidR="00787608" w:rsidRPr="0059629A" w14:paraId="24E37AAE" w14:textId="77777777" w:rsidTr="008839B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1"/>
        </w:trPr>
        <w:tc>
          <w:tcPr>
            <w:tcW w:w="843" w:type="dxa"/>
            <w:vAlign w:val="center"/>
          </w:tcPr>
          <w:p w14:paraId="24E37AAB" w14:textId="77777777" w:rsidR="00787608" w:rsidRPr="0059629A" w:rsidRDefault="00787608" w:rsidP="00192DAA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1.2</w:t>
            </w:r>
          </w:p>
        </w:tc>
        <w:tc>
          <w:tcPr>
            <w:tcW w:w="5848" w:type="dxa"/>
            <w:vAlign w:val="center"/>
          </w:tcPr>
          <w:p w14:paraId="24E37AAC" w14:textId="77777777" w:rsidR="00787608" w:rsidRPr="0059629A" w:rsidRDefault="00787608" w:rsidP="00192DAA">
            <w:pPr>
              <w:spacing w:before="120"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Disclosure of Interests</w:t>
            </w:r>
          </w:p>
        </w:tc>
        <w:tc>
          <w:tcPr>
            <w:tcW w:w="3232" w:type="dxa"/>
            <w:vAlign w:val="center"/>
          </w:tcPr>
          <w:p w14:paraId="24E37AAD" w14:textId="77777777" w:rsidR="00787608" w:rsidRPr="0059629A" w:rsidRDefault="00787608" w:rsidP="00E23720">
            <w:pPr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Standing Item</w:t>
            </w:r>
          </w:p>
        </w:tc>
      </w:tr>
      <w:tr w:rsidR="00787608" w:rsidRPr="0059629A" w14:paraId="24E37AB2" w14:textId="77777777" w:rsidTr="008839B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41"/>
        </w:trPr>
        <w:tc>
          <w:tcPr>
            <w:tcW w:w="843" w:type="dxa"/>
            <w:vAlign w:val="center"/>
          </w:tcPr>
          <w:p w14:paraId="24E37AAF" w14:textId="77777777" w:rsidR="00787608" w:rsidRPr="0059629A" w:rsidRDefault="00787608" w:rsidP="00192DAA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1.3</w:t>
            </w:r>
          </w:p>
        </w:tc>
        <w:tc>
          <w:tcPr>
            <w:tcW w:w="5848" w:type="dxa"/>
            <w:vAlign w:val="center"/>
          </w:tcPr>
          <w:p w14:paraId="24E37AB0" w14:textId="77777777" w:rsidR="00787608" w:rsidRPr="0059629A" w:rsidRDefault="00787608" w:rsidP="00192DAA">
            <w:pPr>
              <w:spacing w:before="120"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Confirmation of Agenda</w:t>
            </w:r>
          </w:p>
        </w:tc>
        <w:tc>
          <w:tcPr>
            <w:tcW w:w="3232" w:type="dxa"/>
            <w:vAlign w:val="center"/>
          </w:tcPr>
          <w:p w14:paraId="24E37AB1" w14:textId="77777777" w:rsidR="00787608" w:rsidRPr="0059629A" w:rsidRDefault="00787608" w:rsidP="00E23720">
            <w:pPr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Standing Item</w:t>
            </w:r>
          </w:p>
        </w:tc>
      </w:tr>
      <w:tr w:rsidR="00787608" w:rsidRPr="0059629A" w14:paraId="24E37AB6" w14:textId="77777777" w:rsidTr="008839B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1"/>
        </w:trPr>
        <w:tc>
          <w:tcPr>
            <w:tcW w:w="843" w:type="dxa"/>
            <w:vAlign w:val="center"/>
          </w:tcPr>
          <w:p w14:paraId="24E37AB3" w14:textId="77777777" w:rsidR="00787608" w:rsidRPr="0059629A" w:rsidRDefault="00787608" w:rsidP="00192DAA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1.4</w:t>
            </w:r>
          </w:p>
        </w:tc>
        <w:tc>
          <w:tcPr>
            <w:tcW w:w="5848" w:type="dxa"/>
            <w:vAlign w:val="center"/>
          </w:tcPr>
          <w:p w14:paraId="24E37AB4" w14:textId="77777777" w:rsidR="00787608" w:rsidRPr="0059629A" w:rsidRDefault="00787608" w:rsidP="00192DAA">
            <w:pPr>
              <w:spacing w:before="120"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Action Items</w:t>
            </w:r>
          </w:p>
        </w:tc>
        <w:tc>
          <w:tcPr>
            <w:tcW w:w="3232" w:type="dxa"/>
            <w:vAlign w:val="center"/>
          </w:tcPr>
          <w:p w14:paraId="24E37AB5" w14:textId="77777777" w:rsidR="00787608" w:rsidRPr="0059629A" w:rsidRDefault="00787608" w:rsidP="00E23720">
            <w:pPr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Standing Item</w:t>
            </w:r>
          </w:p>
        </w:tc>
      </w:tr>
      <w:tr w:rsidR="00787608" w:rsidRPr="0059629A" w14:paraId="24E37ABA" w14:textId="77777777" w:rsidTr="008839B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41"/>
        </w:trPr>
        <w:tc>
          <w:tcPr>
            <w:tcW w:w="843" w:type="dxa"/>
            <w:vAlign w:val="center"/>
          </w:tcPr>
          <w:p w14:paraId="24E37AB7" w14:textId="77777777" w:rsidR="00787608" w:rsidRPr="0059629A" w:rsidRDefault="00787608" w:rsidP="00192DAA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1.5</w:t>
            </w:r>
          </w:p>
        </w:tc>
        <w:tc>
          <w:tcPr>
            <w:tcW w:w="5848" w:type="dxa"/>
            <w:vAlign w:val="center"/>
          </w:tcPr>
          <w:p w14:paraId="24E37AB8" w14:textId="77777777" w:rsidR="00787608" w:rsidRPr="0059629A" w:rsidRDefault="00787608" w:rsidP="00192DAA">
            <w:pPr>
              <w:spacing w:before="120"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Confirmation of Out-of-Session Decisions</w:t>
            </w:r>
          </w:p>
        </w:tc>
        <w:tc>
          <w:tcPr>
            <w:tcW w:w="3232" w:type="dxa"/>
            <w:vAlign w:val="center"/>
          </w:tcPr>
          <w:p w14:paraId="24E37AB9" w14:textId="77777777" w:rsidR="00787608" w:rsidRPr="0059629A" w:rsidRDefault="00787608" w:rsidP="00E23720">
            <w:pPr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Standing Item</w:t>
            </w:r>
          </w:p>
        </w:tc>
      </w:tr>
      <w:tr w:rsidR="00787608" w:rsidRPr="0059629A" w14:paraId="24E37ABE" w14:textId="77777777" w:rsidTr="008839B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1"/>
        </w:trPr>
        <w:tc>
          <w:tcPr>
            <w:tcW w:w="843" w:type="dxa"/>
            <w:vAlign w:val="center"/>
          </w:tcPr>
          <w:p w14:paraId="24E37ABB" w14:textId="77777777" w:rsidR="00787608" w:rsidRPr="0059629A" w:rsidRDefault="00787608" w:rsidP="00192DAA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1.6</w:t>
            </w:r>
          </w:p>
        </w:tc>
        <w:tc>
          <w:tcPr>
            <w:tcW w:w="5848" w:type="dxa"/>
            <w:vAlign w:val="center"/>
          </w:tcPr>
          <w:p w14:paraId="24E37ABC" w14:textId="77777777" w:rsidR="00787608" w:rsidRPr="0059629A" w:rsidRDefault="00787608" w:rsidP="00192DAA">
            <w:pPr>
              <w:spacing w:before="120"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Correspondence</w:t>
            </w:r>
          </w:p>
        </w:tc>
        <w:tc>
          <w:tcPr>
            <w:tcW w:w="3232" w:type="dxa"/>
            <w:vAlign w:val="center"/>
          </w:tcPr>
          <w:p w14:paraId="24E37ABD" w14:textId="77777777" w:rsidR="00787608" w:rsidRPr="0059629A" w:rsidRDefault="00787608" w:rsidP="00E23720">
            <w:pPr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Standing Item</w:t>
            </w:r>
          </w:p>
        </w:tc>
      </w:tr>
      <w:tr w:rsidR="00787608" w:rsidRPr="0059629A" w14:paraId="24E37AC2" w14:textId="77777777" w:rsidTr="008839B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41"/>
        </w:trPr>
        <w:tc>
          <w:tcPr>
            <w:tcW w:w="843" w:type="dxa"/>
            <w:vAlign w:val="center"/>
          </w:tcPr>
          <w:p w14:paraId="24E37ABF" w14:textId="77777777" w:rsidR="00787608" w:rsidRPr="00581622" w:rsidRDefault="00787608" w:rsidP="00A108BD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 w:rsidRPr="00581622">
              <w:rPr>
                <w:rFonts w:asciiTheme="minorHAnsi" w:hAnsiTheme="minorHAnsi" w:cstheme="minorHAnsi"/>
              </w:rPr>
              <w:t>1.7</w:t>
            </w:r>
          </w:p>
        </w:tc>
        <w:tc>
          <w:tcPr>
            <w:tcW w:w="5848" w:type="dxa"/>
            <w:vAlign w:val="center"/>
          </w:tcPr>
          <w:p w14:paraId="24E37AC0" w14:textId="77777777" w:rsidR="00787608" w:rsidRPr="00581622" w:rsidRDefault="00787608" w:rsidP="00A108BD">
            <w:pPr>
              <w:spacing w:before="120" w:after="120"/>
              <w:rPr>
                <w:rFonts w:asciiTheme="minorHAnsi" w:hAnsiTheme="minorHAnsi" w:cstheme="minorHAnsi"/>
              </w:rPr>
            </w:pPr>
            <w:r w:rsidRPr="00581622">
              <w:rPr>
                <w:rFonts w:asciiTheme="minorHAnsi" w:hAnsiTheme="minorHAnsi" w:cstheme="minorHAnsi"/>
              </w:rPr>
              <w:t>Environmental Scan</w:t>
            </w:r>
          </w:p>
        </w:tc>
        <w:tc>
          <w:tcPr>
            <w:tcW w:w="3232" w:type="dxa"/>
            <w:vAlign w:val="center"/>
          </w:tcPr>
          <w:p w14:paraId="24E37AC1" w14:textId="77777777" w:rsidR="00787608" w:rsidRPr="00581622" w:rsidRDefault="00787608" w:rsidP="00A108BD">
            <w:pPr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1622">
              <w:rPr>
                <w:rFonts w:asciiTheme="minorHAnsi" w:hAnsiTheme="minorHAnsi" w:cstheme="minorHAnsi"/>
                <w:sz w:val="20"/>
                <w:szCs w:val="20"/>
              </w:rPr>
              <w:t>Standing Item</w:t>
            </w:r>
          </w:p>
        </w:tc>
      </w:tr>
      <w:tr w:rsidR="007E1C18" w:rsidRPr="0059629A" w14:paraId="24E37AC6" w14:textId="77777777" w:rsidTr="008839B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1"/>
        </w:trPr>
        <w:tc>
          <w:tcPr>
            <w:tcW w:w="843" w:type="dxa"/>
            <w:vAlign w:val="center"/>
          </w:tcPr>
          <w:p w14:paraId="24E37AC3" w14:textId="77777777" w:rsidR="007E1C18" w:rsidRDefault="007E1C18" w:rsidP="006E668F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1.8</w:t>
            </w:r>
          </w:p>
        </w:tc>
        <w:tc>
          <w:tcPr>
            <w:tcW w:w="5848" w:type="dxa"/>
            <w:vAlign w:val="center"/>
          </w:tcPr>
          <w:p w14:paraId="24E37AC4" w14:textId="77777777" w:rsidR="007E1C18" w:rsidRDefault="007E1C18" w:rsidP="006E668F">
            <w:pPr>
              <w:spacing w:before="120"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Forward Planning Agenda</w:t>
            </w:r>
          </w:p>
        </w:tc>
        <w:tc>
          <w:tcPr>
            <w:tcW w:w="3232" w:type="dxa"/>
            <w:vAlign w:val="center"/>
          </w:tcPr>
          <w:p w14:paraId="24E37AC5" w14:textId="77777777" w:rsidR="007E1C18" w:rsidRDefault="007E1C18" w:rsidP="006E668F">
            <w:pPr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Standing Item</w:t>
            </w:r>
          </w:p>
        </w:tc>
      </w:tr>
      <w:tr w:rsidR="002B374E" w:rsidRPr="0059629A" w14:paraId="24E37AC9" w14:textId="77777777" w:rsidTr="002B374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41"/>
        </w:trPr>
        <w:tc>
          <w:tcPr>
            <w:tcW w:w="843" w:type="dxa"/>
            <w:shd w:val="clear" w:color="auto" w:fill="FBD4B4" w:themeFill="accent6" w:themeFillTint="66"/>
            <w:vAlign w:val="center"/>
          </w:tcPr>
          <w:p w14:paraId="24E37AC7" w14:textId="77777777" w:rsidR="002B374E" w:rsidRDefault="002B374E" w:rsidP="006E668F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 w:rsidRPr="002B374E">
              <w:rPr>
                <w:rFonts w:asciiTheme="minorHAnsi" w:hAnsiTheme="minorHAnsi" w:cstheme="minorHAnsi"/>
                <w:b/>
              </w:rPr>
              <w:t>2</w:t>
            </w:r>
          </w:p>
        </w:tc>
        <w:tc>
          <w:tcPr>
            <w:tcW w:w="9080" w:type="dxa"/>
            <w:gridSpan w:val="2"/>
            <w:shd w:val="clear" w:color="auto" w:fill="FBD4B4" w:themeFill="accent6" w:themeFillTint="66"/>
            <w:vAlign w:val="center"/>
          </w:tcPr>
          <w:p w14:paraId="24E37AC8" w14:textId="77777777" w:rsidR="002B374E" w:rsidRPr="002B374E" w:rsidRDefault="002B374E" w:rsidP="002B374E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Advice</w:t>
            </w:r>
          </w:p>
        </w:tc>
      </w:tr>
      <w:tr w:rsidR="002B374E" w:rsidRPr="0059629A" w14:paraId="24E37ACD" w14:textId="77777777" w:rsidTr="008839B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1"/>
        </w:trPr>
        <w:tc>
          <w:tcPr>
            <w:tcW w:w="843" w:type="dxa"/>
            <w:vAlign w:val="center"/>
          </w:tcPr>
          <w:p w14:paraId="24E37ACA" w14:textId="77777777" w:rsidR="002B374E" w:rsidRDefault="002B374E" w:rsidP="009531CF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2.1</w:t>
            </w:r>
          </w:p>
        </w:tc>
        <w:tc>
          <w:tcPr>
            <w:tcW w:w="5848" w:type="dxa"/>
            <w:vAlign w:val="center"/>
          </w:tcPr>
          <w:p w14:paraId="24E37ACB" w14:textId="7AC45BF6" w:rsidR="002B374E" w:rsidRDefault="008839B0" w:rsidP="008839B0">
            <w:pPr>
              <w:spacing w:before="120"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Senex Energy Ltd</w:t>
            </w:r>
            <w:r>
              <w:rPr>
                <w:rFonts w:asciiTheme="minorHAnsi" w:hAnsiTheme="minorHAnsi" w:cstheme="minorHAnsi"/>
              </w:rPr>
              <w:br/>
              <w:t>West Surat Gas Project</w:t>
            </w:r>
          </w:p>
        </w:tc>
        <w:tc>
          <w:tcPr>
            <w:tcW w:w="3232" w:type="dxa"/>
            <w:vAlign w:val="center"/>
          </w:tcPr>
          <w:p w14:paraId="24E37ACC" w14:textId="647214E5" w:rsidR="002B374E" w:rsidRDefault="00F517F4" w:rsidP="006E668F">
            <w:pPr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For Decision</w:t>
            </w:r>
          </w:p>
        </w:tc>
      </w:tr>
      <w:tr w:rsidR="008839B0" w:rsidRPr="007F6FCD" w14:paraId="2C98463E" w14:textId="77777777" w:rsidTr="004310E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843" w:type="dxa"/>
            <w:shd w:val="clear" w:color="auto" w:fill="FBD4B4" w:themeFill="accent6" w:themeFillTint="66"/>
            <w:vAlign w:val="center"/>
          </w:tcPr>
          <w:p w14:paraId="628DEEB6" w14:textId="709692FD" w:rsidR="008839B0" w:rsidRDefault="008839B0" w:rsidP="00AC2E40">
            <w:pPr>
              <w:spacing w:before="120" w:after="120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3</w:t>
            </w:r>
          </w:p>
        </w:tc>
        <w:tc>
          <w:tcPr>
            <w:tcW w:w="9080" w:type="dxa"/>
            <w:gridSpan w:val="2"/>
            <w:shd w:val="clear" w:color="auto" w:fill="FBD4B4" w:themeFill="accent6" w:themeFillTint="66"/>
            <w:vAlign w:val="center"/>
          </w:tcPr>
          <w:p w14:paraId="7A0BAA7C" w14:textId="5B91F7A2" w:rsidR="008839B0" w:rsidRDefault="008839B0" w:rsidP="00AC2E40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Bioregional Assessments</w:t>
            </w:r>
          </w:p>
        </w:tc>
      </w:tr>
      <w:tr w:rsidR="008839B0" w:rsidRPr="007F6FCD" w14:paraId="56789FFB" w14:textId="77777777" w:rsidTr="008839B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843" w:type="dxa"/>
            <w:shd w:val="clear" w:color="auto" w:fill="auto"/>
            <w:vAlign w:val="center"/>
          </w:tcPr>
          <w:p w14:paraId="614A677E" w14:textId="590C71B1" w:rsidR="008839B0" w:rsidRPr="008839B0" w:rsidRDefault="008839B0" w:rsidP="00AC2E40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 w:rsidRPr="008839B0">
              <w:rPr>
                <w:rFonts w:asciiTheme="minorHAnsi" w:hAnsiTheme="minorHAnsi" w:cstheme="minorHAnsi"/>
              </w:rPr>
              <w:t xml:space="preserve">3.1 </w:t>
            </w:r>
          </w:p>
        </w:tc>
        <w:tc>
          <w:tcPr>
            <w:tcW w:w="5848" w:type="dxa"/>
            <w:shd w:val="clear" w:color="auto" w:fill="auto"/>
            <w:vAlign w:val="center"/>
          </w:tcPr>
          <w:p w14:paraId="3A5EA60B" w14:textId="236AA67B" w:rsidR="008839B0" w:rsidRDefault="008839B0" w:rsidP="00AC2E40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/>
              </w:rPr>
              <w:t>Evaluation of the Bioregional Assessment P</w:t>
            </w:r>
            <w:r w:rsidRPr="00555A70">
              <w:rPr>
                <w:rFonts w:asciiTheme="minorHAnsi" w:hAnsiTheme="minorHAnsi"/>
              </w:rPr>
              <w:t>rogram</w:t>
            </w:r>
          </w:p>
        </w:tc>
        <w:tc>
          <w:tcPr>
            <w:tcW w:w="3232" w:type="dxa"/>
            <w:shd w:val="clear" w:color="auto" w:fill="auto"/>
            <w:vAlign w:val="center"/>
          </w:tcPr>
          <w:p w14:paraId="7E712A81" w14:textId="09FF7371" w:rsidR="008839B0" w:rsidRDefault="008839B0" w:rsidP="008839B0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For Discussion</w:t>
            </w:r>
          </w:p>
        </w:tc>
      </w:tr>
      <w:tr w:rsidR="002B374E" w:rsidRPr="007F6FCD" w14:paraId="24E37AE2" w14:textId="77777777" w:rsidTr="004310E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843" w:type="dxa"/>
            <w:shd w:val="clear" w:color="auto" w:fill="FBD4B4" w:themeFill="accent6" w:themeFillTint="66"/>
            <w:vAlign w:val="center"/>
          </w:tcPr>
          <w:p w14:paraId="24E37AE0" w14:textId="77777777" w:rsidR="002B374E" w:rsidRPr="007F6FCD" w:rsidRDefault="002B374E" w:rsidP="00AC2E40">
            <w:pPr>
              <w:spacing w:before="120" w:after="120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5</w:t>
            </w:r>
          </w:p>
        </w:tc>
        <w:tc>
          <w:tcPr>
            <w:tcW w:w="9080" w:type="dxa"/>
            <w:gridSpan w:val="2"/>
            <w:shd w:val="clear" w:color="auto" w:fill="FBD4B4" w:themeFill="accent6" w:themeFillTint="66"/>
            <w:vAlign w:val="center"/>
          </w:tcPr>
          <w:p w14:paraId="24E37AE1" w14:textId="77777777" w:rsidR="002B374E" w:rsidRPr="007F6FCD" w:rsidRDefault="002B374E" w:rsidP="00AC2E40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 xml:space="preserve">Other Business </w:t>
            </w:r>
          </w:p>
        </w:tc>
      </w:tr>
      <w:tr w:rsidR="002B374E" w:rsidRPr="0059629A" w14:paraId="24E37AE6" w14:textId="77777777" w:rsidTr="008839B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1"/>
        </w:trPr>
        <w:tc>
          <w:tcPr>
            <w:tcW w:w="843" w:type="dxa"/>
            <w:vAlign w:val="center"/>
          </w:tcPr>
          <w:p w14:paraId="24E37AE3" w14:textId="77777777" w:rsidR="002B374E" w:rsidRPr="009C21C6" w:rsidRDefault="002B374E" w:rsidP="007E1C18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5.1</w:t>
            </w:r>
          </w:p>
        </w:tc>
        <w:tc>
          <w:tcPr>
            <w:tcW w:w="5848" w:type="dxa"/>
            <w:vAlign w:val="center"/>
          </w:tcPr>
          <w:p w14:paraId="24E37AE4" w14:textId="188017C2" w:rsidR="002B374E" w:rsidRPr="009C21C6" w:rsidRDefault="008839B0" w:rsidP="006E668F">
            <w:pPr>
              <w:spacing w:before="120"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Stakeholder Engagement Strategy</w:t>
            </w:r>
          </w:p>
        </w:tc>
        <w:tc>
          <w:tcPr>
            <w:tcW w:w="3232" w:type="dxa"/>
            <w:vAlign w:val="center"/>
          </w:tcPr>
          <w:p w14:paraId="24E37AE5" w14:textId="5379870D" w:rsidR="002B374E" w:rsidRDefault="00172D13" w:rsidP="008839B0">
            <w:pPr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For D</w:t>
            </w:r>
            <w:r w:rsidR="008839B0">
              <w:rPr>
                <w:rFonts w:asciiTheme="minorHAnsi" w:hAnsiTheme="minorHAnsi" w:cstheme="minorHAnsi"/>
                <w:sz w:val="20"/>
                <w:szCs w:val="20"/>
              </w:rPr>
              <w:t>ecision</w:t>
            </w:r>
          </w:p>
        </w:tc>
      </w:tr>
      <w:tr w:rsidR="00D406DF" w:rsidRPr="0059629A" w14:paraId="6A047A10" w14:textId="77777777" w:rsidTr="008839B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41"/>
        </w:trPr>
        <w:tc>
          <w:tcPr>
            <w:tcW w:w="843" w:type="dxa"/>
            <w:vAlign w:val="center"/>
          </w:tcPr>
          <w:p w14:paraId="6CC11E24" w14:textId="1012A612" w:rsidR="00D406DF" w:rsidRDefault="00D406DF" w:rsidP="006E668F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5.2</w:t>
            </w:r>
          </w:p>
        </w:tc>
        <w:tc>
          <w:tcPr>
            <w:tcW w:w="5848" w:type="dxa"/>
            <w:vAlign w:val="center"/>
          </w:tcPr>
          <w:p w14:paraId="47AE431D" w14:textId="69B038A4" w:rsidR="00D406DF" w:rsidRDefault="008839B0" w:rsidP="006E668F">
            <w:pPr>
              <w:spacing w:before="120"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Information Guidelines and Groundwater Modelling Supplement</w:t>
            </w:r>
          </w:p>
        </w:tc>
        <w:tc>
          <w:tcPr>
            <w:tcW w:w="3232" w:type="dxa"/>
            <w:vAlign w:val="center"/>
          </w:tcPr>
          <w:p w14:paraId="03518914" w14:textId="3718E9A9" w:rsidR="00D406DF" w:rsidRDefault="008839B0" w:rsidP="006E668F">
            <w:pPr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For Decision</w:t>
            </w:r>
          </w:p>
        </w:tc>
      </w:tr>
      <w:tr w:rsidR="005D67DF" w:rsidRPr="0059629A" w14:paraId="1AE52E64" w14:textId="77777777" w:rsidTr="008839B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1"/>
        </w:trPr>
        <w:tc>
          <w:tcPr>
            <w:tcW w:w="843" w:type="dxa"/>
            <w:vAlign w:val="center"/>
          </w:tcPr>
          <w:p w14:paraId="6FB0B8B2" w14:textId="1C94F350" w:rsidR="005D67DF" w:rsidRDefault="005D67DF" w:rsidP="006E668F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5.3</w:t>
            </w:r>
          </w:p>
        </w:tc>
        <w:tc>
          <w:tcPr>
            <w:tcW w:w="5848" w:type="dxa"/>
            <w:vAlign w:val="center"/>
          </w:tcPr>
          <w:p w14:paraId="69AA7BB9" w14:textId="25C631D4" w:rsidR="005D67DF" w:rsidRDefault="008839B0" w:rsidP="006E668F">
            <w:pPr>
              <w:spacing w:before="120"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Presentation – Office of Groundwater Impact Assessment</w:t>
            </w:r>
          </w:p>
        </w:tc>
        <w:tc>
          <w:tcPr>
            <w:tcW w:w="3232" w:type="dxa"/>
            <w:vAlign w:val="center"/>
          </w:tcPr>
          <w:p w14:paraId="4C595A2C" w14:textId="17BDA49B" w:rsidR="005D67DF" w:rsidRDefault="008839B0" w:rsidP="006E668F">
            <w:pPr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For Information</w:t>
            </w:r>
          </w:p>
        </w:tc>
      </w:tr>
      <w:tr w:rsidR="00C01377" w:rsidRPr="0059629A" w14:paraId="7F355325" w14:textId="77777777" w:rsidTr="008839B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41"/>
        </w:trPr>
        <w:tc>
          <w:tcPr>
            <w:tcW w:w="843" w:type="dxa"/>
            <w:vAlign w:val="center"/>
          </w:tcPr>
          <w:p w14:paraId="7B97C546" w14:textId="575CBD2A" w:rsidR="00C01377" w:rsidRDefault="00C01377" w:rsidP="00C01377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5.4</w:t>
            </w:r>
          </w:p>
        </w:tc>
        <w:tc>
          <w:tcPr>
            <w:tcW w:w="5848" w:type="dxa"/>
            <w:vAlign w:val="center"/>
          </w:tcPr>
          <w:p w14:paraId="0877F682" w14:textId="17651D40" w:rsidR="00C01377" w:rsidRDefault="008839B0" w:rsidP="00C01377">
            <w:pPr>
              <w:spacing w:before="120"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Presentation – GasFields Commission</w:t>
            </w:r>
          </w:p>
        </w:tc>
        <w:tc>
          <w:tcPr>
            <w:tcW w:w="3232" w:type="dxa"/>
            <w:vAlign w:val="center"/>
          </w:tcPr>
          <w:p w14:paraId="7D38983D" w14:textId="00FC2B5E" w:rsidR="00C01377" w:rsidRDefault="008839B0" w:rsidP="00C01377">
            <w:pPr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For Information</w:t>
            </w:r>
          </w:p>
        </w:tc>
      </w:tr>
    </w:tbl>
    <w:p w14:paraId="24E37AEB" w14:textId="77777777" w:rsidR="00C54C44" w:rsidRDefault="00C54C44"/>
    <w:sectPr w:rsidR="00C54C44" w:rsidSect="00787608">
      <w:headerReference w:type="even" r:id="rId7"/>
      <w:footerReference w:type="default" r:id="rId8"/>
      <w:footerReference w:type="first" r:id="rId9"/>
      <w:pgSz w:w="11906" w:h="16838" w:code="9"/>
      <w:pgMar w:top="284" w:right="567" w:bottom="284" w:left="567" w:header="425" w:footer="15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4E37AEE" w14:textId="77777777" w:rsidR="00787608" w:rsidRDefault="00787608" w:rsidP="00A60185">
      <w:r>
        <w:separator/>
      </w:r>
    </w:p>
  </w:endnote>
  <w:endnote w:type="continuationSeparator" w:id="0">
    <w:p w14:paraId="24E37AEF" w14:textId="77777777" w:rsidR="00787608" w:rsidRDefault="00787608" w:rsidP="00A601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altName w:val="Times New Roman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96297"/>
      <w:docPartObj>
        <w:docPartGallery w:val="Page Numbers (Bottom of Page)"/>
        <w:docPartUnique/>
      </w:docPartObj>
    </w:sdtPr>
    <w:sdtEndPr/>
    <w:sdtContent>
      <w:sdt>
        <w:sdtPr>
          <w:id w:val="565050523"/>
          <w:docPartObj>
            <w:docPartGallery w:val="Page Numbers (Top of Page)"/>
            <w:docPartUnique/>
          </w:docPartObj>
        </w:sdtPr>
        <w:sdtEndPr/>
        <w:sdtContent>
          <w:p w14:paraId="24E37AF1" w14:textId="77777777" w:rsidR="00787608" w:rsidRDefault="00787608">
            <w:pPr>
              <w:pStyle w:val="Footer"/>
              <w:jc w:val="right"/>
            </w:pPr>
            <w:r w:rsidRPr="0015708C">
              <w:rPr>
                <w:rFonts w:asciiTheme="minorHAnsi" w:hAnsiTheme="minorHAnsi"/>
              </w:rPr>
              <w:t xml:space="preserve">Page </w:t>
            </w:r>
            <w:r w:rsidR="00E31520" w:rsidRPr="0015708C">
              <w:rPr>
                <w:rFonts w:asciiTheme="minorHAnsi" w:hAnsiTheme="minorHAnsi"/>
                <w:b/>
              </w:rPr>
              <w:fldChar w:fldCharType="begin"/>
            </w:r>
            <w:r w:rsidRPr="0015708C">
              <w:rPr>
                <w:rFonts w:asciiTheme="minorHAnsi" w:hAnsiTheme="minorHAnsi"/>
                <w:b/>
              </w:rPr>
              <w:instrText xml:space="preserve"> PAGE </w:instrText>
            </w:r>
            <w:r w:rsidR="00E31520" w:rsidRPr="0015708C">
              <w:rPr>
                <w:rFonts w:asciiTheme="minorHAnsi" w:hAnsiTheme="minorHAnsi"/>
                <w:b/>
              </w:rPr>
              <w:fldChar w:fldCharType="separate"/>
            </w:r>
            <w:r w:rsidR="002B0834">
              <w:rPr>
                <w:rFonts w:asciiTheme="minorHAnsi" w:hAnsiTheme="minorHAnsi"/>
                <w:b/>
                <w:noProof/>
              </w:rPr>
              <w:t>1</w:t>
            </w:r>
            <w:r w:rsidR="00E31520" w:rsidRPr="0015708C">
              <w:rPr>
                <w:rFonts w:asciiTheme="minorHAnsi" w:hAnsiTheme="minorHAnsi"/>
                <w:b/>
              </w:rPr>
              <w:fldChar w:fldCharType="end"/>
            </w:r>
            <w:r w:rsidRPr="0015708C">
              <w:rPr>
                <w:rFonts w:asciiTheme="minorHAnsi" w:hAnsiTheme="minorHAnsi"/>
              </w:rPr>
              <w:t xml:space="preserve"> of </w:t>
            </w:r>
            <w:r w:rsidR="00E31520" w:rsidRPr="0015708C">
              <w:rPr>
                <w:rFonts w:asciiTheme="minorHAnsi" w:hAnsiTheme="minorHAnsi"/>
                <w:b/>
              </w:rPr>
              <w:fldChar w:fldCharType="begin"/>
            </w:r>
            <w:r w:rsidRPr="0015708C">
              <w:rPr>
                <w:rFonts w:asciiTheme="minorHAnsi" w:hAnsiTheme="minorHAnsi"/>
                <w:b/>
              </w:rPr>
              <w:instrText xml:space="preserve"> NUMPAGES  </w:instrText>
            </w:r>
            <w:r w:rsidR="00E31520" w:rsidRPr="0015708C">
              <w:rPr>
                <w:rFonts w:asciiTheme="minorHAnsi" w:hAnsiTheme="minorHAnsi"/>
                <w:b/>
              </w:rPr>
              <w:fldChar w:fldCharType="separate"/>
            </w:r>
            <w:r w:rsidR="002B0834">
              <w:rPr>
                <w:rFonts w:asciiTheme="minorHAnsi" w:hAnsiTheme="minorHAnsi"/>
                <w:b/>
                <w:noProof/>
              </w:rPr>
              <w:t>1</w:t>
            </w:r>
            <w:r w:rsidR="00E31520" w:rsidRPr="0015708C">
              <w:rPr>
                <w:rFonts w:asciiTheme="minorHAnsi" w:hAnsiTheme="minorHAnsi"/>
                <w:b/>
              </w:rPr>
              <w:fldChar w:fldCharType="end"/>
            </w:r>
          </w:p>
        </w:sdtContent>
      </w:sdt>
    </w:sdtContent>
  </w:sdt>
  <w:p w14:paraId="24E37AF2" w14:textId="77777777" w:rsidR="00787608" w:rsidRDefault="00787608" w:rsidP="005A462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inorHAnsi" w:hAnsiTheme="minorHAnsi" w:cstheme="minorHAnsi"/>
        <w:sz w:val="22"/>
        <w:szCs w:val="22"/>
      </w:rPr>
      <w:id w:val="26438722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  <w:sz w:val="22"/>
            <w:szCs w:val="22"/>
          </w:rPr>
          <w:id w:val="26438723"/>
          <w:docPartObj>
            <w:docPartGallery w:val="Page Numbers (Top of Page)"/>
            <w:docPartUnique/>
          </w:docPartObj>
        </w:sdtPr>
        <w:sdtEndPr/>
        <w:sdtContent>
          <w:p w14:paraId="24E37AF3" w14:textId="77777777" w:rsidR="00787608" w:rsidRPr="0006200E" w:rsidRDefault="00787608" w:rsidP="00BE103C">
            <w:pPr>
              <w:pStyle w:val="Footer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4D449F">
              <w:rPr>
                <w:rFonts w:asciiTheme="minorHAnsi" w:hAnsiTheme="minorHAnsi" w:cstheme="minorHAnsi"/>
                <w:sz w:val="22"/>
                <w:szCs w:val="22"/>
              </w:rPr>
              <w:t xml:space="preserve">Page </w:t>
            </w:r>
            <w:r w:rsidR="00E31520" w:rsidRPr="004D449F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/>
            </w:r>
            <w:r w:rsidRPr="004D449F"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 PAGE </w:instrText>
            </w:r>
            <w:r w:rsidR="00E31520" w:rsidRPr="004D449F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1</w:t>
            </w:r>
            <w:r w:rsidR="00E31520" w:rsidRPr="004D449F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  <w:r w:rsidRPr="004D449F">
              <w:rPr>
                <w:rFonts w:asciiTheme="minorHAnsi" w:hAnsiTheme="minorHAnsi" w:cstheme="minorHAnsi"/>
                <w:sz w:val="22"/>
                <w:szCs w:val="22"/>
              </w:rPr>
              <w:t xml:space="preserve"> of </w:t>
            </w:r>
            <w:r w:rsidR="00E31520" w:rsidRPr="004D449F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/>
            </w:r>
            <w:r w:rsidRPr="004D449F"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 NUMPAGES  </w:instrText>
            </w:r>
            <w:r w:rsidR="00E31520" w:rsidRPr="004D449F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 w:rsidR="00C51C04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1</w:t>
            </w:r>
            <w:r w:rsidR="00E31520" w:rsidRPr="004D449F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</w:p>
        </w:sdtContent>
      </w:sdt>
    </w:sdtContent>
  </w:sdt>
  <w:p w14:paraId="24E37AF4" w14:textId="77777777" w:rsidR="00787608" w:rsidRDefault="0078760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4E37AEC" w14:textId="77777777" w:rsidR="00787608" w:rsidRDefault="00787608" w:rsidP="00A60185">
      <w:r>
        <w:separator/>
      </w:r>
    </w:p>
  </w:footnote>
  <w:footnote w:type="continuationSeparator" w:id="0">
    <w:p w14:paraId="24E37AED" w14:textId="77777777" w:rsidR="00787608" w:rsidRDefault="00787608" w:rsidP="00A601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E37AF0" w14:textId="77777777" w:rsidR="00787608" w:rsidRDefault="00E31520" w:rsidP="00E45765">
    <w:pPr>
      <w:pStyle w:val="Classification"/>
    </w:pPr>
    <w:r>
      <w:fldChar w:fldCharType="begin"/>
    </w:r>
    <w:r w:rsidR="00787608">
      <w:instrText xml:space="preserve"> DOCPROPERTY SecurityClassification \* MERGEFORMAT </w:instrText>
    </w:r>
    <w:r>
      <w:fldChar w:fldCharType="separate"/>
    </w:r>
    <w:r w:rsidR="00C51C04">
      <w:rPr>
        <w:b/>
        <w:bCs/>
        <w:lang w:val="en-US"/>
      </w:rPr>
      <w:t>Error! Unknown document property name.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32DB9"/>
    <w:multiLevelType w:val="multilevel"/>
    <w:tmpl w:val="E5E89F92"/>
    <w:styleLink w:val="BulletList"/>
    <w:lvl w:ilvl="0">
      <w:start w:val="1"/>
      <w:numFmt w:val="bullet"/>
      <w:pStyle w:val="ListBullet"/>
      <w:lvlText w:val=""/>
      <w:lvlJc w:val="left"/>
      <w:pPr>
        <w:ind w:left="450" w:hanging="369"/>
      </w:pPr>
      <w:rPr>
        <w:rFonts w:ascii="Symbol" w:hAnsi="Symbol" w:hint="default"/>
      </w:rPr>
    </w:lvl>
    <w:lvl w:ilvl="1">
      <w:start w:val="1"/>
      <w:numFmt w:val="none"/>
      <w:pStyle w:val="ListBullet2"/>
      <w:lvlText w:val="-"/>
      <w:lvlJc w:val="left"/>
      <w:pPr>
        <w:ind w:left="737" w:hanging="368"/>
      </w:pPr>
      <w:rPr>
        <w:rFonts w:hint="default"/>
      </w:rPr>
    </w:lvl>
    <w:lvl w:ilvl="2">
      <w:start w:val="1"/>
      <w:numFmt w:val="none"/>
      <w:pStyle w:val="ListBullet3"/>
      <w:lvlText w:val=":"/>
      <w:lvlJc w:val="left"/>
      <w:pPr>
        <w:ind w:left="1106" w:hanging="369"/>
      </w:pPr>
      <w:rPr>
        <w:rFonts w:hint="default"/>
      </w:rPr>
    </w:lvl>
    <w:lvl w:ilvl="3">
      <w:start w:val="1"/>
      <w:numFmt w:val="none"/>
      <w:pStyle w:val="ListBullet4"/>
      <w:lvlText w:val=""/>
      <w:lvlJc w:val="left"/>
      <w:pPr>
        <w:ind w:left="1474" w:hanging="368"/>
      </w:pPr>
      <w:rPr>
        <w:rFonts w:hint="default"/>
        <w:color w:val="auto"/>
      </w:rPr>
    </w:lvl>
    <w:lvl w:ilvl="4">
      <w:start w:val="1"/>
      <w:numFmt w:val="none"/>
      <w:pStyle w:val="ListBullet5"/>
      <w:lvlText w:val=""/>
      <w:lvlJc w:val="left"/>
      <w:pPr>
        <w:ind w:left="1800" w:hanging="360"/>
      </w:pPr>
      <w:rPr>
        <w:rFonts w:hint="default"/>
        <w:color w:val="auto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  <w:color w:val="auto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  <w:color w:val="auto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  <w:color w:val="auto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  <w:color w:val="auto"/>
      </w:rPr>
    </w:lvl>
  </w:abstractNum>
  <w:abstractNum w:abstractNumId="1" w15:restartNumberingAfterBreak="0">
    <w:nsid w:val="1F745BC2"/>
    <w:multiLevelType w:val="multilevel"/>
    <w:tmpl w:val="E5E89F92"/>
    <w:numStyleLink w:val="BulletList"/>
  </w:abstractNum>
  <w:abstractNum w:abstractNumId="2" w15:restartNumberingAfterBreak="0">
    <w:nsid w:val="3098052F"/>
    <w:multiLevelType w:val="multilevel"/>
    <w:tmpl w:val="473EA67C"/>
    <w:lvl w:ilvl="0">
      <w:start w:val="1"/>
      <w:numFmt w:val="decimal"/>
      <w:pStyle w:val="ListParagraph"/>
      <w:lvlText w:val="%1."/>
      <w:lvlJc w:val="left"/>
      <w:pPr>
        <w:ind w:left="369" w:hanging="369"/>
      </w:pPr>
      <w:rPr>
        <w:rFonts w:hint="default"/>
      </w:rPr>
    </w:lvl>
    <w:lvl w:ilvl="1">
      <w:start w:val="1"/>
      <w:numFmt w:val="none"/>
      <w:lvlText w:val="-"/>
      <w:lvlJc w:val="left"/>
      <w:pPr>
        <w:ind w:left="737" w:hanging="368"/>
      </w:pPr>
      <w:rPr>
        <w:rFonts w:hint="default"/>
      </w:rPr>
    </w:lvl>
    <w:lvl w:ilvl="2">
      <w:start w:val="1"/>
      <w:numFmt w:val="none"/>
      <w:lvlText w:val=":"/>
      <w:lvlJc w:val="left"/>
      <w:pPr>
        <w:ind w:left="1106" w:hanging="369"/>
      </w:pPr>
      <w:rPr>
        <w:rFonts w:hint="default"/>
      </w:rPr>
    </w:lvl>
    <w:lvl w:ilvl="3">
      <w:start w:val="1"/>
      <w:numFmt w:val="none"/>
      <w:lvlText w:val=""/>
      <w:lvlJc w:val="left"/>
      <w:pPr>
        <w:ind w:left="1474" w:hanging="368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61C7DAA"/>
    <w:multiLevelType w:val="multilevel"/>
    <w:tmpl w:val="CAA83148"/>
    <w:styleLink w:val="Attach"/>
    <w:lvl w:ilvl="0">
      <w:start w:val="1"/>
      <w:numFmt w:val="upperLetter"/>
      <w:lvlText w:val="Attachment 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65456429"/>
    <w:multiLevelType w:val="multilevel"/>
    <w:tmpl w:val="E898CC72"/>
    <w:numStyleLink w:val="KeyPoints"/>
  </w:abstractNum>
  <w:abstractNum w:abstractNumId="5" w15:restartNumberingAfterBreak="0">
    <w:nsid w:val="762964D5"/>
    <w:multiLevelType w:val="multilevel"/>
    <w:tmpl w:val="E898CC72"/>
    <w:styleLink w:val="KeyPoints"/>
    <w:lvl w:ilvl="0">
      <w:start w:val="1"/>
      <w:numFmt w:val="decimal"/>
      <w:pStyle w:val="ListNumber"/>
      <w:lvlText w:val="%1."/>
      <w:lvlJc w:val="left"/>
      <w:pPr>
        <w:ind w:left="369" w:hanging="369"/>
      </w:pPr>
      <w:rPr>
        <w:rFonts w:ascii="Arial" w:hAnsi="Arial" w:hint="default"/>
        <w:sz w:val="22"/>
      </w:rPr>
    </w:lvl>
    <w:lvl w:ilvl="1">
      <w:start w:val="1"/>
      <w:numFmt w:val="lowerLetter"/>
      <w:pStyle w:val="ListNumber2"/>
      <w:lvlText w:val="%2."/>
      <w:lvlJc w:val="left"/>
      <w:pPr>
        <w:ind w:left="738" w:hanging="369"/>
      </w:pPr>
      <w:rPr>
        <w:rFonts w:hint="default"/>
      </w:rPr>
    </w:lvl>
    <w:lvl w:ilvl="2">
      <w:start w:val="1"/>
      <w:numFmt w:val="lowerRoman"/>
      <w:pStyle w:val="ListNumber3"/>
      <w:lvlText w:val="%3."/>
      <w:lvlJc w:val="left"/>
      <w:pPr>
        <w:ind w:left="1107" w:hanging="369"/>
      </w:pPr>
      <w:rPr>
        <w:rFonts w:hint="default"/>
      </w:rPr>
    </w:lvl>
    <w:lvl w:ilvl="3">
      <w:start w:val="1"/>
      <w:numFmt w:val="none"/>
      <w:pStyle w:val="ListNumber4"/>
      <w:lvlText w:val="%4"/>
      <w:lvlJc w:val="left"/>
      <w:pPr>
        <w:ind w:left="1476" w:hanging="369"/>
      </w:pPr>
      <w:rPr>
        <w:rFonts w:hint="default"/>
      </w:rPr>
    </w:lvl>
    <w:lvl w:ilvl="4">
      <w:start w:val="1"/>
      <w:numFmt w:val="none"/>
      <w:pStyle w:val="ListNumber5"/>
      <w:lvlText w:val=""/>
      <w:lvlJc w:val="left"/>
      <w:pPr>
        <w:ind w:left="1845" w:hanging="369"/>
      </w:pPr>
      <w:rPr>
        <w:rFonts w:hint="default"/>
      </w:rPr>
    </w:lvl>
    <w:lvl w:ilvl="5">
      <w:start w:val="1"/>
      <w:numFmt w:val="none"/>
      <w:lvlText w:val=""/>
      <w:lvlJc w:val="left"/>
      <w:pPr>
        <w:ind w:left="2214" w:hanging="369"/>
      </w:pPr>
      <w:rPr>
        <w:rFonts w:hint="default"/>
      </w:rPr>
    </w:lvl>
    <w:lvl w:ilvl="6">
      <w:start w:val="1"/>
      <w:numFmt w:val="none"/>
      <w:lvlText w:val=""/>
      <w:lvlJc w:val="left"/>
      <w:pPr>
        <w:ind w:left="2583" w:hanging="369"/>
      </w:pPr>
      <w:rPr>
        <w:rFonts w:hint="default"/>
      </w:rPr>
    </w:lvl>
    <w:lvl w:ilvl="7">
      <w:start w:val="1"/>
      <w:numFmt w:val="none"/>
      <w:lvlText w:val=""/>
      <w:lvlJc w:val="left"/>
      <w:pPr>
        <w:ind w:left="2952" w:hanging="369"/>
      </w:pPr>
      <w:rPr>
        <w:rFonts w:hint="default"/>
      </w:rPr>
    </w:lvl>
    <w:lvl w:ilvl="8">
      <w:start w:val="1"/>
      <w:numFmt w:val="none"/>
      <w:lvlText w:val=""/>
      <w:lvlJc w:val="left"/>
      <w:pPr>
        <w:ind w:left="3321" w:hanging="369"/>
      </w:pPr>
      <w:rPr>
        <w:rFonts w:hint="default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2"/>
  </w:num>
  <w:num w:numId="5">
    <w:abstractNumId w:val="4"/>
    <w:lvlOverride w:ilvl="0">
      <w:lvl w:ilvl="0">
        <w:start w:val="1"/>
        <w:numFmt w:val="decimal"/>
        <w:pStyle w:val="ListNumber"/>
        <w:lvlText w:val="%1."/>
        <w:lvlJc w:val="left"/>
        <w:pPr>
          <w:ind w:left="369" w:hanging="369"/>
        </w:pPr>
        <w:rPr>
          <w:rFonts w:ascii="Arial" w:hAnsi="Arial" w:hint="default"/>
          <w:sz w:val="20"/>
          <w:szCs w:val="20"/>
        </w:rPr>
      </w:lvl>
    </w:lvlOverride>
  </w:num>
  <w:num w:numId="6">
    <w:abstractNumId w:val="1"/>
    <w:lvlOverride w:ilvl="0">
      <w:lvl w:ilvl="0">
        <w:start w:val="1"/>
        <w:numFmt w:val="bullet"/>
        <w:pStyle w:val="ListBullet"/>
        <w:lvlText w:val=""/>
        <w:lvlJc w:val="left"/>
        <w:pPr>
          <w:ind w:left="450" w:hanging="369"/>
        </w:pPr>
        <w:rPr>
          <w:rFonts w:ascii="Symbol" w:hAnsi="Symbol" w:hint="default"/>
          <w:sz w:val="16"/>
          <w:szCs w:val="16"/>
        </w:rPr>
      </w:lvl>
    </w:lvlOverride>
  </w:num>
  <w:num w:numId="7">
    <w:abstractNumId w:val="1"/>
    <w:lvlOverride w:ilvl="0">
      <w:lvl w:ilvl="0">
        <w:start w:val="1"/>
        <w:numFmt w:val="bullet"/>
        <w:pStyle w:val="ListBullet"/>
        <w:lvlText w:val=""/>
        <w:lvlJc w:val="left"/>
        <w:pPr>
          <w:ind w:left="450" w:hanging="369"/>
        </w:pPr>
        <w:rPr>
          <w:rFonts w:ascii="Symbol" w:hAnsi="Symbol" w:hint="default"/>
          <w:sz w:val="16"/>
          <w:szCs w:val="16"/>
        </w:rPr>
      </w:lvl>
    </w:lvlOverride>
  </w:num>
  <w:num w:numId="8">
    <w:abstractNumId w:val="1"/>
    <w:lvlOverride w:ilvl="0">
      <w:lvl w:ilvl="0">
        <w:start w:val="1"/>
        <w:numFmt w:val="bullet"/>
        <w:pStyle w:val="ListBullet"/>
        <w:lvlText w:val=""/>
        <w:lvlJc w:val="left"/>
        <w:pPr>
          <w:ind w:left="450" w:hanging="369"/>
        </w:pPr>
        <w:rPr>
          <w:rFonts w:ascii="Symbol" w:hAnsi="Symbol" w:hint="default"/>
          <w:sz w:val="16"/>
          <w:szCs w:val="16"/>
        </w:rPr>
      </w:lvl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hideSpellingErrors/>
  <w:hideGrammaticalErrors/>
  <w:activeWritingStyle w:appName="MSWord" w:lang="en-AU" w:vendorID="64" w:dllVersion="131078" w:nlCheck="1" w:checkStyle="1"/>
  <w:activeWritingStyle w:appName="MSWord" w:lang="en-US" w:vendorID="64" w:dllVersion="131078" w:nlCheck="1" w:checkStyle="1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983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3F85"/>
    <w:rsid w:val="0000055D"/>
    <w:rsid w:val="00000BB7"/>
    <w:rsid w:val="00000EBA"/>
    <w:rsid w:val="00001ABA"/>
    <w:rsid w:val="00003AE0"/>
    <w:rsid w:val="000042E1"/>
    <w:rsid w:val="000045A0"/>
    <w:rsid w:val="00004AEE"/>
    <w:rsid w:val="000052C4"/>
    <w:rsid w:val="00005CAA"/>
    <w:rsid w:val="00005F25"/>
    <w:rsid w:val="00006A4E"/>
    <w:rsid w:val="00007B6B"/>
    <w:rsid w:val="00010210"/>
    <w:rsid w:val="00010A97"/>
    <w:rsid w:val="00010F90"/>
    <w:rsid w:val="000110C9"/>
    <w:rsid w:val="00011750"/>
    <w:rsid w:val="00012AB0"/>
    <w:rsid w:val="00012D66"/>
    <w:rsid w:val="00013025"/>
    <w:rsid w:val="00014D22"/>
    <w:rsid w:val="00015786"/>
    <w:rsid w:val="00015ADA"/>
    <w:rsid w:val="00016628"/>
    <w:rsid w:val="0001753C"/>
    <w:rsid w:val="00020C99"/>
    <w:rsid w:val="000229FC"/>
    <w:rsid w:val="000236DB"/>
    <w:rsid w:val="000269D4"/>
    <w:rsid w:val="00026C09"/>
    <w:rsid w:val="0002707B"/>
    <w:rsid w:val="00027972"/>
    <w:rsid w:val="00030153"/>
    <w:rsid w:val="000318EB"/>
    <w:rsid w:val="00032057"/>
    <w:rsid w:val="000320BB"/>
    <w:rsid w:val="00032986"/>
    <w:rsid w:val="0003307D"/>
    <w:rsid w:val="00033D27"/>
    <w:rsid w:val="00033E47"/>
    <w:rsid w:val="0003471E"/>
    <w:rsid w:val="00035520"/>
    <w:rsid w:val="00035693"/>
    <w:rsid w:val="00035B2D"/>
    <w:rsid w:val="00036D1D"/>
    <w:rsid w:val="00036E97"/>
    <w:rsid w:val="00037C29"/>
    <w:rsid w:val="00041B23"/>
    <w:rsid w:val="00041D5C"/>
    <w:rsid w:val="00042DFF"/>
    <w:rsid w:val="00042E20"/>
    <w:rsid w:val="00045BE4"/>
    <w:rsid w:val="00047BBB"/>
    <w:rsid w:val="00047C3A"/>
    <w:rsid w:val="00050220"/>
    <w:rsid w:val="0005148E"/>
    <w:rsid w:val="00055A46"/>
    <w:rsid w:val="00057207"/>
    <w:rsid w:val="0005799C"/>
    <w:rsid w:val="00061B2B"/>
    <w:rsid w:val="000622DE"/>
    <w:rsid w:val="000628CA"/>
    <w:rsid w:val="0006339B"/>
    <w:rsid w:val="00063B66"/>
    <w:rsid w:val="000641E7"/>
    <w:rsid w:val="000650C9"/>
    <w:rsid w:val="000655F8"/>
    <w:rsid w:val="0006661E"/>
    <w:rsid w:val="00067E7C"/>
    <w:rsid w:val="00070192"/>
    <w:rsid w:val="0007075A"/>
    <w:rsid w:val="0007192E"/>
    <w:rsid w:val="00072577"/>
    <w:rsid w:val="000725B6"/>
    <w:rsid w:val="00072C5A"/>
    <w:rsid w:val="00072D60"/>
    <w:rsid w:val="00073F9C"/>
    <w:rsid w:val="00074F47"/>
    <w:rsid w:val="000759E5"/>
    <w:rsid w:val="0007670D"/>
    <w:rsid w:val="000817D6"/>
    <w:rsid w:val="00082D6D"/>
    <w:rsid w:val="000836D8"/>
    <w:rsid w:val="000840B7"/>
    <w:rsid w:val="00084AC6"/>
    <w:rsid w:val="00084D37"/>
    <w:rsid w:val="00084EFB"/>
    <w:rsid w:val="00085347"/>
    <w:rsid w:val="0008544A"/>
    <w:rsid w:val="00085E5C"/>
    <w:rsid w:val="00086481"/>
    <w:rsid w:val="00091421"/>
    <w:rsid w:val="00091608"/>
    <w:rsid w:val="000918BD"/>
    <w:rsid w:val="000927DA"/>
    <w:rsid w:val="0009333C"/>
    <w:rsid w:val="00093CB9"/>
    <w:rsid w:val="00093CE2"/>
    <w:rsid w:val="00093CE9"/>
    <w:rsid w:val="00094069"/>
    <w:rsid w:val="0009414B"/>
    <w:rsid w:val="00094FC4"/>
    <w:rsid w:val="00095774"/>
    <w:rsid w:val="00095865"/>
    <w:rsid w:val="0009704F"/>
    <w:rsid w:val="000979AF"/>
    <w:rsid w:val="000979F6"/>
    <w:rsid w:val="000A0CBE"/>
    <w:rsid w:val="000A0DE5"/>
    <w:rsid w:val="000A0F11"/>
    <w:rsid w:val="000A125A"/>
    <w:rsid w:val="000A1418"/>
    <w:rsid w:val="000A173B"/>
    <w:rsid w:val="000A2196"/>
    <w:rsid w:val="000A23FD"/>
    <w:rsid w:val="000A490B"/>
    <w:rsid w:val="000A57CD"/>
    <w:rsid w:val="000A67DE"/>
    <w:rsid w:val="000A6BF6"/>
    <w:rsid w:val="000A7051"/>
    <w:rsid w:val="000A7321"/>
    <w:rsid w:val="000A76B2"/>
    <w:rsid w:val="000B1DD0"/>
    <w:rsid w:val="000B3707"/>
    <w:rsid w:val="000B3758"/>
    <w:rsid w:val="000B387C"/>
    <w:rsid w:val="000B4CE8"/>
    <w:rsid w:val="000B518F"/>
    <w:rsid w:val="000B734F"/>
    <w:rsid w:val="000B7681"/>
    <w:rsid w:val="000B7B42"/>
    <w:rsid w:val="000C02B7"/>
    <w:rsid w:val="000C0656"/>
    <w:rsid w:val="000C0D57"/>
    <w:rsid w:val="000C13BA"/>
    <w:rsid w:val="000C238F"/>
    <w:rsid w:val="000C2994"/>
    <w:rsid w:val="000C5100"/>
    <w:rsid w:val="000C5342"/>
    <w:rsid w:val="000C581B"/>
    <w:rsid w:val="000C675F"/>
    <w:rsid w:val="000C706A"/>
    <w:rsid w:val="000C7E93"/>
    <w:rsid w:val="000D2887"/>
    <w:rsid w:val="000D2DA8"/>
    <w:rsid w:val="000D3C63"/>
    <w:rsid w:val="000D42F1"/>
    <w:rsid w:val="000D5379"/>
    <w:rsid w:val="000D57DB"/>
    <w:rsid w:val="000D6D63"/>
    <w:rsid w:val="000D6F7E"/>
    <w:rsid w:val="000D7667"/>
    <w:rsid w:val="000D774A"/>
    <w:rsid w:val="000E0081"/>
    <w:rsid w:val="000E07CF"/>
    <w:rsid w:val="000E0E3A"/>
    <w:rsid w:val="000E150E"/>
    <w:rsid w:val="000E28CF"/>
    <w:rsid w:val="000E2A0B"/>
    <w:rsid w:val="000E31C1"/>
    <w:rsid w:val="000E5356"/>
    <w:rsid w:val="000E5998"/>
    <w:rsid w:val="000E6B74"/>
    <w:rsid w:val="000F0710"/>
    <w:rsid w:val="000F1193"/>
    <w:rsid w:val="000F1AE1"/>
    <w:rsid w:val="000F22B0"/>
    <w:rsid w:val="000F2CF2"/>
    <w:rsid w:val="000F3CD5"/>
    <w:rsid w:val="000F535F"/>
    <w:rsid w:val="000F6F5D"/>
    <w:rsid w:val="00100532"/>
    <w:rsid w:val="00100BEF"/>
    <w:rsid w:val="00101BDA"/>
    <w:rsid w:val="001027A0"/>
    <w:rsid w:val="001028FE"/>
    <w:rsid w:val="00103B60"/>
    <w:rsid w:val="00104DCF"/>
    <w:rsid w:val="00105472"/>
    <w:rsid w:val="00106CAD"/>
    <w:rsid w:val="00106E1F"/>
    <w:rsid w:val="00110E04"/>
    <w:rsid w:val="00111326"/>
    <w:rsid w:val="00112370"/>
    <w:rsid w:val="00112488"/>
    <w:rsid w:val="00112EB1"/>
    <w:rsid w:val="0011498E"/>
    <w:rsid w:val="00116B7D"/>
    <w:rsid w:val="001175C9"/>
    <w:rsid w:val="001176A4"/>
    <w:rsid w:val="0011798A"/>
    <w:rsid w:val="00117A45"/>
    <w:rsid w:val="00121046"/>
    <w:rsid w:val="001211C9"/>
    <w:rsid w:val="001224AE"/>
    <w:rsid w:val="00123079"/>
    <w:rsid w:val="0012345D"/>
    <w:rsid w:val="00124070"/>
    <w:rsid w:val="00124870"/>
    <w:rsid w:val="00125AF3"/>
    <w:rsid w:val="00125F1B"/>
    <w:rsid w:val="00125F23"/>
    <w:rsid w:val="001265A6"/>
    <w:rsid w:val="00127371"/>
    <w:rsid w:val="0012754B"/>
    <w:rsid w:val="00127588"/>
    <w:rsid w:val="00127628"/>
    <w:rsid w:val="0012770E"/>
    <w:rsid w:val="00127B45"/>
    <w:rsid w:val="00127D60"/>
    <w:rsid w:val="00130795"/>
    <w:rsid w:val="00130BFC"/>
    <w:rsid w:val="001310E7"/>
    <w:rsid w:val="00131205"/>
    <w:rsid w:val="00131A3E"/>
    <w:rsid w:val="001337D4"/>
    <w:rsid w:val="001338D3"/>
    <w:rsid w:val="0013523C"/>
    <w:rsid w:val="001371E1"/>
    <w:rsid w:val="001403B6"/>
    <w:rsid w:val="001409D7"/>
    <w:rsid w:val="00140F64"/>
    <w:rsid w:val="001452F6"/>
    <w:rsid w:val="00145C9A"/>
    <w:rsid w:val="00146A54"/>
    <w:rsid w:val="0014731E"/>
    <w:rsid w:val="001475A5"/>
    <w:rsid w:val="00147B32"/>
    <w:rsid w:val="00147C12"/>
    <w:rsid w:val="00150760"/>
    <w:rsid w:val="00150EC0"/>
    <w:rsid w:val="001527A1"/>
    <w:rsid w:val="00152C0B"/>
    <w:rsid w:val="00152C3F"/>
    <w:rsid w:val="001530DC"/>
    <w:rsid w:val="00153200"/>
    <w:rsid w:val="00153FB3"/>
    <w:rsid w:val="00154346"/>
    <w:rsid w:val="00154948"/>
    <w:rsid w:val="00154989"/>
    <w:rsid w:val="001549D4"/>
    <w:rsid w:val="00154AD3"/>
    <w:rsid w:val="00155775"/>
    <w:rsid w:val="00155A9F"/>
    <w:rsid w:val="0015678A"/>
    <w:rsid w:val="00156B6B"/>
    <w:rsid w:val="00156BC4"/>
    <w:rsid w:val="00156C3C"/>
    <w:rsid w:val="0015708C"/>
    <w:rsid w:val="001600BF"/>
    <w:rsid w:val="00160262"/>
    <w:rsid w:val="0016098E"/>
    <w:rsid w:val="00160A61"/>
    <w:rsid w:val="00160DDB"/>
    <w:rsid w:val="0016185C"/>
    <w:rsid w:val="00161C3E"/>
    <w:rsid w:val="00162C5D"/>
    <w:rsid w:val="0016360C"/>
    <w:rsid w:val="0016420E"/>
    <w:rsid w:val="00164C4C"/>
    <w:rsid w:val="00164D5C"/>
    <w:rsid w:val="00164FBC"/>
    <w:rsid w:val="00165349"/>
    <w:rsid w:val="00166DFD"/>
    <w:rsid w:val="0016752A"/>
    <w:rsid w:val="0016780A"/>
    <w:rsid w:val="00167B22"/>
    <w:rsid w:val="001703A8"/>
    <w:rsid w:val="0017059E"/>
    <w:rsid w:val="001713FA"/>
    <w:rsid w:val="001721C1"/>
    <w:rsid w:val="00172B6B"/>
    <w:rsid w:val="00172D13"/>
    <w:rsid w:val="0017361B"/>
    <w:rsid w:val="00173AE2"/>
    <w:rsid w:val="00173EBF"/>
    <w:rsid w:val="00175ED3"/>
    <w:rsid w:val="00176667"/>
    <w:rsid w:val="00177BB4"/>
    <w:rsid w:val="001816F2"/>
    <w:rsid w:val="00182A8C"/>
    <w:rsid w:val="001842A2"/>
    <w:rsid w:val="00184CFF"/>
    <w:rsid w:val="00187EC0"/>
    <w:rsid w:val="00187FA8"/>
    <w:rsid w:val="00190BD0"/>
    <w:rsid w:val="00192B7F"/>
    <w:rsid w:val="00192CDF"/>
    <w:rsid w:val="00192DAA"/>
    <w:rsid w:val="00192F5E"/>
    <w:rsid w:val="0019347A"/>
    <w:rsid w:val="0019376C"/>
    <w:rsid w:val="00193B52"/>
    <w:rsid w:val="00195ECC"/>
    <w:rsid w:val="001969D7"/>
    <w:rsid w:val="00197618"/>
    <w:rsid w:val="00197772"/>
    <w:rsid w:val="001A175A"/>
    <w:rsid w:val="001A195C"/>
    <w:rsid w:val="001A210A"/>
    <w:rsid w:val="001A233F"/>
    <w:rsid w:val="001A29F9"/>
    <w:rsid w:val="001A454D"/>
    <w:rsid w:val="001A51C8"/>
    <w:rsid w:val="001A64E2"/>
    <w:rsid w:val="001A6B29"/>
    <w:rsid w:val="001A6E02"/>
    <w:rsid w:val="001B0781"/>
    <w:rsid w:val="001B0E9F"/>
    <w:rsid w:val="001B10BA"/>
    <w:rsid w:val="001B17C1"/>
    <w:rsid w:val="001B1B69"/>
    <w:rsid w:val="001B1D7F"/>
    <w:rsid w:val="001B2DDF"/>
    <w:rsid w:val="001B2FFD"/>
    <w:rsid w:val="001B313B"/>
    <w:rsid w:val="001B4081"/>
    <w:rsid w:val="001B41EA"/>
    <w:rsid w:val="001B420B"/>
    <w:rsid w:val="001B4CA8"/>
    <w:rsid w:val="001B5C5F"/>
    <w:rsid w:val="001B5EA1"/>
    <w:rsid w:val="001B6204"/>
    <w:rsid w:val="001B7A17"/>
    <w:rsid w:val="001C0C8B"/>
    <w:rsid w:val="001C18E6"/>
    <w:rsid w:val="001C282D"/>
    <w:rsid w:val="001C4F3D"/>
    <w:rsid w:val="001D0CDC"/>
    <w:rsid w:val="001D1399"/>
    <w:rsid w:val="001D17B0"/>
    <w:rsid w:val="001D1D20"/>
    <w:rsid w:val="001D1D82"/>
    <w:rsid w:val="001D2932"/>
    <w:rsid w:val="001D6234"/>
    <w:rsid w:val="001D62E0"/>
    <w:rsid w:val="001D65F9"/>
    <w:rsid w:val="001D7D21"/>
    <w:rsid w:val="001E005F"/>
    <w:rsid w:val="001E02F5"/>
    <w:rsid w:val="001E059F"/>
    <w:rsid w:val="001E1182"/>
    <w:rsid w:val="001E149C"/>
    <w:rsid w:val="001E1CF6"/>
    <w:rsid w:val="001E1D84"/>
    <w:rsid w:val="001E1DA0"/>
    <w:rsid w:val="001E2113"/>
    <w:rsid w:val="001E2AB8"/>
    <w:rsid w:val="001E35F5"/>
    <w:rsid w:val="001E5067"/>
    <w:rsid w:val="001E516F"/>
    <w:rsid w:val="001E6572"/>
    <w:rsid w:val="001E6A51"/>
    <w:rsid w:val="001E6FF6"/>
    <w:rsid w:val="001F0B00"/>
    <w:rsid w:val="001F0D29"/>
    <w:rsid w:val="001F1318"/>
    <w:rsid w:val="001F392E"/>
    <w:rsid w:val="001F5768"/>
    <w:rsid w:val="001F57A5"/>
    <w:rsid w:val="001F7A2B"/>
    <w:rsid w:val="0020121A"/>
    <w:rsid w:val="00202BA7"/>
    <w:rsid w:val="00202C90"/>
    <w:rsid w:val="00202F81"/>
    <w:rsid w:val="00203B62"/>
    <w:rsid w:val="00204D30"/>
    <w:rsid w:val="00206838"/>
    <w:rsid w:val="00206AB7"/>
    <w:rsid w:val="00211CB3"/>
    <w:rsid w:val="002129C3"/>
    <w:rsid w:val="00213085"/>
    <w:rsid w:val="00213DE8"/>
    <w:rsid w:val="00214A60"/>
    <w:rsid w:val="00215CE4"/>
    <w:rsid w:val="00216118"/>
    <w:rsid w:val="002209AB"/>
    <w:rsid w:val="00222093"/>
    <w:rsid w:val="0022211D"/>
    <w:rsid w:val="002225CF"/>
    <w:rsid w:val="00222826"/>
    <w:rsid w:val="002235B9"/>
    <w:rsid w:val="00224271"/>
    <w:rsid w:val="00224651"/>
    <w:rsid w:val="00224771"/>
    <w:rsid w:val="002251E3"/>
    <w:rsid w:val="002256E0"/>
    <w:rsid w:val="0022579C"/>
    <w:rsid w:val="00225F79"/>
    <w:rsid w:val="00226637"/>
    <w:rsid w:val="002277BA"/>
    <w:rsid w:val="00227A95"/>
    <w:rsid w:val="002308C5"/>
    <w:rsid w:val="002316BD"/>
    <w:rsid w:val="00231C72"/>
    <w:rsid w:val="002335A1"/>
    <w:rsid w:val="00233AD8"/>
    <w:rsid w:val="00234925"/>
    <w:rsid w:val="002353A5"/>
    <w:rsid w:val="00241325"/>
    <w:rsid w:val="0024232A"/>
    <w:rsid w:val="00243A59"/>
    <w:rsid w:val="00243B0F"/>
    <w:rsid w:val="00244651"/>
    <w:rsid w:val="00245C8A"/>
    <w:rsid w:val="00246CE0"/>
    <w:rsid w:val="002473FC"/>
    <w:rsid w:val="00247891"/>
    <w:rsid w:val="00251D80"/>
    <w:rsid w:val="002520A5"/>
    <w:rsid w:val="0025221B"/>
    <w:rsid w:val="00252437"/>
    <w:rsid w:val="00252E3C"/>
    <w:rsid w:val="0025322C"/>
    <w:rsid w:val="002537FB"/>
    <w:rsid w:val="002544E4"/>
    <w:rsid w:val="002545AF"/>
    <w:rsid w:val="00254BFD"/>
    <w:rsid w:val="0025530A"/>
    <w:rsid w:val="00256647"/>
    <w:rsid w:val="0026099F"/>
    <w:rsid w:val="00260C27"/>
    <w:rsid w:val="002616BF"/>
    <w:rsid w:val="00261A26"/>
    <w:rsid w:val="00261B2F"/>
    <w:rsid w:val="00262198"/>
    <w:rsid w:val="00262327"/>
    <w:rsid w:val="002628F0"/>
    <w:rsid w:val="00263896"/>
    <w:rsid w:val="00264084"/>
    <w:rsid w:val="0026593F"/>
    <w:rsid w:val="00265D40"/>
    <w:rsid w:val="002677E5"/>
    <w:rsid w:val="002717B0"/>
    <w:rsid w:val="00271D93"/>
    <w:rsid w:val="00271DB9"/>
    <w:rsid w:val="0027422C"/>
    <w:rsid w:val="00275BEF"/>
    <w:rsid w:val="00276016"/>
    <w:rsid w:val="0027662D"/>
    <w:rsid w:val="002768E5"/>
    <w:rsid w:val="00277463"/>
    <w:rsid w:val="002779C6"/>
    <w:rsid w:val="0028491C"/>
    <w:rsid w:val="00285F1B"/>
    <w:rsid w:val="002877D0"/>
    <w:rsid w:val="00287B01"/>
    <w:rsid w:val="00290852"/>
    <w:rsid w:val="00291457"/>
    <w:rsid w:val="002919D3"/>
    <w:rsid w:val="00292330"/>
    <w:rsid w:val="00292430"/>
    <w:rsid w:val="00292A05"/>
    <w:rsid w:val="00292B81"/>
    <w:rsid w:val="00293A38"/>
    <w:rsid w:val="00294FEC"/>
    <w:rsid w:val="00295B83"/>
    <w:rsid w:val="00296166"/>
    <w:rsid w:val="002A070A"/>
    <w:rsid w:val="002A1DF6"/>
    <w:rsid w:val="002A241B"/>
    <w:rsid w:val="002A2E08"/>
    <w:rsid w:val="002A2F01"/>
    <w:rsid w:val="002A4559"/>
    <w:rsid w:val="002A4CF6"/>
    <w:rsid w:val="002A5D59"/>
    <w:rsid w:val="002A65A1"/>
    <w:rsid w:val="002A65AA"/>
    <w:rsid w:val="002A6C32"/>
    <w:rsid w:val="002A7B83"/>
    <w:rsid w:val="002B0834"/>
    <w:rsid w:val="002B102F"/>
    <w:rsid w:val="002B13EF"/>
    <w:rsid w:val="002B18AE"/>
    <w:rsid w:val="002B18DF"/>
    <w:rsid w:val="002B1D8A"/>
    <w:rsid w:val="002B2971"/>
    <w:rsid w:val="002B2DA4"/>
    <w:rsid w:val="002B374E"/>
    <w:rsid w:val="002B41E6"/>
    <w:rsid w:val="002B47B5"/>
    <w:rsid w:val="002B4CDC"/>
    <w:rsid w:val="002B543B"/>
    <w:rsid w:val="002B66E3"/>
    <w:rsid w:val="002C033E"/>
    <w:rsid w:val="002C07DF"/>
    <w:rsid w:val="002C1A67"/>
    <w:rsid w:val="002C1C93"/>
    <w:rsid w:val="002C25D3"/>
    <w:rsid w:val="002C3374"/>
    <w:rsid w:val="002C5066"/>
    <w:rsid w:val="002C5813"/>
    <w:rsid w:val="002C5A9F"/>
    <w:rsid w:val="002C6571"/>
    <w:rsid w:val="002C7DFF"/>
    <w:rsid w:val="002D0488"/>
    <w:rsid w:val="002D3303"/>
    <w:rsid w:val="002D39EF"/>
    <w:rsid w:val="002D3A86"/>
    <w:rsid w:val="002D4AAC"/>
    <w:rsid w:val="002D4C16"/>
    <w:rsid w:val="002D4D77"/>
    <w:rsid w:val="002D4DBF"/>
    <w:rsid w:val="002D4FE3"/>
    <w:rsid w:val="002D5563"/>
    <w:rsid w:val="002D5A7C"/>
    <w:rsid w:val="002D65C9"/>
    <w:rsid w:val="002D735B"/>
    <w:rsid w:val="002D7F89"/>
    <w:rsid w:val="002E0471"/>
    <w:rsid w:val="002E1B82"/>
    <w:rsid w:val="002E3F36"/>
    <w:rsid w:val="002E3F85"/>
    <w:rsid w:val="002E5A06"/>
    <w:rsid w:val="002E5AA9"/>
    <w:rsid w:val="002E6659"/>
    <w:rsid w:val="002E71C9"/>
    <w:rsid w:val="002F045A"/>
    <w:rsid w:val="002F23AC"/>
    <w:rsid w:val="002F3AF6"/>
    <w:rsid w:val="002F45D7"/>
    <w:rsid w:val="002F4FC2"/>
    <w:rsid w:val="002F53F1"/>
    <w:rsid w:val="002F580C"/>
    <w:rsid w:val="002F7775"/>
    <w:rsid w:val="002F7C1C"/>
    <w:rsid w:val="0030039D"/>
    <w:rsid w:val="00301FDB"/>
    <w:rsid w:val="00302838"/>
    <w:rsid w:val="00302AC7"/>
    <w:rsid w:val="0030326F"/>
    <w:rsid w:val="0030357C"/>
    <w:rsid w:val="00304559"/>
    <w:rsid w:val="00306076"/>
    <w:rsid w:val="00310701"/>
    <w:rsid w:val="0031134C"/>
    <w:rsid w:val="00311A1C"/>
    <w:rsid w:val="003133FB"/>
    <w:rsid w:val="00313633"/>
    <w:rsid w:val="00314EBF"/>
    <w:rsid w:val="00315218"/>
    <w:rsid w:val="00315980"/>
    <w:rsid w:val="00315E42"/>
    <w:rsid w:val="00316F7F"/>
    <w:rsid w:val="0031725E"/>
    <w:rsid w:val="0031756E"/>
    <w:rsid w:val="00317A66"/>
    <w:rsid w:val="003203F2"/>
    <w:rsid w:val="003209DB"/>
    <w:rsid w:val="00320AD6"/>
    <w:rsid w:val="003218E8"/>
    <w:rsid w:val="0032255A"/>
    <w:rsid w:val="0032275F"/>
    <w:rsid w:val="00322AF3"/>
    <w:rsid w:val="003243B9"/>
    <w:rsid w:val="00325280"/>
    <w:rsid w:val="00325504"/>
    <w:rsid w:val="00325BA2"/>
    <w:rsid w:val="00325E34"/>
    <w:rsid w:val="00325F63"/>
    <w:rsid w:val="00326656"/>
    <w:rsid w:val="00326A6B"/>
    <w:rsid w:val="00326C9C"/>
    <w:rsid w:val="0032721F"/>
    <w:rsid w:val="00327855"/>
    <w:rsid w:val="00330BE4"/>
    <w:rsid w:val="00330DCE"/>
    <w:rsid w:val="00331007"/>
    <w:rsid w:val="00331E11"/>
    <w:rsid w:val="00334761"/>
    <w:rsid w:val="003347E1"/>
    <w:rsid w:val="00334A42"/>
    <w:rsid w:val="00334D47"/>
    <w:rsid w:val="00335065"/>
    <w:rsid w:val="00335899"/>
    <w:rsid w:val="00335ECC"/>
    <w:rsid w:val="0033705C"/>
    <w:rsid w:val="003370E4"/>
    <w:rsid w:val="00337EBC"/>
    <w:rsid w:val="00341884"/>
    <w:rsid w:val="00341B71"/>
    <w:rsid w:val="00341DCD"/>
    <w:rsid w:val="003420CB"/>
    <w:rsid w:val="00343761"/>
    <w:rsid w:val="0034563E"/>
    <w:rsid w:val="00345EAF"/>
    <w:rsid w:val="00346A61"/>
    <w:rsid w:val="00346FD5"/>
    <w:rsid w:val="00347850"/>
    <w:rsid w:val="003478AF"/>
    <w:rsid w:val="00347E3A"/>
    <w:rsid w:val="00350078"/>
    <w:rsid w:val="003504CF"/>
    <w:rsid w:val="003518D6"/>
    <w:rsid w:val="00352F46"/>
    <w:rsid w:val="0035460C"/>
    <w:rsid w:val="003556BD"/>
    <w:rsid w:val="00356680"/>
    <w:rsid w:val="003578C5"/>
    <w:rsid w:val="003606F6"/>
    <w:rsid w:val="00360BD2"/>
    <w:rsid w:val="00361564"/>
    <w:rsid w:val="0036202E"/>
    <w:rsid w:val="0036266B"/>
    <w:rsid w:val="003634E4"/>
    <w:rsid w:val="003650CC"/>
    <w:rsid w:val="00365147"/>
    <w:rsid w:val="00365BF3"/>
    <w:rsid w:val="003664A1"/>
    <w:rsid w:val="003674C3"/>
    <w:rsid w:val="0037016E"/>
    <w:rsid w:val="0037100F"/>
    <w:rsid w:val="00372908"/>
    <w:rsid w:val="00372A28"/>
    <w:rsid w:val="003767BB"/>
    <w:rsid w:val="00377A29"/>
    <w:rsid w:val="0038215E"/>
    <w:rsid w:val="00383020"/>
    <w:rsid w:val="003837FC"/>
    <w:rsid w:val="00385230"/>
    <w:rsid w:val="00386160"/>
    <w:rsid w:val="00387C98"/>
    <w:rsid w:val="00387E00"/>
    <w:rsid w:val="00391E88"/>
    <w:rsid w:val="00392A9D"/>
    <w:rsid w:val="003936BE"/>
    <w:rsid w:val="00394116"/>
    <w:rsid w:val="00394CBF"/>
    <w:rsid w:val="00394D7E"/>
    <w:rsid w:val="00395954"/>
    <w:rsid w:val="0039620F"/>
    <w:rsid w:val="003975FD"/>
    <w:rsid w:val="003A15E6"/>
    <w:rsid w:val="003A1895"/>
    <w:rsid w:val="003A21F9"/>
    <w:rsid w:val="003A26ED"/>
    <w:rsid w:val="003A2D1A"/>
    <w:rsid w:val="003A3AA9"/>
    <w:rsid w:val="003A3B87"/>
    <w:rsid w:val="003A5CBB"/>
    <w:rsid w:val="003A66AB"/>
    <w:rsid w:val="003A66E8"/>
    <w:rsid w:val="003A68A3"/>
    <w:rsid w:val="003A68D3"/>
    <w:rsid w:val="003A76BC"/>
    <w:rsid w:val="003B057D"/>
    <w:rsid w:val="003B06DA"/>
    <w:rsid w:val="003B1AA8"/>
    <w:rsid w:val="003B1C18"/>
    <w:rsid w:val="003B3BB9"/>
    <w:rsid w:val="003B3F22"/>
    <w:rsid w:val="003B444E"/>
    <w:rsid w:val="003B60CC"/>
    <w:rsid w:val="003B6237"/>
    <w:rsid w:val="003B63DA"/>
    <w:rsid w:val="003B671A"/>
    <w:rsid w:val="003C05B7"/>
    <w:rsid w:val="003C077A"/>
    <w:rsid w:val="003C10D2"/>
    <w:rsid w:val="003C1B25"/>
    <w:rsid w:val="003C2427"/>
    <w:rsid w:val="003C2443"/>
    <w:rsid w:val="003C4F7F"/>
    <w:rsid w:val="003C584C"/>
    <w:rsid w:val="003C597C"/>
    <w:rsid w:val="003C5DA3"/>
    <w:rsid w:val="003C66AE"/>
    <w:rsid w:val="003C6F1B"/>
    <w:rsid w:val="003C7EAB"/>
    <w:rsid w:val="003D189B"/>
    <w:rsid w:val="003D2C53"/>
    <w:rsid w:val="003D2E21"/>
    <w:rsid w:val="003D2E85"/>
    <w:rsid w:val="003D4BCD"/>
    <w:rsid w:val="003D4DBD"/>
    <w:rsid w:val="003D6563"/>
    <w:rsid w:val="003D67DD"/>
    <w:rsid w:val="003D6C2B"/>
    <w:rsid w:val="003E01D8"/>
    <w:rsid w:val="003E0691"/>
    <w:rsid w:val="003E0CFF"/>
    <w:rsid w:val="003E19E9"/>
    <w:rsid w:val="003E1EB2"/>
    <w:rsid w:val="003E2100"/>
    <w:rsid w:val="003E2170"/>
    <w:rsid w:val="003E302E"/>
    <w:rsid w:val="003E444D"/>
    <w:rsid w:val="003E530D"/>
    <w:rsid w:val="003E533A"/>
    <w:rsid w:val="003E543B"/>
    <w:rsid w:val="003E5740"/>
    <w:rsid w:val="003E58B5"/>
    <w:rsid w:val="003F04F6"/>
    <w:rsid w:val="003F1733"/>
    <w:rsid w:val="003F1804"/>
    <w:rsid w:val="003F214A"/>
    <w:rsid w:val="003F29DE"/>
    <w:rsid w:val="003F4BFA"/>
    <w:rsid w:val="003F4C27"/>
    <w:rsid w:val="003F4DC6"/>
    <w:rsid w:val="003F50E2"/>
    <w:rsid w:val="003F54A8"/>
    <w:rsid w:val="003F688A"/>
    <w:rsid w:val="003F6F5B"/>
    <w:rsid w:val="003F7B19"/>
    <w:rsid w:val="00400831"/>
    <w:rsid w:val="00401067"/>
    <w:rsid w:val="004027EE"/>
    <w:rsid w:val="0040342D"/>
    <w:rsid w:val="00404C9A"/>
    <w:rsid w:val="00404F2F"/>
    <w:rsid w:val="00405C31"/>
    <w:rsid w:val="004066B8"/>
    <w:rsid w:val="00407FFE"/>
    <w:rsid w:val="0041192D"/>
    <w:rsid w:val="0041214B"/>
    <w:rsid w:val="00412EC0"/>
    <w:rsid w:val="0041380B"/>
    <w:rsid w:val="00413EE1"/>
    <w:rsid w:val="00415B3D"/>
    <w:rsid w:val="0041658F"/>
    <w:rsid w:val="00417E04"/>
    <w:rsid w:val="004202B2"/>
    <w:rsid w:val="0042128E"/>
    <w:rsid w:val="00422347"/>
    <w:rsid w:val="00422545"/>
    <w:rsid w:val="004242D9"/>
    <w:rsid w:val="00424972"/>
    <w:rsid w:val="00424CE1"/>
    <w:rsid w:val="00424DD4"/>
    <w:rsid w:val="00424FD2"/>
    <w:rsid w:val="00427EC8"/>
    <w:rsid w:val="00430360"/>
    <w:rsid w:val="004310E8"/>
    <w:rsid w:val="00432B60"/>
    <w:rsid w:val="00433527"/>
    <w:rsid w:val="00434069"/>
    <w:rsid w:val="00434124"/>
    <w:rsid w:val="00434437"/>
    <w:rsid w:val="00435488"/>
    <w:rsid w:val="004354EA"/>
    <w:rsid w:val="00436A9A"/>
    <w:rsid w:val="00440698"/>
    <w:rsid w:val="004418F4"/>
    <w:rsid w:val="004425F1"/>
    <w:rsid w:val="0044340F"/>
    <w:rsid w:val="0044571E"/>
    <w:rsid w:val="00446713"/>
    <w:rsid w:val="00446B25"/>
    <w:rsid w:val="004473A5"/>
    <w:rsid w:val="004478CA"/>
    <w:rsid w:val="00447C69"/>
    <w:rsid w:val="00450276"/>
    <w:rsid w:val="0045102C"/>
    <w:rsid w:val="00452008"/>
    <w:rsid w:val="00453FE6"/>
    <w:rsid w:val="004540E2"/>
    <w:rsid w:val="00454454"/>
    <w:rsid w:val="00455173"/>
    <w:rsid w:val="0045779E"/>
    <w:rsid w:val="00457ADD"/>
    <w:rsid w:val="00457FF8"/>
    <w:rsid w:val="00460F91"/>
    <w:rsid w:val="0046101C"/>
    <w:rsid w:val="0046298D"/>
    <w:rsid w:val="00464E08"/>
    <w:rsid w:val="004666AE"/>
    <w:rsid w:val="00466D11"/>
    <w:rsid w:val="004674C0"/>
    <w:rsid w:val="00467924"/>
    <w:rsid w:val="004701A9"/>
    <w:rsid w:val="004712A5"/>
    <w:rsid w:val="004712D2"/>
    <w:rsid w:val="00471C5D"/>
    <w:rsid w:val="004722BF"/>
    <w:rsid w:val="0047266F"/>
    <w:rsid w:val="0047456C"/>
    <w:rsid w:val="00474E51"/>
    <w:rsid w:val="00475155"/>
    <w:rsid w:val="0047517C"/>
    <w:rsid w:val="00476AE7"/>
    <w:rsid w:val="00476D6B"/>
    <w:rsid w:val="00477954"/>
    <w:rsid w:val="00481FA9"/>
    <w:rsid w:val="004821BC"/>
    <w:rsid w:val="00483226"/>
    <w:rsid w:val="00485DEE"/>
    <w:rsid w:val="004864C9"/>
    <w:rsid w:val="00486616"/>
    <w:rsid w:val="00490418"/>
    <w:rsid w:val="004906A0"/>
    <w:rsid w:val="0049188F"/>
    <w:rsid w:val="00492C16"/>
    <w:rsid w:val="004957B8"/>
    <w:rsid w:val="004A04ED"/>
    <w:rsid w:val="004A0678"/>
    <w:rsid w:val="004A375B"/>
    <w:rsid w:val="004A44FA"/>
    <w:rsid w:val="004A48A3"/>
    <w:rsid w:val="004A7B20"/>
    <w:rsid w:val="004A7C15"/>
    <w:rsid w:val="004A7D04"/>
    <w:rsid w:val="004B0AC5"/>
    <w:rsid w:val="004B0D92"/>
    <w:rsid w:val="004B0EC0"/>
    <w:rsid w:val="004B2F57"/>
    <w:rsid w:val="004B2FA8"/>
    <w:rsid w:val="004B3506"/>
    <w:rsid w:val="004B4EDB"/>
    <w:rsid w:val="004B566D"/>
    <w:rsid w:val="004B5C56"/>
    <w:rsid w:val="004B66F1"/>
    <w:rsid w:val="004B6948"/>
    <w:rsid w:val="004C06F6"/>
    <w:rsid w:val="004C286F"/>
    <w:rsid w:val="004C30BE"/>
    <w:rsid w:val="004C3EA0"/>
    <w:rsid w:val="004C510E"/>
    <w:rsid w:val="004C56FB"/>
    <w:rsid w:val="004C6465"/>
    <w:rsid w:val="004C6F3D"/>
    <w:rsid w:val="004C746F"/>
    <w:rsid w:val="004C7D26"/>
    <w:rsid w:val="004D15C1"/>
    <w:rsid w:val="004D2480"/>
    <w:rsid w:val="004D3C1C"/>
    <w:rsid w:val="004D4165"/>
    <w:rsid w:val="004D47C4"/>
    <w:rsid w:val="004D4FA4"/>
    <w:rsid w:val="004D5E35"/>
    <w:rsid w:val="004E3BAD"/>
    <w:rsid w:val="004E4BBA"/>
    <w:rsid w:val="004E6E9C"/>
    <w:rsid w:val="004E7891"/>
    <w:rsid w:val="004E7F24"/>
    <w:rsid w:val="004F0091"/>
    <w:rsid w:val="004F280E"/>
    <w:rsid w:val="004F310A"/>
    <w:rsid w:val="004F3647"/>
    <w:rsid w:val="004F3740"/>
    <w:rsid w:val="004F3B4D"/>
    <w:rsid w:val="004F5A96"/>
    <w:rsid w:val="004F6743"/>
    <w:rsid w:val="004F6ECD"/>
    <w:rsid w:val="004F6FB8"/>
    <w:rsid w:val="004F7169"/>
    <w:rsid w:val="004F77A3"/>
    <w:rsid w:val="00500D66"/>
    <w:rsid w:val="00500F2E"/>
    <w:rsid w:val="005027B9"/>
    <w:rsid w:val="00503871"/>
    <w:rsid w:val="00504766"/>
    <w:rsid w:val="00505863"/>
    <w:rsid w:val="00506497"/>
    <w:rsid w:val="00511610"/>
    <w:rsid w:val="005127BC"/>
    <w:rsid w:val="0051296A"/>
    <w:rsid w:val="005136D4"/>
    <w:rsid w:val="005138DB"/>
    <w:rsid w:val="00513921"/>
    <w:rsid w:val="005142AC"/>
    <w:rsid w:val="005145CF"/>
    <w:rsid w:val="00514B4A"/>
    <w:rsid w:val="00514C8E"/>
    <w:rsid w:val="00515CAA"/>
    <w:rsid w:val="00516DBF"/>
    <w:rsid w:val="00517571"/>
    <w:rsid w:val="005226F2"/>
    <w:rsid w:val="005241C4"/>
    <w:rsid w:val="00525DD8"/>
    <w:rsid w:val="00527274"/>
    <w:rsid w:val="005305F9"/>
    <w:rsid w:val="00531DBF"/>
    <w:rsid w:val="005321CD"/>
    <w:rsid w:val="00532693"/>
    <w:rsid w:val="005335B6"/>
    <w:rsid w:val="0053372F"/>
    <w:rsid w:val="00533E31"/>
    <w:rsid w:val="00535140"/>
    <w:rsid w:val="00535719"/>
    <w:rsid w:val="00535952"/>
    <w:rsid w:val="00540D7C"/>
    <w:rsid w:val="005411C9"/>
    <w:rsid w:val="00541463"/>
    <w:rsid w:val="005415E4"/>
    <w:rsid w:val="005415FA"/>
    <w:rsid w:val="00541906"/>
    <w:rsid w:val="00541B5B"/>
    <w:rsid w:val="00543167"/>
    <w:rsid w:val="00543C03"/>
    <w:rsid w:val="005448CC"/>
    <w:rsid w:val="00544C7E"/>
    <w:rsid w:val="00545759"/>
    <w:rsid w:val="00545BE0"/>
    <w:rsid w:val="00545EAF"/>
    <w:rsid w:val="005461F4"/>
    <w:rsid w:val="00546930"/>
    <w:rsid w:val="00547B64"/>
    <w:rsid w:val="00547EA2"/>
    <w:rsid w:val="0055070A"/>
    <w:rsid w:val="00551A6D"/>
    <w:rsid w:val="005523C4"/>
    <w:rsid w:val="00552E44"/>
    <w:rsid w:val="00553C48"/>
    <w:rsid w:val="00554C6A"/>
    <w:rsid w:val="00555822"/>
    <w:rsid w:val="005560F6"/>
    <w:rsid w:val="005570EE"/>
    <w:rsid w:val="005576AB"/>
    <w:rsid w:val="005601FD"/>
    <w:rsid w:val="0056114F"/>
    <w:rsid w:val="00561B3A"/>
    <w:rsid w:val="00562E85"/>
    <w:rsid w:val="0056332F"/>
    <w:rsid w:val="0056491B"/>
    <w:rsid w:val="00564B2E"/>
    <w:rsid w:val="005655B4"/>
    <w:rsid w:val="005658DE"/>
    <w:rsid w:val="00565938"/>
    <w:rsid w:val="00566ACF"/>
    <w:rsid w:val="00567D3A"/>
    <w:rsid w:val="00567E03"/>
    <w:rsid w:val="005706A6"/>
    <w:rsid w:val="00571020"/>
    <w:rsid w:val="005719B3"/>
    <w:rsid w:val="00572451"/>
    <w:rsid w:val="0057295E"/>
    <w:rsid w:val="005732AC"/>
    <w:rsid w:val="005738E5"/>
    <w:rsid w:val="005741FD"/>
    <w:rsid w:val="005742A3"/>
    <w:rsid w:val="005755D5"/>
    <w:rsid w:val="005761D7"/>
    <w:rsid w:val="0057799E"/>
    <w:rsid w:val="00577AC0"/>
    <w:rsid w:val="00577CD3"/>
    <w:rsid w:val="00581138"/>
    <w:rsid w:val="00581622"/>
    <w:rsid w:val="00581C39"/>
    <w:rsid w:val="00582534"/>
    <w:rsid w:val="005829B6"/>
    <w:rsid w:val="0058412E"/>
    <w:rsid w:val="00584793"/>
    <w:rsid w:val="0058517F"/>
    <w:rsid w:val="00586F89"/>
    <w:rsid w:val="005903B6"/>
    <w:rsid w:val="00591485"/>
    <w:rsid w:val="005914B8"/>
    <w:rsid w:val="005935BE"/>
    <w:rsid w:val="00593824"/>
    <w:rsid w:val="00593914"/>
    <w:rsid w:val="00595701"/>
    <w:rsid w:val="0059629A"/>
    <w:rsid w:val="005A0247"/>
    <w:rsid w:val="005A126E"/>
    <w:rsid w:val="005A1408"/>
    <w:rsid w:val="005A43B4"/>
    <w:rsid w:val="005A452F"/>
    <w:rsid w:val="005A4622"/>
    <w:rsid w:val="005A4CED"/>
    <w:rsid w:val="005A55AE"/>
    <w:rsid w:val="005A5866"/>
    <w:rsid w:val="005A5DDA"/>
    <w:rsid w:val="005A7463"/>
    <w:rsid w:val="005B140D"/>
    <w:rsid w:val="005B1C8F"/>
    <w:rsid w:val="005B2200"/>
    <w:rsid w:val="005B2275"/>
    <w:rsid w:val="005B25F2"/>
    <w:rsid w:val="005B33F8"/>
    <w:rsid w:val="005B3889"/>
    <w:rsid w:val="005B3F50"/>
    <w:rsid w:val="005B47EC"/>
    <w:rsid w:val="005B48CA"/>
    <w:rsid w:val="005B786B"/>
    <w:rsid w:val="005C00CD"/>
    <w:rsid w:val="005C137A"/>
    <w:rsid w:val="005C13BA"/>
    <w:rsid w:val="005C1829"/>
    <w:rsid w:val="005C1FEA"/>
    <w:rsid w:val="005C2141"/>
    <w:rsid w:val="005C3055"/>
    <w:rsid w:val="005C3495"/>
    <w:rsid w:val="005C40FC"/>
    <w:rsid w:val="005C4622"/>
    <w:rsid w:val="005D16E4"/>
    <w:rsid w:val="005D19D4"/>
    <w:rsid w:val="005D2058"/>
    <w:rsid w:val="005D6547"/>
    <w:rsid w:val="005D67DF"/>
    <w:rsid w:val="005D6931"/>
    <w:rsid w:val="005D6BC0"/>
    <w:rsid w:val="005D784A"/>
    <w:rsid w:val="005D78A6"/>
    <w:rsid w:val="005E276B"/>
    <w:rsid w:val="005E3AC2"/>
    <w:rsid w:val="005E3C52"/>
    <w:rsid w:val="005E3DFC"/>
    <w:rsid w:val="005E4A84"/>
    <w:rsid w:val="005E5942"/>
    <w:rsid w:val="005E60AF"/>
    <w:rsid w:val="005E68A1"/>
    <w:rsid w:val="005E7001"/>
    <w:rsid w:val="005E76D3"/>
    <w:rsid w:val="005F0EC2"/>
    <w:rsid w:val="005F19AB"/>
    <w:rsid w:val="005F1DEA"/>
    <w:rsid w:val="005F5F97"/>
    <w:rsid w:val="00600988"/>
    <w:rsid w:val="006009C1"/>
    <w:rsid w:val="00600A2F"/>
    <w:rsid w:val="00600DCA"/>
    <w:rsid w:val="00601617"/>
    <w:rsid w:val="0060227A"/>
    <w:rsid w:val="00603356"/>
    <w:rsid w:val="00603716"/>
    <w:rsid w:val="00604A6B"/>
    <w:rsid w:val="00605277"/>
    <w:rsid w:val="00605358"/>
    <w:rsid w:val="00605C79"/>
    <w:rsid w:val="00606548"/>
    <w:rsid w:val="0060656B"/>
    <w:rsid w:val="00606756"/>
    <w:rsid w:val="00607EA0"/>
    <w:rsid w:val="00607FC9"/>
    <w:rsid w:val="00610DAE"/>
    <w:rsid w:val="00610E40"/>
    <w:rsid w:val="0061241E"/>
    <w:rsid w:val="00612D43"/>
    <w:rsid w:val="00612E7C"/>
    <w:rsid w:val="00614E48"/>
    <w:rsid w:val="00614E51"/>
    <w:rsid w:val="006156A7"/>
    <w:rsid w:val="006163F8"/>
    <w:rsid w:val="00616A9F"/>
    <w:rsid w:val="00616E20"/>
    <w:rsid w:val="00617958"/>
    <w:rsid w:val="006204B8"/>
    <w:rsid w:val="00620752"/>
    <w:rsid w:val="00620877"/>
    <w:rsid w:val="00621DD7"/>
    <w:rsid w:val="006222D4"/>
    <w:rsid w:val="00622E8F"/>
    <w:rsid w:val="00622FE1"/>
    <w:rsid w:val="0062352D"/>
    <w:rsid w:val="00623715"/>
    <w:rsid w:val="00624004"/>
    <w:rsid w:val="00624491"/>
    <w:rsid w:val="00624E35"/>
    <w:rsid w:val="0062521C"/>
    <w:rsid w:val="00625D71"/>
    <w:rsid w:val="00625FCE"/>
    <w:rsid w:val="006265BE"/>
    <w:rsid w:val="006267DA"/>
    <w:rsid w:val="00626935"/>
    <w:rsid w:val="00626CCF"/>
    <w:rsid w:val="00630641"/>
    <w:rsid w:val="00630A2B"/>
    <w:rsid w:val="00631308"/>
    <w:rsid w:val="00632DC7"/>
    <w:rsid w:val="0063393E"/>
    <w:rsid w:val="00633DF3"/>
    <w:rsid w:val="006345DB"/>
    <w:rsid w:val="00634911"/>
    <w:rsid w:val="00634A46"/>
    <w:rsid w:val="0063514E"/>
    <w:rsid w:val="006357FB"/>
    <w:rsid w:val="0063667F"/>
    <w:rsid w:val="00636EFE"/>
    <w:rsid w:val="006406FC"/>
    <w:rsid w:val="00640E57"/>
    <w:rsid w:val="0064147F"/>
    <w:rsid w:val="006417FE"/>
    <w:rsid w:val="00642211"/>
    <w:rsid w:val="00643472"/>
    <w:rsid w:val="006438C1"/>
    <w:rsid w:val="0064461E"/>
    <w:rsid w:val="00646122"/>
    <w:rsid w:val="0064732D"/>
    <w:rsid w:val="00647552"/>
    <w:rsid w:val="006514F1"/>
    <w:rsid w:val="006520E0"/>
    <w:rsid w:val="00652BE8"/>
    <w:rsid w:val="00652C90"/>
    <w:rsid w:val="006537B0"/>
    <w:rsid w:val="00653E16"/>
    <w:rsid w:val="00654B37"/>
    <w:rsid w:val="00655445"/>
    <w:rsid w:val="00655BF3"/>
    <w:rsid w:val="006568A3"/>
    <w:rsid w:val="00657220"/>
    <w:rsid w:val="00657362"/>
    <w:rsid w:val="00657672"/>
    <w:rsid w:val="0066104B"/>
    <w:rsid w:val="0066247D"/>
    <w:rsid w:val="00662AFF"/>
    <w:rsid w:val="006655EE"/>
    <w:rsid w:val="006659E6"/>
    <w:rsid w:val="006674CF"/>
    <w:rsid w:val="00667781"/>
    <w:rsid w:val="00667983"/>
    <w:rsid w:val="00667B33"/>
    <w:rsid w:val="00667C10"/>
    <w:rsid w:val="00667EF4"/>
    <w:rsid w:val="0067023F"/>
    <w:rsid w:val="00672704"/>
    <w:rsid w:val="0067434D"/>
    <w:rsid w:val="00674DC9"/>
    <w:rsid w:val="00675144"/>
    <w:rsid w:val="00675CCF"/>
    <w:rsid w:val="0067638E"/>
    <w:rsid w:val="00676B43"/>
    <w:rsid w:val="00676FCA"/>
    <w:rsid w:val="00677177"/>
    <w:rsid w:val="006774F1"/>
    <w:rsid w:val="00677DF0"/>
    <w:rsid w:val="006819FD"/>
    <w:rsid w:val="00682E0D"/>
    <w:rsid w:val="006842D7"/>
    <w:rsid w:val="00684642"/>
    <w:rsid w:val="00684979"/>
    <w:rsid w:val="00685761"/>
    <w:rsid w:val="0068612E"/>
    <w:rsid w:val="00686571"/>
    <w:rsid w:val="00686BBB"/>
    <w:rsid w:val="00687833"/>
    <w:rsid w:val="00687C92"/>
    <w:rsid w:val="00691113"/>
    <w:rsid w:val="00691682"/>
    <w:rsid w:val="006916B5"/>
    <w:rsid w:val="0069206B"/>
    <w:rsid w:val="006933AF"/>
    <w:rsid w:val="006934B2"/>
    <w:rsid w:val="00694668"/>
    <w:rsid w:val="0069534E"/>
    <w:rsid w:val="0069669C"/>
    <w:rsid w:val="00696F1C"/>
    <w:rsid w:val="006A11E0"/>
    <w:rsid w:val="006A1200"/>
    <w:rsid w:val="006A1813"/>
    <w:rsid w:val="006A2010"/>
    <w:rsid w:val="006A217C"/>
    <w:rsid w:val="006A21FC"/>
    <w:rsid w:val="006A26BC"/>
    <w:rsid w:val="006A2DF9"/>
    <w:rsid w:val="006A360D"/>
    <w:rsid w:val="006A386C"/>
    <w:rsid w:val="006A4619"/>
    <w:rsid w:val="006A4F4E"/>
    <w:rsid w:val="006A53F7"/>
    <w:rsid w:val="006A597D"/>
    <w:rsid w:val="006A6082"/>
    <w:rsid w:val="006A6791"/>
    <w:rsid w:val="006A6C23"/>
    <w:rsid w:val="006A7387"/>
    <w:rsid w:val="006B0AEC"/>
    <w:rsid w:val="006B122A"/>
    <w:rsid w:val="006B14DB"/>
    <w:rsid w:val="006B1B50"/>
    <w:rsid w:val="006B21C4"/>
    <w:rsid w:val="006B25B9"/>
    <w:rsid w:val="006B32D0"/>
    <w:rsid w:val="006B4714"/>
    <w:rsid w:val="006B58FD"/>
    <w:rsid w:val="006B7B5C"/>
    <w:rsid w:val="006C0618"/>
    <w:rsid w:val="006C14CA"/>
    <w:rsid w:val="006C1DC8"/>
    <w:rsid w:val="006C1F7F"/>
    <w:rsid w:val="006C2C59"/>
    <w:rsid w:val="006C4A1A"/>
    <w:rsid w:val="006C6587"/>
    <w:rsid w:val="006C66F0"/>
    <w:rsid w:val="006C6B5C"/>
    <w:rsid w:val="006C70C7"/>
    <w:rsid w:val="006C7926"/>
    <w:rsid w:val="006D037E"/>
    <w:rsid w:val="006D0393"/>
    <w:rsid w:val="006D1A83"/>
    <w:rsid w:val="006D1AFC"/>
    <w:rsid w:val="006D2D89"/>
    <w:rsid w:val="006D3759"/>
    <w:rsid w:val="006D4744"/>
    <w:rsid w:val="006D4934"/>
    <w:rsid w:val="006D705A"/>
    <w:rsid w:val="006D738C"/>
    <w:rsid w:val="006D7AB2"/>
    <w:rsid w:val="006D7E10"/>
    <w:rsid w:val="006E0A30"/>
    <w:rsid w:val="006E0DC3"/>
    <w:rsid w:val="006E120F"/>
    <w:rsid w:val="006E1CFE"/>
    <w:rsid w:val="006E25EA"/>
    <w:rsid w:val="006E2B8D"/>
    <w:rsid w:val="006E2DF7"/>
    <w:rsid w:val="006E306C"/>
    <w:rsid w:val="006E339B"/>
    <w:rsid w:val="006E3795"/>
    <w:rsid w:val="006E459D"/>
    <w:rsid w:val="006E4849"/>
    <w:rsid w:val="006E4E8E"/>
    <w:rsid w:val="006E5120"/>
    <w:rsid w:val="006E54E9"/>
    <w:rsid w:val="006E5712"/>
    <w:rsid w:val="006E5B62"/>
    <w:rsid w:val="006F10C4"/>
    <w:rsid w:val="006F1317"/>
    <w:rsid w:val="006F1581"/>
    <w:rsid w:val="006F1AD9"/>
    <w:rsid w:val="006F1D56"/>
    <w:rsid w:val="006F23A9"/>
    <w:rsid w:val="006F2EAF"/>
    <w:rsid w:val="006F2F70"/>
    <w:rsid w:val="006F308D"/>
    <w:rsid w:val="006F3563"/>
    <w:rsid w:val="006F3E8C"/>
    <w:rsid w:val="006F40E9"/>
    <w:rsid w:val="006F50D4"/>
    <w:rsid w:val="006F5258"/>
    <w:rsid w:val="006F5603"/>
    <w:rsid w:val="006F6BCA"/>
    <w:rsid w:val="006F78E9"/>
    <w:rsid w:val="00700A88"/>
    <w:rsid w:val="00701400"/>
    <w:rsid w:val="007021DF"/>
    <w:rsid w:val="0070264B"/>
    <w:rsid w:val="007028CF"/>
    <w:rsid w:val="007037CF"/>
    <w:rsid w:val="007063D0"/>
    <w:rsid w:val="00706800"/>
    <w:rsid w:val="00706BF7"/>
    <w:rsid w:val="00710371"/>
    <w:rsid w:val="00710EF0"/>
    <w:rsid w:val="00712D61"/>
    <w:rsid w:val="007134CF"/>
    <w:rsid w:val="00713BC3"/>
    <w:rsid w:val="007148CE"/>
    <w:rsid w:val="0071490D"/>
    <w:rsid w:val="007155DA"/>
    <w:rsid w:val="00716574"/>
    <w:rsid w:val="007167C0"/>
    <w:rsid w:val="00716D07"/>
    <w:rsid w:val="00716E25"/>
    <w:rsid w:val="00720347"/>
    <w:rsid w:val="00720481"/>
    <w:rsid w:val="007207A6"/>
    <w:rsid w:val="007207D1"/>
    <w:rsid w:val="0072087E"/>
    <w:rsid w:val="00720FA1"/>
    <w:rsid w:val="00722274"/>
    <w:rsid w:val="007230D3"/>
    <w:rsid w:val="00724978"/>
    <w:rsid w:val="00725246"/>
    <w:rsid w:val="007255D0"/>
    <w:rsid w:val="007262E9"/>
    <w:rsid w:val="00727CDE"/>
    <w:rsid w:val="00727DF0"/>
    <w:rsid w:val="00733193"/>
    <w:rsid w:val="00734650"/>
    <w:rsid w:val="00735DE0"/>
    <w:rsid w:val="00737379"/>
    <w:rsid w:val="00737622"/>
    <w:rsid w:val="00737E2A"/>
    <w:rsid w:val="00740979"/>
    <w:rsid w:val="007411DB"/>
    <w:rsid w:val="00741789"/>
    <w:rsid w:val="007418BA"/>
    <w:rsid w:val="00743475"/>
    <w:rsid w:val="00744DDA"/>
    <w:rsid w:val="00745E03"/>
    <w:rsid w:val="00745FD8"/>
    <w:rsid w:val="007461A4"/>
    <w:rsid w:val="00746630"/>
    <w:rsid w:val="00747811"/>
    <w:rsid w:val="007506D7"/>
    <w:rsid w:val="00750AC8"/>
    <w:rsid w:val="0075118B"/>
    <w:rsid w:val="00752496"/>
    <w:rsid w:val="00752CBC"/>
    <w:rsid w:val="007538C4"/>
    <w:rsid w:val="007540B6"/>
    <w:rsid w:val="00754982"/>
    <w:rsid w:val="007554ED"/>
    <w:rsid w:val="0075694C"/>
    <w:rsid w:val="0075732A"/>
    <w:rsid w:val="007600F8"/>
    <w:rsid w:val="00760262"/>
    <w:rsid w:val="00762454"/>
    <w:rsid w:val="0076310C"/>
    <w:rsid w:val="0076337F"/>
    <w:rsid w:val="00764AAB"/>
    <w:rsid w:val="00765442"/>
    <w:rsid w:val="00766BAE"/>
    <w:rsid w:val="0076744F"/>
    <w:rsid w:val="00767BCE"/>
    <w:rsid w:val="00767EFC"/>
    <w:rsid w:val="007707DE"/>
    <w:rsid w:val="00770859"/>
    <w:rsid w:val="00770B5D"/>
    <w:rsid w:val="00770C5A"/>
    <w:rsid w:val="00771DCA"/>
    <w:rsid w:val="0077257A"/>
    <w:rsid w:val="007731EF"/>
    <w:rsid w:val="00774632"/>
    <w:rsid w:val="0077471F"/>
    <w:rsid w:val="007752F1"/>
    <w:rsid w:val="007759A8"/>
    <w:rsid w:val="00775AFF"/>
    <w:rsid w:val="00776768"/>
    <w:rsid w:val="0077780D"/>
    <w:rsid w:val="00777EFE"/>
    <w:rsid w:val="0078037E"/>
    <w:rsid w:val="00780832"/>
    <w:rsid w:val="00780883"/>
    <w:rsid w:val="00781228"/>
    <w:rsid w:val="0078187A"/>
    <w:rsid w:val="00781AF7"/>
    <w:rsid w:val="0078271D"/>
    <w:rsid w:val="00784D18"/>
    <w:rsid w:val="007850E7"/>
    <w:rsid w:val="0078518A"/>
    <w:rsid w:val="0078657A"/>
    <w:rsid w:val="00786844"/>
    <w:rsid w:val="00786B31"/>
    <w:rsid w:val="00786DBF"/>
    <w:rsid w:val="00787608"/>
    <w:rsid w:val="00787B4A"/>
    <w:rsid w:val="007913E7"/>
    <w:rsid w:val="0079169E"/>
    <w:rsid w:val="00792491"/>
    <w:rsid w:val="0079476D"/>
    <w:rsid w:val="007948BB"/>
    <w:rsid w:val="007956C4"/>
    <w:rsid w:val="00796611"/>
    <w:rsid w:val="007970F1"/>
    <w:rsid w:val="00797807"/>
    <w:rsid w:val="007A1354"/>
    <w:rsid w:val="007A2573"/>
    <w:rsid w:val="007A268B"/>
    <w:rsid w:val="007A3863"/>
    <w:rsid w:val="007A3B02"/>
    <w:rsid w:val="007A419D"/>
    <w:rsid w:val="007A51D7"/>
    <w:rsid w:val="007A5BC7"/>
    <w:rsid w:val="007A6343"/>
    <w:rsid w:val="007A6685"/>
    <w:rsid w:val="007A742C"/>
    <w:rsid w:val="007A7EB4"/>
    <w:rsid w:val="007B0080"/>
    <w:rsid w:val="007B06FC"/>
    <w:rsid w:val="007B106C"/>
    <w:rsid w:val="007B1A4E"/>
    <w:rsid w:val="007B1A6D"/>
    <w:rsid w:val="007B362E"/>
    <w:rsid w:val="007B3644"/>
    <w:rsid w:val="007B3D05"/>
    <w:rsid w:val="007B4166"/>
    <w:rsid w:val="007B44EF"/>
    <w:rsid w:val="007B470B"/>
    <w:rsid w:val="007B5360"/>
    <w:rsid w:val="007B5503"/>
    <w:rsid w:val="007B5745"/>
    <w:rsid w:val="007B58F9"/>
    <w:rsid w:val="007B5DE1"/>
    <w:rsid w:val="007B6131"/>
    <w:rsid w:val="007B6B74"/>
    <w:rsid w:val="007C0F1F"/>
    <w:rsid w:val="007C179C"/>
    <w:rsid w:val="007C1E94"/>
    <w:rsid w:val="007C2D06"/>
    <w:rsid w:val="007C49FC"/>
    <w:rsid w:val="007C4F40"/>
    <w:rsid w:val="007C5003"/>
    <w:rsid w:val="007C52A3"/>
    <w:rsid w:val="007C65E5"/>
    <w:rsid w:val="007C6BB3"/>
    <w:rsid w:val="007D025D"/>
    <w:rsid w:val="007D0416"/>
    <w:rsid w:val="007D0E0D"/>
    <w:rsid w:val="007D12F7"/>
    <w:rsid w:val="007D14B4"/>
    <w:rsid w:val="007D2B31"/>
    <w:rsid w:val="007D2DCD"/>
    <w:rsid w:val="007D2F97"/>
    <w:rsid w:val="007D2F9E"/>
    <w:rsid w:val="007D3AD7"/>
    <w:rsid w:val="007D3B41"/>
    <w:rsid w:val="007D3F0B"/>
    <w:rsid w:val="007D4BA7"/>
    <w:rsid w:val="007D4CD1"/>
    <w:rsid w:val="007D7326"/>
    <w:rsid w:val="007D73D4"/>
    <w:rsid w:val="007D742F"/>
    <w:rsid w:val="007D79C3"/>
    <w:rsid w:val="007E0DAB"/>
    <w:rsid w:val="007E1416"/>
    <w:rsid w:val="007E1C18"/>
    <w:rsid w:val="007E1D99"/>
    <w:rsid w:val="007E2331"/>
    <w:rsid w:val="007E24F6"/>
    <w:rsid w:val="007E45C1"/>
    <w:rsid w:val="007E5619"/>
    <w:rsid w:val="007F0A99"/>
    <w:rsid w:val="007F1B0D"/>
    <w:rsid w:val="007F2A90"/>
    <w:rsid w:val="007F3E01"/>
    <w:rsid w:val="007F6265"/>
    <w:rsid w:val="007F6C31"/>
    <w:rsid w:val="007F6FCD"/>
    <w:rsid w:val="007F7C2C"/>
    <w:rsid w:val="00800262"/>
    <w:rsid w:val="00800F64"/>
    <w:rsid w:val="00801050"/>
    <w:rsid w:val="008011B9"/>
    <w:rsid w:val="00801A2E"/>
    <w:rsid w:val="00802176"/>
    <w:rsid w:val="00802F0B"/>
    <w:rsid w:val="0080330A"/>
    <w:rsid w:val="00806206"/>
    <w:rsid w:val="008063C0"/>
    <w:rsid w:val="00806785"/>
    <w:rsid w:val="0080689B"/>
    <w:rsid w:val="00806A3E"/>
    <w:rsid w:val="00810A67"/>
    <w:rsid w:val="00810B32"/>
    <w:rsid w:val="0081156C"/>
    <w:rsid w:val="00811B1A"/>
    <w:rsid w:val="008120CD"/>
    <w:rsid w:val="008137E5"/>
    <w:rsid w:val="00813F80"/>
    <w:rsid w:val="008164AC"/>
    <w:rsid w:val="00816575"/>
    <w:rsid w:val="008169EE"/>
    <w:rsid w:val="00817731"/>
    <w:rsid w:val="00820273"/>
    <w:rsid w:val="00820346"/>
    <w:rsid w:val="00820671"/>
    <w:rsid w:val="00820A70"/>
    <w:rsid w:val="0082252F"/>
    <w:rsid w:val="00823B34"/>
    <w:rsid w:val="00823D6A"/>
    <w:rsid w:val="00824A8A"/>
    <w:rsid w:val="0082547F"/>
    <w:rsid w:val="008257C0"/>
    <w:rsid w:val="00825B9B"/>
    <w:rsid w:val="008266F2"/>
    <w:rsid w:val="008273BE"/>
    <w:rsid w:val="00827BFE"/>
    <w:rsid w:val="0083138B"/>
    <w:rsid w:val="00831E94"/>
    <w:rsid w:val="00833254"/>
    <w:rsid w:val="0083334C"/>
    <w:rsid w:val="00833CF7"/>
    <w:rsid w:val="008343B5"/>
    <w:rsid w:val="00834A31"/>
    <w:rsid w:val="00834CDE"/>
    <w:rsid w:val="008363E3"/>
    <w:rsid w:val="00836B13"/>
    <w:rsid w:val="00837EBF"/>
    <w:rsid w:val="00840031"/>
    <w:rsid w:val="00840BD4"/>
    <w:rsid w:val="00840C29"/>
    <w:rsid w:val="00841656"/>
    <w:rsid w:val="00842464"/>
    <w:rsid w:val="00843EA5"/>
    <w:rsid w:val="0084437C"/>
    <w:rsid w:val="00844610"/>
    <w:rsid w:val="00845601"/>
    <w:rsid w:val="00845D91"/>
    <w:rsid w:val="0084694E"/>
    <w:rsid w:val="008470D0"/>
    <w:rsid w:val="008501CC"/>
    <w:rsid w:val="00850694"/>
    <w:rsid w:val="00850A4E"/>
    <w:rsid w:val="00852321"/>
    <w:rsid w:val="00852BF8"/>
    <w:rsid w:val="0085411B"/>
    <w:rsid w:val="00855C5C"/>
    <w:rsid w:val="00855F21"/>
    <w:rsid w:val="00857948"/>
    <w:rsid w:val="00861738"/>
    <w:rsid w:val="008618E1"/>
    <w:rsid w:val="008624B1"/>
    <w:rsid w:val="00863ABB"/>
    <w:rsid w:val="008655A6"/>
    <w:rsid w:val="00866194"/>
    <w:rsid w:val="00866B97"/>
    <w:rsid w:val="008676C1"/>
    <w:rsid w:val="00867E0A"/>
    <w:rsid w:val="00867F09"/>
    <w:rsid w:val="00867F6F"/>
    <w:rsid w:val="008703CE"/>
    <w:rsid w:val="00871270"/>
    <w:rsid w:val="00871DD0"/>
    <w:rsid w:val="008722D8"/>
    <w:rsid w:val="00872E9B"/>
    <w:rsid w:val="0087454E"/>
    <w:rsid w:val="00876C62"/>
    <w:rsid w:val="00880B19"/>
    <w:rsid w:val="00880DA2"/>
    <w:rsid w:val="0088368A"/>
    <w:rsid w:val="00883977"/>
    <w:rsid w:val="008839B0"/>
    <w:rsid w:val="00883B29"/>
    <w:rsid w:val="00883E13"/>
    <w:rsid w:val="00884BB2"/>
    <w:rsid w:val="00884CF9"/>
    <w:rsid w:val="00885240"/>
    <w:rsid w:val="00885BD7"/>
    <w:rsid w:val="00886CD4"/>
    <w:rsid w:val="0088701B"/>
    <w:rsid w:val="008877AE"/>
    <w:rsid w:val="00887D0D"/>
    <w:rsid w:val="00887DA5"/>
    <w:rsid w:val="008910E9"/>
    <w:rsid w:val="0089199F"/>
    <w:rsid w:val="00891ABF"/>
    <w:rsid w:val="00891C4A"/>
    <w:rsid w:val="0089257C"/>
    <w:rsid w:val="00892E19"/>
    <w:rsid w:val="00893FFF"/>
    <w:rsid w:val="00896BBF"/>
    <w:rsid w:val="008970B5"/>
    <w:rsid w:val="00897EF5"/>
    <w:rsid w:val="008A0EF0"/>
    <w:rsid w:val="008A0FC3"/>
    <w:rsid w:val="008A227D"/>
    <w:rsid w:val="008A2FB4"/>
    <w:rsid w:val="008A3A95"/>
    <w:rsid w:val="008A3A9C"/>
    <w:rsid w:val="008A3C96"/>
    <w:rsid w:val="008A3EC9"/>
    <w:rsid w:val="008A3F5E"/>
    <w:rsid w:val="008A450D"/>
    <w:rsid w:val="008A5B21"/>
    <w:rsid w:val="008A5BA8"/>
    <w:rsid w:val="008A7141"/>
    <w:rsid w:val="008A75CF"/>
    <w:rsid w:val="008A7D72"/>
    <w:rsid w:val="008B14D4"/>
    <w:rsid w:val="008B3183"/>
    <w:rsid w:val="008B3E48"/>
    <w:rsid w:val="008B4019"/>
    <w:rsid w:val="008B4539"/>
    <w:rsid w:val="008B4E77"/>
    <w:rsid w:val="008B5285"/>
    <w:rsid w:val="008B52E2"/>
    <w:rsid w:val="008B65C9"/>
    <w:rsid w:val="008B6CB2"/>
    <w:rsid w:val="008B7A2E"/>
    <w:rsid w:val="008C0AD0"/>
    <w:rsid w:val="008C1016"/>
    <w:rsid w:val="008C22F3"/>
    <w:rsid w:val="008C257A"/>
    <w:rsid w:val="008C27FF"/>
    <w:rsid w:val="008C2D4A"/>
    <w:rsid w:val="008C2FC1"/>
    <w:rsid w:val="008C3498"/>
    <w:rsid w:val="008C6436"/>
    <w:rsid w:val="008C68C1"/>
    <w:rsid w:val="008D007B"/>
    <w:rsid w:val="008D078E"/>
    <w:rsid w:val="008D08D8"/>
    <w:rsid w:val="008D1140"/>
    <w:rsid w:val="008D1683"/>
    <w:rsid w:val="008D3900"/>
    <w:rsid w:val="008D49C8"/>
    <w:rsid w:val="008D4BF3"/>
    <w:rsid w:val="008D534F"/>
    <w:rsid w:val="008D67FF"/>
    <w:rsid w:val="008D6E1D"/>
    <w:rsid w:val="008D7246"/>
    <w:rsid w:val="008D7D67"/>
    <w:rsid w:val="008E0115"/>
    <w:rsid w:val="008E015B"/>
    <w:rsid w:val="008E070D"/>
    <w:rsid w:val="008E146A"/>
    <w:rsid w:val="008E18E1"/>
    <w:rsid w:val="008E22DD"/>
    <w:rsid w:val="008E297B"/>
    <w:rsid w:val="008E3F71"/>
    <w:rsid w:val="008E4AF1"/>
    <w:rsid w:val="008E51FE"/>
    <w:rsid w:val="008E5C17"/>
    <w:rsid w:val="008E651D"/>
    <w:rsid w:val="008E79FE"/>
    <w:rsid w:val="008F02A1"/>
    <w:rsid w:val="008F0F32"/>
    <w:rsid w:val="008F2243"/>
    <w:rsid w:val="008F2B0C"/>
    <w:rsid w:val="008F39B4"/>
    <w:rsid w:val="008F4162"/>
    <w:rsid w:val="008F426C"/>
    <w:rsid w:val="008F4282"/>
    <w:rsid w:val="008F739B"/>
    <w:rsid w:val="008F7C80"/>
    <w:rsid w:val="009005BD"/>
    <w:rsid w:val="0090096E"/>
    <w:rsid w:val="00901E26"/>
    <w:rsid w:val="009025CF"/>
    <w:rsid w:val="00902A7B"/>
    <w:rsid w:val="00902BE8"/>
    <w:rsid w:val="00903E02"/>
    <w:rsid w:val="00905AF6"/>
    <w:rsid w:val="00906F23"/>
    <w:rsid w:val="00907349"/>
    <w:rsid w:val="00910A5E"/>
    <w:rsid w:val="00911C02"/>
    <w:rsid w:val="00911EB7"/>
    <w:rsid w:val="009120DB"/>
    <w:rsid w:val="0091221F"/>
    <w:rsid w:val="00913175"/>
    <w:rsid w:val="00914E81"/>
    <w:rsid w:val="00916EDB"/>
    <w:rsid w:val="00916F10"/>
    <w:rsid w:val="0092060E"/>
    <w:rsid w:val="00920861"/>
    <w:rsid w:val="009213F2"/>
    <w:rsid w:val="009217DF"/>
    <w:rsid w:val="00921DBA"/>
    <w:rsid w:val="009228DD"/>
    <w:rsid w:val="00922B13"/>
    <w:rsid w:val="00923215"/>
    <w:rsid w:val="009242EF"/>
    <w:rsid w:val="009247D5"/>
    <w:rsid w:val="00924926"/>
    <w:rsid w:val="0092558C"/>
    <w:rsid w:val="0092582C"/>
    <w:rsid w:val="00925A70"/>
    <w:rsid w:val="009274C0"/>
    <w:rsid w:val="00927517"/>
    <w:rsid w:val="00927F2A"/>
    <w:rsid w:val="0093136D"/>
    <w:rsid w:val="00932291"/>
    <w:rsid w:val="00932848"/>
    <w:rsid w:val="00932861"/>
    <w:rsid w:val="0093319D"/>
    <w:rsid w:val="0093408E"/>
    <w:rsid w:val="009344F0"/>
    <w:rsid w:val="00940A1E"/>
    <w:rsid w:val="00940EE3"/>
    <w:rsid w:val="00941009"/>
    <w:rsid w:val="009413F9"/>
    <w:rsid w:val="00941E1E"/>
    <w:rsid w:val="009430E1"/>
    <w:rsid w:val="00943AD9"/>
    <w:rsid w:val="00944067"/>
    <w:rsid w:val="00945833"/>
    <w:rsid w:val="00946752"/>
    <w:rsid w:val="0094676B"/>
    <w:rsid w:val="00946CBF"/>
    <w:rsid w:val="00946F8B"/>
    <w:rsid w:val="009471AF"/>
    <w:rsid w:val="00947A2F"/>
    <w:rsid w:val="00947D3E"/>
    <w:rsid w:val="0095003D"/>
    <w:rsid w:val="009502EA"/>
    <w:rsid w:val="009509C3"/>
    <w:rsid w:val="00950AC2"/>
    <w:rsid w:val="00952996"/>
    <w:rsid w:val="00952DDF"/>
    <w:rsid w:val="009537DD"/>
    <w:rsid w:val="00953AE1"/>
    <w:rsid w:val="00953D1E"/>
    <w:rsid w:val="009571E0"/>
    <w:rsid w:val="0095787F"/>
    <w:rsid w:val="009617C7"/>
    <w:rsid w:val="0096397F"/>
    <w:rsid w:val="00963B6A"/>
    <w:rsid w:val="0096440B"/>
    <w:rsid w:val="0096470A"/>
    <w:rsid w:val="00964BE5"/>
    <w:rsid w:val="00965555"/>
    <w:rsid w:val="009656E5"/>
    <w:rsid w:val="00965C12"/>
    <w:rsid w:val="009665D4"/>
    <w:rsid w:val="00966CB7"/>
    <w:rsid w:val="00967225"/>
    <w:rsid w:val="00967F16"/>
    <w:rsid w:val="00970496"/>
    <w:rsid w:val="009708F0"/>
    <w:rsid w:val="00970950"/>
    <w:rsid w:val="00971355"/>
    <w:rsid w:val="009716DB"/>
    <w:rsid w:val="00972076"/>
    <w:rsid w:val="009725EA"/>
    <w:rsid w:val="00972E56"/>
    <w:rsid w:val="00973CE3"/>
    <w:rsid w:val="00975F78"/>
    <w:rsid w:val="0097665A"/>
    <w:rsid w:val="00976C66"/>
    <w:rsid w:val="00977837"/>
    <w:rsid w:val="00977E8B"/>
    <w:rsid w:val="00980275"/>
    <w:rsid w:val="009812D4"/>
    <w:rsid w:val="009817F0"/>
    <w:rsid w:val="00981D06"/>
    <w:rsid w:val="00982030"/>
    <w:rsid w:val="00982CCB"/>
    <w:rsid w:val="0098361F"/>
    <w:rsid w:val="00985428"/>
    <w:rsid w:val="00986253"/>
    <w:rsid w:val="0098682F"/>
    <w:rsid w:val="009874E1"/>
    <w:rsid w:val="009920D8"/>
    <w:rsid w:val="009923B8"/>
    <w:rsid w:val="00992791"/>
    <w:rsid w:val="00992CB8"/>
    <w:rsid w:val="00993468"/>
    <w:rsid w:val="00996626"/>
    <w:rsid w:val="00997974"/>
    <w:rsid w:val="00997BA7"/>
    <w:rsid w:val="009A02AF"/>
    <w:rsid w:val="009A03AD"/>
    <w:rsid w:val="009A1EDA"/>
    <w:rsid w:val="009A20C3"/>
    <w:rsid w:val="009A31D8"/>
    <w:rsid w:val="009A357D"/>
    <w:rsid w:val="009A35C2"/>
    <w:rsid w:val="009B0334"/>
    <w:rsid w:val="009B13DA"/>
    <w:rsid w:val="009B1472"/>
    <w:rsid w:val="009B1999"/>
    <w:rsid w:val="009B2511"/>
    <w:rsid w:val="009B29CD"/>
    <w:rsid w:val="009B38BE"/>
    <w:rsid w:val="009B3978"/>
    <w:rsid w:val="009B4AE1"/>
    <w:rsid w:val="009B4C07"/>
    <w:rsid w:val="009B4E67"/>
    <w:rsid w:val="009B6233"/>
    <w:rsid w:val="009B675E"/>
    <w:rsid w:val="009C0C98"/>
    <w:rsid w:val="009C12C8"/>
    <w:rsid w:val="009C21C6"/>
    <w:rsid w:val="009C3D0F"/>
    <w:rsid w:val="009C3DDB"/>
    <w:rsid w:val="009C3EAF"/>
    <w:rsid w:val="009C46FB"/>
    <w:rsid w:val="009C659A"/>
    <w:rsid w:val="009C7DBF"/>
    <w:rsid w:val="009C7E84"/>
    <w:rsid w:val="009D00BA"/>
    <w:rsid w:val="009D0168"/>
    <w:rsid w:val="009D01C8"/>
    <w:rsid w:val="009D0299"/>
    <w:rsid w:val="009D0953"/>
    <w:rsid w:val="009D12BE"/>
    <w:rsid w:val="009D1519"/>
    <w:rsid w:val="009D1ADC"/>
    <w:rsid w:val="009D3170"/>
    <w:rsid w:val="009D58DB"/>
    <w:rsid w:val="009D5BE0"/>
    <w:rsid w:val="009D636F"/>
    <w:rsid w:val="009D67B0"/>
    <w:rsid w:val="009D787C"/>
    <w:rsid w:val="009E0F99"/>
    <w:rsid w:val="009E19C1"/>
    <w:rsid w:val="009E1B19"/>
    <w:rsid w:val="009E269C"/>
    <w:rsid w:val="009E29D3"/>
    <w:rsid w:val="009E5824"/>
    <w:rsid w:val="009E5842"/>
    <w:rsid w:val="009E5FF8"/>
    <w:rsid w:val="009E65D5"/>
    <w:rsid w:val="009E7275"/>
    <w:rsid w:val="009F076C"/>
    <w:rsid w:val="009F10BA"/>
    <w:rsid w:val="009F1506"/>
    <w:rsid w:val="009F35E2"/>
    <w:rsid w:val="009F3A70"/>
    <w:rsid w:val="009F4063"/>
    <w:rsid w:val="009F41E2"/>
    <w:rsid w:val="009F4B94"/>
    <w:rsid w:val="009F65F9"/>
    <w:rsid w:val="009F68BA"/>
    <w:rsid w:val="009F7BDF"/>
    <w:rsid w:val="00A00044"/>
    <w:rsid w:val="00A00B4E"/>
    <w:rsid w:val="00A00F8E"/>
    <w:rsid w:val="00A0148C"/>
    <w:rsid w:val="00A0355E"/>
    <w:rsid w:val="00A03736"/>
    <w:rsid w:val="00A03906"/>
    <w:rsid w:val="00A04104"/>
    <w:rsid w:val="00A04D59"/>
    <w:rsid w:val="00A051BA"/>
    <w:rsid w:val="00A06277"/>
    <w:rsid w:val="00A079DC"/>
    <w:rsid w:val="00A105DE"/>
    <w:rsid w:val="00A108BD"/>
    <w:rsid w:val="00A111C2"/>
    <w:rsid w:val="00A11971"/>
    <w:rsid w:val="00A11D33"/>
    <w:rsid w:val="00A12413"/>
    <w:rsid w:val="00A136D8"/>
    <w:rsid w:val="00A15375"/>
    <w:rsid w:val="00A15423"/>
    <w:rsid w:val="00A154D1"/>
    <w:rsid w:val="00A1631A"/>
    <w:rsid w:val="00A17683"/>
    <w:rsid w:val="00A17846"/>
    <w:rsid w:val="00A20D38"/>
    <w:rsid w:val="00A214A5"/>
    <w:rsid w:val="00A21E3B"/>
    <w:rsid w:val="00A231AC"/>
    <w:rsid w:val="00A236BB"/>
    <w:rsid w:val="00A23CFC"/>
    <w:rsid w:val="00A24937"/>
    <w:rsid w:val="00A26965"/>
    <w:rsid w:val="00A272CF"/>
    <w:rsid w:val="00A27546"/>
    <w:rsid w:val="00A30ECF"/>
    <w:rsid w:val="00A32AD5"/>
    <w:rsid w:val="00A3354C"/>
    <w:rsid w:val="00A33841"/>
    <w:rsid w:val="00A338AA"/>
    <w:rsid w:val="00A338E7"/>
    <w:rsid w:val="00A33947"/>
    <w:rsid w:val="00A33CB8"/>
    <w:rsid w:val="00A33E98"/>
    <w:rsid w:val="00A33FEA"/>
    <w:rsid w:val="00A34C77"/>
    <w:rsid w:val="00A35CAA"/>
    <w:rsid w:val="00A368C8"/>
    <w:rsid w:val="00A36E7F"/>
    <w:rsid w:val="00A36FD7"/>
    <w:rsid w:val="00A4005D"/>
    <w:rsid w:val="00A41BF5"/>
    <w:rsid w:val="00A41E65"/>
    <w:rsid w:val="00A42007"/>
    <w:rsid w:val="00A42074"/>
    <w:rsid w:val="00A43E0A"/>
    <w:rsid w:val="00A468F0"/>
    <w:rsid w:val="00A50328"/>
    <w:rsid w:val="00A505B3"/>
    <w:rsid w:val="00A50985"/>
    <w:rsid w:val="00A5188D"/>
    <w:rsid w:val="00A52438"/>
    <w:rsid w:val="00A525C1"/>
    <w:rsid w:val="00A530C7"/>
    <w:rsid w:val="00A53ABB"/>
    <w:rsid w:val="00A53B30"/>
    <w:rsid w:val="00A5477C"/>
    <w:rsid w:val="00A55241"/>
    <w:rsid w:val="00A55F5B"/>
    <w:rsid w:val="00A5630D"/>
    <w:rsid w:val="00A5634C"/>
    <w:rsid w:val="00A57207"/>
    <w:rsid w:val="00A576DF"/>
    <w:rsid w:val="00A60185"/>
    <w:rsid w:val="00A60418"/>
    <w:rsid w:val="00A60DD0"/>
    <w:rsid w:val="00A62C0B"/>
    <w:rsid w:val="00A63A2D"/>
    <w:rsid w:val="00A64851"/>
    <w:rsid w:val="00A6500D"/>
    <w:rsid w:val="00A65195"/>
    <w:rsid w:val="00A661EA"/>
    <w:rsid w:val="00A66B12"/>
    <w:rsid w:val="00A66C2D"/>
    <w:rsid w:val="00A71694"/>
    <w:rsid w:val="00A723C2"/>
    <w:rsid w:val="00A723EB"/>
    <w:rsid w:val="00A730F3"/>
    <w:rsid w:val="00A73DAD"/>
    <w:rsid w:val="00A74C6B"/>
    <w:rsid w:val="00A75544"/>
    <w:rsid w:val="00A75AB6"/>
    <w:rsid w:val="00A76392"/>
    <w:rsid w:val="00A77F7C"/>
    <w:rsid w:val="00A80676"/>
    <w:rsid w:val="00A8087F"/>
    <w:rsid w:val="00A814F9"/>
    <w:rsid w:val="00A81931"/>
    <w:rsid w:val="00A8287A"/>
    <w:rsid w:val="00A830E5"/>
    <w:rsid w:val="00A832A6"/>
    <w:rsid w:val="00A83877"/>
    <w:rsid w:val="00A84E12"/>
    <w:rsid w:val="00A862C4"/>
    <w:rsid w:val="00A86534"/>
    <w:rsid w:val="00A87135"/>
    <w:rsid w:val="00A875A2"/>
    <w:rsid w:val="00A8773A"/>
    <w:rsid w:val="00A91612"/>
    <w:rsid w:val="00A92216"/>
    <w:rsid w:val="00A92442"/>
    <w:rsid w:val="00A93280"/>
    <w:rsid w:val="00A93C5C"/>
    <w:rsid w:val="00A94679"/>
    <w:rsid w:val="00A951EA"/>
    <w:rsid w:val="00A95A22"/>
    <w:rsid w:val="00A95B5E"/>
    <w:rsid w:val="00A961C8"/>
    <w:rsid w:val="00A96242"/>
    <w:rsid w:val="00A963DF"/>
    <w:rsid w:val="00A96429"/>
    <w:rsid w:val="00A96446"/>
    <w:rsid w:val="00A965A3"/>
    <w:rsid w:val="00AA0BE9"/>
    <w:rsid w:val="00AA1322"/>
    <w:rsid w:val="00AA2548"/>
    <w:rsid w:val="00AA4A1E"/>
    <w:rsid w:val="00AA4BA4"/>
    <w:rsid w:val="00AA4E29"/>
    <w:rsid w:val="00AA58C4"/>
    <w:rsid w:val="00AA68B8"/>
    <w:rsid w:val="00AB075C"/>
    <w:rsid w:val="00AB09FC"/>
    <w:rsid w:val="00AB11C8"/>
    <w:rsid w:val="00AB1AB6"/>
    <w:rsid w:val="00AB222C"/>
    <w:rsid w:val="00AB43D9"/>
    <w:rsid w:val="00AB44CE"/>
    <w:rsid w:val="00AB5A58"/>
    <w:rsid w:val="00AB7092"/>
    <w:rsid w:val="00AB70E7"/>
    <w:rsid w:val="00AB7E0F"/>
    <w:rsid w:val="00AB7E32"/>
    <w:rsid w:val="00AB7ED0"/>
    <w:rsid w:val="00AC08A8"/>
    <w:rsid w:val="00AC211C"/>
    <w:rsid w:val="00AC29F5"/>
    <w:rsid w:val="00AC2E40"/>
    <w:rsid w:val="00AC3EA2"/>
    <w:rsid w:val="00AC4625"/>
    <w:rsid w:val="00AC4DA8"/>
    <w:rsid w:val="00AC6209"/>
    <w:rsid w:val="00AC642F"/>
    <w:rsid w:val="00AC6589"/>
    <w:rsid w:val="00AD00FF"/>
    <w:rsid w:val="00AD0170"/>
    <w:rsid w:val="00AD2534"/>
    <w:rsid w:val="00AD395C"/>
    <w:rsid w:val="00AD40EB"/>
    <w:rsid w:val="00AD4A80"/>
    <w:rsid w:val="00AD56C8"/>
    <w:rsid w:val="00AD57C9"/>
    <w:rsid w:val="00AD58F2"/>
    <w:rsid w:val="00AD6E31"/>
    <w:rsid w:val="00AD715B"/>
    <w:rsid w:val="00AE3A16"/>
    <w:rsid w:val="00AE3FAF"/>
    <w:rsid w:val="00AE42E8"/>
    <w:rsid w:val="00AE436D"/>
    <w:rsid w:val="00AE5EB1"/>
    <w:rsid w:val="00AF1455"/>
    <w:rsid w:val="00AF178C"/>
    <w:rsid w:val="00AF279A"/>
    <w:rsid w:val="00AF2DA0"/>
    <w:rsid w:val="00AF546F"/>
    <w:rsid w:val="00AF5599"/>
    <w:rsid w:val="00AF576F"/>
    <w:rsid w:val="00AF5C6E"/>
    <w:rsid w:val="00AF5FEE"/>
    <w:rsid w:val="00AF64D9"/>
    <w:rsid w:val="00AF7915"/>
    <w:rsid w:val="00B011E3"/>
    <w:rsid w:val="00B01A7E"/>
    <w:rsid w:val="00B049F9"/>
    <w:rsid w:val="00B0512A"/>
    <w:rsid w:val="00B0529F"/>
    <w:rsid w:val="00B05369"/>
    <w:rsid w:val="00B073B3"/>
    <w:rsid w:val="00B07787"/>
    <w:rsid w:val="00B10624"/>
    <w:rsid w:val="00B11646"/>
    <w:rsid w:val="00B11FDE"/>
    <w:rsid w:val="00B13F5E"/>
    <w:rsid w:val="00B1418B"/>
    <w:rsid w:val="00B1591A"/>
    <w:rsid w:val="00B1593B"/>
    <w:rsid w:val="00B160AE"/>
    <w:rsid w:val="00B16CA0"/>
    <w:rsid w:val="00B1733B"/>
    <w:rsid w:val="00B17E1B"/>
    <w:rsid w:val="00B20BB5"/>
    <w:rsid w:val="00B21195"/>
    <w:rsid w:val="00B21B77"/>
    <w:rsid w:val="00B22AE1"/>
    <w:rsid w:val="00B232EB"/>
    <w:rsid w:val="00B2484C"/>
    <w:rsid w:val="00B24B22"/>
    <w:rsid w:val="00B25310"/>
    <w:rsid w:val="00B25469"/>
    <w:rsid w:val="00B25D18"/>
    <w:rsid w:val="00B263B6"/>
    <w:rsid w:val="00B27318"/>
    <w:rsid w:val="00B2749A"/>
    <w:rsid w:val="00B30223"/>
    <w:rsid w:val="00B30B94"/>
    <w:rsid w:val="00B30E5D"/>
    <w:rsid w:val="00B3193E"/>
    <w:rsid w:val="00B31FEB"/>
    <w:rsid w:val="00B32F8F"/>
    <w:rsid w:val="00B32FD5"/>
    <w:rsid w:val="00B33AB7"/>
    <w:rsid w:val="00B343E9"/>
    <w:rsid w:val="00B34674"/>
    <w:rsid w:val="00B350CF"/>
    <w:rsid w:val="00B37679"/>
    <w:rsid w:val="00B37AF2"/>
    <w:rsid w:val="00B37C28"/>
    <w:rsid w:val="00B37D0A"/>
    <w:rsid w:val="00B40FCB"/>
    <w:rsid w:val="00B41B16"/>
    <w:rsid w:val="00B425CC"/>
    <w:rsid w:val="00B4265A"/>
    <w:rsid w:val="00B435B2"/>
    <w:rsid w:val="00B43702"/>
    <w:rsid w:val="00B45519"/>
    <w:rsid w:val="00B46E81"/>
    <w:rsid w:val="00B4703C"/>
    <w:rsid w:val="00B47603"/>
    <w:rsid w:val="00B477A7"/>
    <w:rsid w:val="00B4793B"/>
    <w:rsid w:val="00B5053C"/>
    <w:rsid w:val="00B5057D"/>
    <w:rsid w:val="00B52466"/>
    <w:rsid w:val="00B53942"/>
    <w:rsid w:val="00B54DC4"/>
    <w:rsid w:val="00B54DE9"/>
    <w:rsid w:val="00B551D3"/>
    <w:rsid w:val="00B553EC"/>
    <w:rsid w:val="00B55824"/>
    <w:rsid w:val="00B55E3F"/>
    <w:rsid w:val="00B56864"/>
    <w:rsid w:val="00B56AB6"/>
    <w:rsid w:val="00B56D73"/>
    <w:rsid w:val="00B62297"/>
    <w:rsid w:val="00B62304"/>
    <w:rsid w:val="00B62D55"/>
    <w:rsid w:val="00B63743"/>
    <w:rsid w:val="00B63E42"/>
    <w:rsid w:val="00B6489C"/>
    <w:rsid w:val="00B6517E"/>
    <w:rsid w:val="00B65329"/>
    <w:rsid w:val="00B65918"/>
    <w:rsid w:val="00B65FE9"/>
    <w:rsid w:val="00B663C7"/>
    <w:rsid w:val="00B66FAE"/>
    <w:rsid w:val="00B723B6"/>
    <w:rsid w:val="00B74677"/>
    <w:rsid w:val="00B750B9"/>
    <w:rsid w:val="00B7582D"/>
    <w:rsid w:val="00B75D3E"/>
    <w:rsid w:val="00B76710"/>
    <w:rsid w:val="00B768BC"/>
    <w:rsid w:val="00B771B7"/>
    <w:rsid w:val="00B77378"/>
    <w:rsid w:val="00B800FC"/>
    <w:rsid w:val="00B80248"/>
    <w:rsid w:val="00B806A7"/>
    <w:rsid w:val="00B80743"/>
    <w:rsid w:val="00B81774"/>
    <w:rsid w:val="00B81BB7"/>
    <w:rsid w:val="00B81CE7"/>
    <w:rsid w:val="00B829EB"/>
    <w:rsid w:val="00B83912"/>
    <w:rsid w:val="00B8393C"/>
    <w:rsid w:val="00B84218"/>
    <w:rsid w:val="00B849A5"/>
    <w:rsid w:val="00B84DDE"/>
    <w:rsid w:val="00B866F7"/>
    <w:rsid w:val="00B909D6"/>
    <w:rsid w:val="00B90FF1"/>
    <w:rsid w:val="00B9155B"/>
    <w:rsid w:val="00B91700"/>
    <w:rsid w:val="00B91A6C"/>
    <w:rsid w:val="00B93DD0"/>
    <w:rsid w:val="00B95E10"/>
    <w:rsid w:val="00B9660F"/>
    <w:rsid w:val="00B96841"/>
    <w:rsid w:val="00B96BF2"/>
    <w:rsid w:val="00B97732"/>
    <w:rsid w:val="00B9796F"/>
    <w:rsid w:val="00B97F34"/>
    <w:rsid w:val="00BA0590"/>
    <w:rsid w:val="00BA0C98"/>
    <w:rsid w:val="00BA22F8"/>
    <w:rsid w:val="00BA2B1A"/>
    <w:rsid w:val="00BA4E12"/>
    <w:rsid w:val="00BA57A0"/>
    <w:rsid w:val="00BA5F49"/>
    <w:rsid w:val="00BA65A8"/>
    <w:rsid w:val="00BA660D"/>
    <w:rsid w:val="00BA6D19"/>
    <w:rsid w:val="00BA6E8A"/>
    <w:rsid w:val="00BA7461"/>
    <w:rsid w:val="00BA758B"/>
    <w:rsid w:val="00BA7A0B"/>
    <w:rsid w:val="00BA7DA9"/>
    <w:rsid w:val="00BB1073"/>
    <w:rsid w:val="00BB214A"/>
    <w:rsid w:val="00BB23FF"/>
    <w:rsid w:val="00BB24D8"/>
    <w:rsid w:val="00BB3AA3"/>
    <w:rsid w:val="00BB4966"/>
    <w:rsid w:val="00BB5352"/>
    <w:rsid w:val="00BB560C"/>
    <w:rsid w:val="00BB5CEC"/>
    <w:rsid w:val="00BB620C"/>
    <w:rsid w:val="00BB6822"/>
    <w:rsid w:val="00BB7129"/>
    <w:rsid w:val="00BC4215"/>
    <w:rsid w:val="00BC77D5"/>
    <w:rsid w:val="00BD1A6F"/>
    <w:rsid w:val="00BD23A2"/>
    <w:rsid w:val="00BD55FC"/>
    <w:rsid w:val="00BD59D7"/>
    <w:rsid w:val="00BE0F2B"/>
    <w:rsid w:val="00BE103C"/>
    <w:rsid w:val="00BE1267"/>
    <w:rsid w:val="00BE12E7"/>
    <w:rsid w:val="00BE18C4"/>
    <w:rsid w:val="00BE1F11"/>
    <w:rsid w:val="00BE45AE"/>
    <w:rsid w:val="00BE4E1A"/>
    <w:rsid w:val="00BE6D3C"/>
    <w:rsid w:val="00BE7383"/>
    <w:rsid w:val="00BE7852"/>
    <w:rsid w:val="00BF090A"/>
    <w:rsid w:val="00BF0A10"/>
    <w:rsid w:val="00BF138C"/>
    <w:rsid w:val="00BF295D"/>
    <w:rsid w:val="00BF3E7F"/>
    <w:rsid w:val="00BF49FD"/>
    <w:rsid w:val="00BF5072"/>
    <w:rsid w:val="00BF56E4"/>
    <w:rsid w:val="00BF73A1"/>
    <w:rsid w:val="00BF798E"/>
    <w:rsid w:val="00BF7CEE"/>
    <w:rsid w:val="00C0119C"/>
    <w:rsid w:val="00C01377"/>
    <w:rsid w:val="00C01915"/>
    <w:rsid w:val="00C025F5"/>
    <w:rsid w:val="00C03880"/>
    <w:rsid w:val="00C0628C"/>
    <w:rsid w:val="00C074B2"/>
    <w:rsid w:val="00C075A8"/>
    <w:rsid w:val="00C07893"/>
    <w:rsid w:val="00C07C90"/>
    <w:rsid w:val="00C104C4"/>
    <w:rsid w:val="00C105D7"/>
    <w:rsid w:val="00C10833"/>
    <w:rsid w:val="00C135CF"/>
    <w:rsid w:val="00C13E5A"/>
    <w:rsid w:val="00C15093"/>
    <w:rsid w:val="00C15646"/>
    <w:rsid w:val="00C1575B"/>
    <w:rsid w:val="00C15EC0"/>
    <w:rsid w:val="00C16218"/>
    <w:rsid w:val="00C16704"/>
    <w:rsid w:val="00C16855"/>
    <w:rsid w:val="00C178A2"/>
    <w:rsid w:val="00C21DDD"/>
    <w:rsid w:val="00C2272F"/>
    <w:rsid w:val="00C235BF"/>
    <w:rsid w:val="00C25221"/>
    <w:rsid w:val="00C265AF"/>
    <w:rsid w:val="00C2683F"/>
    <w:rsid w:val="00C26DC0"/>
    <w:rsid w:val="00C27950"/>
    <w:rsid w:val="00C27FCB"/>
    <w:rsid w:val="00C30312"/>
    <w:rsid w:val="00C30E2E"/>
    <w:rsid w:val="00C31218"/>
    <w:rsid w:val="00C3184D"/>
    <w:rsid w:val="00C318E7"/>
    <w:rsid w:val="00C34162"/>
    <w:rsid w:val="00C347DD"/>
    <w:rsid w:val="00C34DFC"/>
    <w:rsid w:val="00C358A6"/>
    <w:rsid w:val="00C359A2"/>
    <w:rsid w:val="00C35D05"/>
    <w:rsid w:val="00C36055"/>
    <w:rsid w:val="00C40403"/>
    <w:rsid w:val="00C418F0"/>
    <w:rsid w:val="00C41B05"/>
    <w:rsid w:val="00C41B60"/>
    <w:rsid w:val="00C424E0"/>
    <w:rsid w:val="00C42601"/>
    <w:rsid w:val="00C46282"/>
    <w:rsid w:val="00C4714E"/>
    <w:rsid w:val="00C50AC1"/>
    <w:rsid w:val="00C50B22"/>
    <w:rsid w:val="00C516E9"/>
    <w:rsid w:val="00C51C04"/>
    <w:rsid w:val="00C51CCA"/>
    <w:rsid w:val="00C53700"/>
    <w:rsid w:val="00C546D0"/>
    <w:rsid w:val="00C54C44"/>
    <w:rsid w:val="00C5504F"/>
    <w:rsid w:val="00C5542C"/>
    <w:rsid w:val="00C55897"/>
    <w:rsid w:val="00C57B55"/>
    <w:rsid w:val="00C628CF"/>
    <w:rsid w:val="00C63059"/>
    <w:rsid w:val="00C63376"/>
    <w:rsid w:val="00C634AC"/>
    <w:rsid w:val="00C650A9"/>
    <w:rsid w:val="00C65200"/>
    <w:rsid w:val="00C65D87"/>
    <w:rsid w:val="00C663BB"/>
    <w:rsid w:val="00C667AD"/>
    <w:rsid w:val="00C66B85"/>
    <w:rsid w:val="00C66D24"/>
    <w:rsid w:val="00C67458"/>
    <w:rsid w:val="00C67FAB"/>
    <w:rsid w:val="00C70E90"/>
    <w:rsid w:val="00C70FD1"/>
    <w:rsid w:val="00C71BA2"/>
    <w:rsid w:val="00C731CD"/>
    <w:rsid w:val="00C739A0"/>
    <w:rsid w:val="00C73AFD"/>
    <w:rsid w:val="00C74028"/>
    <w:rsid w:val="00C74F97"/>
    <w:rsid w:val="00C769FB"/>
    <w:rsid w:val="00C770E8"/>
    <w:rsid w:val="00C77C82"/>
    <w:rsid w:val="00C77E45"/>
    <w:rsid w:val="00C77F1B"/>
    <w:rsid w:val="00C81C05"/>
    <w:rsid w:val="00C82097"/>
    <w:rsid w:val="00C82113"/>
    <w:rsid w:val="00C8276E"/>
    <w:rsid w:val="00C8361A"/>
    <w:rsid w:val="00C842AC"/>
    <w:rsid w:val="00C866D0"/>
    <w:rsid w:val="00C86AE2"/>
    <w:rsid w:val="00C877DC"/>
    <w:rsid w:val="00C87D61"/>
    <w:rsid w:val="00C90589"/>
    <w:rsid w:val="00C91187"/>
    <w:rsid w:val="00C914B3"/>
    <w:rsid w:val="00C9321D"/>
    <w:rsid w:val="00C95343"/>
    <w:rsid w:val="00C95DC8"/>
    <w:rsid w:val="00C9619D"/>
    <w:rsid w:val="00C96688"/>
    <w:rsid w:val="00C96A0E"/>
    <w:rsid w:val="00C97A33"/>
    <w:rsid w:val="00C97FA5"/>
    <w:rsid w:val="00CA0723"/>
    <w:rsid w:val="00CA0974"/>
    <w:rsid w:val="00CA0C2D"/>
    <w:rsid w:val="00CA18D4"/>
    <w:rsid w:val="00CA1F49"/>
    <w:rsid w:val="00CA26B1"/>
    <w:rsid w:val="00CA2FCD"/>
    <w:rsid w:val="00CA5425"/>
    <w:rsid w:val="00CA6B63"/>
    <w:rsid w:val="00CB0202"/>
    <w:rsid w:val="00CB0692"/>
    <w:rsid w:val="00CB069C"/>
    <w:rsid w:val="00CB11E6"/>
    <w:rsid w:val="00CB1690"/>
    <w:rsid w:val="00CB4BF8"/>
    <w:rsid w:val="00CB59C6"/>
    <w:rsid w:val="00CB671C"/>
    <w:rsid w:val="00CB7D96"/>
    <w:rsid w:val="00CC05E5"/>
    <w:rsid w:val="00CC1086"/>
    <w:rsid w:val="00CC1A53"/>
    <w:rsid w:val="00CC1F05"/>
    <w:rsid w:val="00CC287B"/>
    <w:rsid w:val="00CC4365"/>
    <w:rsid w:val="00CC5EFD"/>
    <w:rsid w:val="00CC71A6"/>
    <w:rsid w:val="00CC7F89"/>
    <w:rsid w:val="00CD0112"/>
    <w:rsid w:val="00CD11B0"/>
    <w:rsid w:val="00CD1205"/>
    <w:rsid w:val="00CD262E"/>
    <w:rsid w:val="00CD32BF"/>
    <w:rsid w:val="00CD3C01"/>
    <w:rsid w:val="00CD3D4D"/>
    <w:rsid w:val="00CD4989"/>
    <w:rsid w:val="00CD5E3E"/>
    <w:rsid w:val="00CE1411"/>
    <w:rsid w:val="00CE3562"/>
    <w:rsid w:val="00CE6534"/>
    <w:rsid w:val="00CE6F9E"/>
    <w:rsid w:val="00CE71C2"/>
    <w:rsid w:val="00CE7BEE"/>
    <w:rsid w:val="00CE7D9E"/>
    <w:rsid w:val="00CF1C45"/>
    <w:rsid w:val="00CF29DD"/>
    <w:rsid w:val="00CF32DE"/>
    <w:rsid w:val="00CF42D5"/>
    <w:rsid w:val="00CF47FF"/>
    <w:rsid w:val="00CF4EDA"/>
    <w:rsid w:val="00CF6411"/>
    <w:rsid w:val="00CF6ED8"/>
    <w:rsid w:val="00CF7231"/>
    <w:rsid w:val="00CF72AA"/>
    <w:rsid w:val="00CF79AC"/>
    <w:rsid w:val="00D0066F"/>
    <w:rsid w:val="00D00984"/>
    <w:rsid w:val="00D021CB"/>
    <w:rsid w:val="00D026DE"/>
    <w:rsid w:val="00D03776"/>
    <w:rsid w:val="00D04BA4"/>
    <w:rsid w:val="00D06242"/>
    <w:rsid w:val="00D0731F"/>
    <w:rsid w:val="00D077E3"/>
    <w:rsid w:val="00D10F1A"/>
    <w:rsid w:val="00D116F8"/>
    <w:rsid w:val="00D132AE"/>
    <w:rsid w:val="00D1351B"/>
    <w:rsid w:val="00D135B7"/>
    <w:rsid w:val="00D137ED"/>
    <w:rsid w:val="00D139E7"/>
    <w:rsid w:val="00D14958"/>
    <w:rsid w:val="00D15044"/>
    <w:rsid w:val="00D15FFE"/>
    <w:rsid w:val="00D170AF"/>
    <w:rsid w:val="00D17296"/>
    <w:rsid w:val="00D17596"/>
    <w:rsid w:val="00D20CB1"/>
    <w:rsid w:val="00D20D14"/>
    <w:rsid w:val="00D20E06"/>
    <w:rsid w:val="00D217A5"/>
    <w:rsid w:val="00D222C5"/>
    <w:rsid w:val="00D22640"/>
    <w:rsid w:val="00D2484A"/>
    <w:rsid w:val="00D24E9B"/>
    <w:rsid w:val="00D26974"/>
    <w:rsid w:val="00D26C8A"/>
    <w:rsid w:val="00D26D3A"/>
    <w:rsid w:val="00D3234F"/>
    <w:rsid w:val="00D33A8D"/>
    <w:rsid w:val="00D34A67"/>
    <w:rsid w:val="00D34D2E"/>
    <w:rsid w:val="00D406BE"/>
    <w:rsid w:val="00D406DF"/>
    <w:rsid w:val="00D411DE"/>
    <w:rsid w:val="00D432C0"/>
    <w:rsid w:val="00D43F3D"/>
    <w:rsid w:val="00D44070"/>
    <w:rsid w:val="00D44593"/>
    <w:rsid w:val="00D446CA"/>
    <w:rsid w:val="00D44E7A"/>
    <w:rsid w:val="00D45E33"/>
    <w:rsid w:val="00D45EE3"/>
    <w:rsid w:val="00D4701D"/>
    <w:rsid w:val="00D4755F"/>
    <w:rsid w:val="00D476D7"/>
    <w:rsid w:val="00D47DDB"/>
    <w:rsid w:val="00D502F7"/>
    <w:rsid w:val="00D5031E"/>
    <w:rsid w:val="00D50618"/>
    <w:rsid w:val="00D509E9"/>
    <w:rsid w:val="00D50DEE"/>
    <w:rsid w:val="00D52F11"/>
    <w:rsid w:val="00D53B1C"/>
    <w:rsid w:val="00D545F3"/>
    <w:rsid w:val="00D603B0"/>
    <w:rsid w:val="00D612F9"/>
    <w:rsid w:val="00D615E6"/>
    <w:rsid w:val="00D61C39"/>
    <w:rsid w:val="00D63498"/>
    <w:rsid w:val="00D669FF"/>
    <w:rsid w:val="00D70D59"/>
    <w:rsid w:val="00D7147D"/>
    <w:rsid w:val="00D726EB"/>
    <w:rsid w:val="00D729C2"/>
    <w:rsid w:val="00D72C5D"/>
    <w:rsid w:val="00D7365C"/>
    <w:rsid w:val="00D73BF4"/>
    <w:rsid w:val="00D7412A"/>
    <w:rsid w:val="00D74894"/>
    <w:rsid w:val="00D750F8"/>
    <w:rsid w:val="00D75D55"/>
    <w:rsid w:val="00D76068"/>
    <w:rsid w:val="00D76A23"/>
    <w:rsid w:val="00D76A42"/>
    <w:rsid w:val="00D82074"/>
    <w:rsid w:val="00D82568"/>
    <w:rsid w:val="00D825F9"/>
    <w:rsid w:val="00D82894"/>
    <w:rsid w:val="00D83ACC"/>
    <w:rsid w:val="00D84BEA"/>
    <w:rsid w:val="00D852D2"/>
    <w:rsid w:val="00D85790"/>
    <w:rsid w:val="00D85D36"/>
    <w:rsid w:val="00D86D20"/>
    <w:rsid w:val="00D87E0B"/>
    <w:rsid w:val="00D92DAB"/>
    <w:rsid w:val="00D94B5D"/>
    <w:rsid w:val="00D94C29"/>
    <w:rsid w:val="00D95282"/>
    <w:rsid w:val="00D965A5"/>
    <w:rsid w:val="00DA0710"/>
    <w:rsid w:val="00DA189F"/>
    <w:rsid w:val="00DA1B12"/>
    <w:rsid w:val="00DA2A59"/>
    <w:rsid w:val="00DA40F0"/>
    <w:rsid w:val="00DA5440"/>
    <w:rsid w:val="00DA54C9"/>
    <w:rsid w:val="00DA5FD7"/>
    <w:rsid w:val="00DA6224"/>
    <w:rsid w:val="00DA66E7"/>
    <w:rsid w:val="00DA6739"/>
    <w:rsid w:val="00DA6950"/>
    <w:rsid w:val="00DA6CAE"/>
    <w:rsid w:val="00DA71DF"/>
    <w:rsid w:val="00DB090F"/>
    <w:rsid w:val="00DB0D25"/>
    <w:rsid w:val="00DB10A6"/>
    <w:rsid w:val="00DB1A9E"/>
    <w:rsid w:val="00DB1B3A"/>
    <w:rsid w:val="00DB1CA6"/>
    <w:rsid w:val="00DB26A1"/>
    <w:rsid w:val="00DB31D6"/>
    <w:rsid w:val="00DB3A87"/>
    <w:rsid w:val="00DB4005"/>
    <w:rsid w:val="00DB4C10"/>
    <w:rsid w:val="00DB4E39"/>
    <w:rsid w:val="00DB4E6D"/>
    <w:rsid w:val="00DB54C5"/>
    <w:rsid w:val="00DB5EB9"/>
    <w:rsid w:val="00DB66E1"/>
    <w:rsid w:val="00DC0796"/>
    <w:rsid w:val="00DC1377"/>
    <w:rsid w:val="00DC2264"/>
    <w:rsid w:val="00DC3241"/>
    <w:rsid w:val="00DC34EB"/>
    <w:rsid w:val="00DC3CA6"/>
    <w:rsid w:val="00DC3D74"/>
    <w:rsid w:val="00DC49A7"/>
    <w:rsid w:val="00DC4F24"/>
    <w:rsid w:val="00DC6643"/>
    <w:rsid w:val="00DC77CB"/>
    <w:rsid w:val="00DD039A"/>
    <w:rsid w:val="00DD101E"/>
    <w:rsid w:val="00DD1A0E"/>
    <w:rsid w:val="00DD34FB"/>
    <w:rsid w:val="00DD63C0"/>
    <w:rsid w:val="00DD6860"/>
    <w:rsid w:val="00DD7A70"/>
    <w:rsid w:val="00DE2012"/>
    <w:rsid w:val="00DE21FA"/>
    <w:rsid w:val="00DE2CDE"/>
    <w:rsid w:val="00DE4971"/>
    <w:rsid w:val="00DE56A7"/>
    <w:rsid w:val="00DE5880"/>
    <w:rsid w:val="00DE635D"/>
    <w:rsid w:val="00DE6668"/>
    <w:rsid w:val="00DE6C2E"/>
    <w:rsid w:val="00DE7EDB"/>
    <w:rsid w:val="00DF116F"/>
    <w:rsid w:val="00DF1E5B"/>
    <w:rsid w:val="00DF2275"/>
    <w:rsid w:val="00DF2D89"/>
    <w:rsid w:val="00DF3D55"/>
    <w:rsid w:val="00DF3F5E"/>
    <w:rsid w:val="00DF5653"/>
    <w:rsid w:val="00DF6EFF"/>
    <w:rsid w:val="00DF76DA"/>
    <w:rsid w:val="00E01FA3"/>
    <w:rsid w:val="00E02B3D"/>
    <w:rsid w:val="00E03598"/>
    <w:rsid w:val="00E041ED"/>
    <w:rsid w:val="00E04E2D"/>
    <w:rsid w:val="00E053E6"/>
    <w:rsid w:val="00E0596E"/>
    <w:rsid w:val="00E064EA"/>
    <w:rsid w:val="00E06F66"/>
    <w:rsid w:val="00E076F8"/>
    <w:rsid w:val="00E1057B"/>
    <w:rsid w:val="00E10CDD"/>
    <w:rsid w:val="00E128E8"/>
    <w:rsid w:val="00E16DCF"/>
    <w:rsid w:val="00E20BD1"/>
    <w:rsid w:val="00E222A9"/>
    <w:rsid w:val="00E23720"/>
    <w:rsid w:val="00E23A07"/>
    <w:rsid w:val="00E23E70"/>
    <w:rsid w:val="00E25D3C"/>
    <w:rsid w:val="00E263B0"/>
    <w:rsid w:val="00E2640C"/>
    <w:rsid w:val="00E26787"/>
    <w:rsid w:val="00E2783B"/>
    <w:rsid w:val="00E27E26"/>
    <w:rsid w:val="00E305C6"/>
    <w:rsid w:val="00E31520"/>
    <w:rsid w:val="00E327F0"/>
    <w:rsid w:val="00E33127"/>
    <w:rsid w:val="00E337B3"/>
    <w:rsid w:val="00E3512E"/>
    <w:rsid w:val="00E356E5"/>
    <w:rsid w:val="00E357CF"/>
    <w:rsid w:val="00E35C08"/>
    <w:rsid w:val="00E3673C"/>
    <w:rsid w:val="00E36A30"/>
    <w:rsid w:val="00E36F81"/>
    <w:rsid w:val="00E37063"/>
    <w:rsid w:val="00E37561"/>
    <w:rsid w:val="00E404F3"/>
    <w:rsid w:val="00E42107"/>
    <w:rsid w:val="00E42D45"/>
    <w:rsid w:val="00E431C1"/>
    <w:rsid w:val="00E43520"/>
    <w:rsid w:val="00E43679"/>
    <w:rsid w:val="00E43EC5"/>
    <w:rsid w:val="00E4515E"/>
    <w:rsid w:val="00E45765"/>
    <w:rsid w:val="00E45C3F"/>
    <w:rsid w:val="00E47271"/>
    <w:rsid w:val="00E47B17"/>
    <w:rsid w:val="00E503AC"/>
    <w:rsid w:val="00E507A2"/>
    <w:rsid w:val="00E5098C"/>
    <w:rsid w:val="00E50CCB"/>
    <w:rsid w:val="00E51345"/>
    <w:rsid w:val="00E537F0"/>
    <w:rsid w:val="00E53B24"/>
    <w:rsid w:val="00E53F23"/>
    <w:rsid w:val="00E547D6"/>
    <w:rsid w:val="00E55E64"/>
    <w:rsid w:val="00E56564"/>
    <w:rsid w:val="00E5783E"/>
    <w:rsid w:val="00E60213"/>
    <w:rsid w:val="00E6115D"/>
    <w:rsid w:val="00E6139E"/>
    <w:rsid w:val="00E63390"/>
    <w:rsid w:val="00E6411C"/>
    <w:rsid w:val="00E644DC"/>
    <w:rsid w:val="00E65169"/>
    <w:rsid w:val="00E65407"/>
    <w:rsid w:val="00E661B2"/>
    <w:rsid w:val="00E66BAB"/>
    <w:rsid w:val="00E6718F"/>
    <w:rsid w:val="00E729EF"/>
    <w:rsid w:val="00E740CB"/>
    <w:rsid w:val="00E747CE"/>
    <w:rsid w:val="00E74D29"/>
    <w:rsid w:val="00E75841"/>
    <w:rsid w:val="00E76407"/>
    <w:rsid w:val="00E80512"/>
    <w:rsid w:val="00E81C05"/>
    <w:rsid w:val="00E82F99"/>
    <w:rsid w:val="00E8317F"/>
    <w:rsid w:val="00E837BB"/>
    <w:rsid w:val="00E83AE8"/>
    <w:rsid w:val="00E83C74"/>
    <w:rsid w:val="00E83CEE"/>
    <w:rsid w:val="00E863F7"/>
    <w:rsid w:val="00E902A9"/>
    <w:rsid w:val="00E91F18"/>
    <w:rsid w:val="00E9226D"/>
    <w:rsid w:val="00E9258A"/>
    <w:rsid w:val="00E92E27"/>
    <w:rsid w:val="00E94076"/>
    <w:rsid w:val="00E94385"/>
    <w:rsid w:val="00E95579"/>
    <w:rsid w:val="00E95ADD"/>
    <w:rsid w:val="00E96215"/>
    <w:rsid w:val="00E96F7C"/>
    <w:rsid w:val="00EA05B2"/>
    <w:rsid w:val="00EA0696"/>
    <w:rsid w:val="00EA080C"/>
    <w:rsid w:val="00EA11EC"/>
    <w:rsid w:val="00EA1E0F"/>
    <w:rsid w:val="00EA1E16"/>
    <w:rsid w:val="00EA2DF4"/>
    <w:rsid w:val="00EA2F00"/>
    <w:rsid w:val="00EA305F"/>
    <w:rsid w:val="00EA416C"/>
    <w:rsid w:val="00EA54C6"/>
    <w:rsid w:val="00EA5941"/>
    <w:rsid w:val="00EA65B3"/>
    <w:rsid w:val="00EA6A4D"/>
    <w:rsid w:val="00EB000C"/>
    <w:rsid w:val="00EB04F3"/>
    <w:rsid w:val="00EB1E41"/>
    <w:rsid w:val="00EB247C"/>
    <w:rsid w:val="00EB32A1"/>
    <w:rsid w:val="00EB3C0C"/>
    <w:rsid w:val="00EB5A5A"/>
    <w:rsid w:val="00EB60CE"/>
    <w:rsid w:val="00EB61DD"/>
    <w:rsid w:val="00EB6C3F"/>
    <w:rsid w:val="00EB7D53"/>
    <w:rsid w:val="00EB7FF4"/>
    <w:rsid w:val="00EC06BE"/>
    <w:rsid w:val="00EC10A0"/>
    <w:rsid w:val="00EC2018"/>
    <w:rsid w:val="00EC368A"/>
    <w:rsid w:val="00EC3A02"/>
    <w:rsid w:val="00EC46E6"/>
    <w:rsid w:val="00EC594D"/>
    <w:rsid w:val="00EC5F81"/>
    <w:rsid w:val="00EC6C58"/>
    <w:rsid w:val="00EC71F7"/>
    <w:rsid w:val="00EC7451"/>
    <w:rsid w:val="00EC7ECB"/>
    <w:rsid w:val="00ED11A5"/>
    <w:rsid w:val="00ED1B4D"/>
    <w:rsid w:val="00ED33DE"/>
    <w:rsid w:val="00ED3458"/>
    <w:rsid w:val="00ED4079"/>
    <w:rsid w:val="00ED4109"/>
    <w:rsid w:val="00ED42EC"/>
    <w:rsid w:val="00ED6F93"/>
    <w:rsid w:val="00ED77A7"/>
    <w:rsid w:val="00ED7A13"/>
    <w:rsid w:val="00ED7F33"/>
    <w:rsid w:val="00EE1C69"/>
    <w:rsid w:val="00EE3146"/>
    <w:rsid w:val="00EE3ADC"/>
    <w:rsid w:val="00EE4CB6"/>
    <w:rsid w:val="00EE55D6"/>
    <w:rsid w:val="00EF0650"/>
    <w:rsid w:val="00EF0B3A"/>
    <w:rsid w:val="00EF1EBC"/>
    <w:rsid w:val="00EF25D6"/>
    <w:rsid w:val="00EF3213"/>
    <w:rsid w:val="00EF3A36"/>
    <w:rsid w:val="00EF4B6C"/>
    <w:rsid w:val="00EF50BB"/>
    <w:rsid w:val="00EF53FF"/>
    <w:rsid w:val="00EF61D2"/>
    <w:rsid w:val="00EF6C31"/>
    <w:rsid w:val="00F00188"/>
    <w:rsid w:val="00F00192"/>
    <w:rsid w:val="00F012C5"/>
    <w:rsid w:val="00F01DF6"/>
    <w:rsid w:val="00F02272"/>
    <w:rsid w:val="00F02F18"/>
    <w:rsid w:val="00F0340D"/>
    <w:rsid w:val="00F0529E"/>
    <w:rsid w:val="00F0536D"/>
    <w:rsid w:val="00F0599F"/>
    <w:rsid w:val="00F059A6"/>
    <w:rsid w:val="00F05A61"/>
    <w:rsid w:val="00F06BCC"/>
    <w:rsid w:val="00F073CD"/>
    <w:rsid w:val="00F10E70"/>
    <w:rsid w:val="00F1135A"/>
    <w:rsid w:val="00F11C84"/>
    <w:rsid w:val="00F15350"/>
    <w:rsid w:val="00F1572E"/>
    <w:rsid w:val="00F15A8C"/>
    <w:rsid w:val="00F161B1"/>
    <w:rsid w:val="00F16559"/>
    <w:rsid w:val="00F16A1A"/>
    <w:rsid w:val="00F176BA"/>
    <w:rsid w:val="00F17CED"/>
    <w:rsid w:val="00F17D59"/>
    <w:rsid w:val="00F17EAE"/>
    <w:rsid w:val="00F203AC"/>
    <w:rsid w:val="00F22D49"/>
    <w:rsid w:val="00F23756"/>
    <w:rsid w:val="00F23C1A"/>
    <w:rsid w:val="00F2523A"/>
    <w:rsid w:val="00F25FFA"/>
    <w:rsid w:val="00F26DFD"/>
    <w:rsid w:val="00F270B5"/>
    <w:rsid w:val="00F310D2"/>
    <w:rsid w:val="00F3137D"/>
    <w:rsid w:val="00F35811"/>
    <w:rsid w:val="00F35C1C"/>
    <w:rsid w:val="00F35CBE"/>
    <w:rsid w:val="00F36ED9"/>
    <w:rsid w:val="00F36F3D"/>
    <w:rsid w:val="00F37492"/>
    <w:rsid w:val="00F4018F"/>
    <w:rsid w:val="00F40D78"/>
    <w:rsid w:val="00F41A39"/>
    <w:rsid w:val="00F42369"/>
    <w:rsid w:val="00F43847"/>
    <w:rsid w:val="00F43A6A"/>
    <w:rsid w:val="00F4549E"/>
    <w:rsid w:val="00F477BD"/>
    <w:rsid w:val="00F50E6D"/>
    <w:rsid w:val="00F517F4"/>
    <w:rsid w:val="00F5275C"/>
    <w:rsid w:val="00F53491"/>
    <w:rsid w:val="00F5400C"/>
    <w:rsid w:val="00F54379"/>
    <w:rsid w:val="00F54CEB"/>
    <w:rsid w:val="00F554CB"/>
    <w:rsid w:val="00F55832"/>
    <w:rsid w:val="00F56060"/>
    <w:rsid w:val="00F562C2"/>
    <w:rsid w:val="00F56A51"/>
    <w:rsid w:val="00F57120"/>
    <w:rsid w:val="00F576F1"/>
    <w:rsid w:val="00F57E15"/>
    <w:rsid w:val="00F60A3C"/>
    <w:rsid w:val="00F60C40"/>
    <w:rsid w:val="00F61AAA"/>
    <w:rsid w:val="00F61BD7"/>
    <w:rsid w:val="00F645A6"/>
    <w:rsid w:val="00F65660"/>
    <w:rsid w:val="00F65A1C"/>
    <w:rsid w:val="00F65D6D"/>
    <w:rsid w:val="00F65F40"/>
    <w:rsid w:val="00F66473"/>
    <w:rsid w:val="00F66F50"/>
    <w:rsid w:val="00F67A07"/>
    <w:rsid w:val="00F703FB"/>
    <w:rsid w:val="00F75144"/>
    <w:rsid w:val="00F77E09"/>
    <w:rsid w:val="00F80501"/>
    <w:rsid w:val="00F82ADB"/>
    <w:rsid w:val="00F82CA1"/>
    <w:rsid w:val="00F82FF8"/>
    <w:rsid w:val="00F8330D"/>
    <w:rsid w:val="00F83C91"/>
    <w:rsid w:val="00F84305"/>
    <w:rsid w:val="00F847C7"/>
    <w:rsid w:val="00F8485C"/>
    <w:rsid w:val="00F86CCE"/>
    <w:rsid w:val="00F87149"/>
    <w:rsid w:val="00F87232"/>
    <w:rsid w:val="00F872CB"/>
    <w:rsid w:val="00F87F3E"/>
    <w:rsid w:val="00F87FFE"/>
    <w:rsid w:val="00F900F5"/>
    <w:rsid w:val="00F904D4"/>
    <w:rsid w:val="00F907D0"/>
    <w:rsid w:val="00F92859"/>
    <w:rsid w:val="00F93932"/>
    <w:rsid w:val="00F9418E"/>
    <w:rsid w:val="00F952BF"/>
    <w:rsid w:val="00F954C9"/>
    <w:rsid w:val="00F957F8"/>
    <w:rsid w:val="00F96B68"/>
    <w:rsid w:val="00F973AA"/>
    <w:rsid w:val="00F97DD6"/>
    <w:rsid w:val="00FA01FB"/>
    <w:rsid w:val="00FA07F7"/>
    <w:rsid w:val="00FA0BBB"/>
    <w:rsid w:val="00FA0D73"/>
    <w:rsid w:val="00FA21AA"/>
    <w:rsid w:val="00FA2ACF"/>
    <w:rsid w:val="00FA4382"/>
    <w:rsid w:val="00FA4CF0"/>
    <w:rsid w:val="00FA5873"/>
    <w:rsid w:val="00FA61AA"/>
    <w:rsid w:val="00FA69A4"/>
    <w:rsid w:val="00FA6A43"/>
    <w:rsid w:val="00FA7D48"/>
    <w:rsid w:val="00FB0008"/>
    <w:rsid w:val="00FB1279"/>
    <w:rsid w:val="00FB1495"/>
    <w:rsid w:val="00FB158B"/>
    <w:rsid w:val="00FB21CE"/>
    <w:rsid w:val="00FB5FAB"/>
    <w:rsid w:val="00FB6AEC"/>
    <w:rsid w:val="00FB6BCB"/>
    <w:rsid w:val="00FB7E0A"/>
    <w:rsid w:val="00FC017C"/>
    <w:rsid w:val="00FC0DDA"/>
    <w:rsid w:val="00FC1F26"/>
    <w:rsid w:val="00FC3366"/>
    <w:rsid w:val="00FC416E"/>
    <w:rsid w:val="00FC4A1B"/>
    <w:rsid w:val="00FC531F"/>
    <w:rsid w:val="00FC6156"/>
    <w:rsid w:val="00FC62D3"/>
    <w:rsid w:val="00FC6EF2"/>
    <w:rsid w:val="00FC7473"/>
    <w:rsid w:val="00FD1694"/>
    <w:rsid w:val="00FD3923"/>
    <w:rsid w:val="00FD3CCD"/>
    <w:rsid w:val="00FD4C06"/>
    <w:rsid w:val="00FD4E21"/>
    <w:rsid w:val="00FD4EE7"/>
    <w:rsid w:val="00FD590B"/>
    <w:rsid w:val="00FD6531"/>
    <w:rsid w:val="00FD7636"/>
    <w:rsid w:val="00FD7733"/>
    <w:rsid w:val="00FE04D4"/>
    <w:rsid w:val="00FE054E"/>
    <w:rsid w:val="00FE0DD8"/>
    <w:rsid w:val="00FE1C23"/>
    <w:rsid w:val="00FE2BF2"/>
    <w:rsid w:val="00FE3229"/>
    <w:rsid w:val="00FE32FB"/>
    <w:rsid w:val="00FE62B8"/>
    <w:rsid w:val="00FE6565"/>
    <w:rsid w:val="00FE6BCF"/>
    <w:rsid w:val="00FE6D2F"/>
    <w:rsid w:val="00FE74C3"/>
    <w:rsid w:val="00FE76E5"/>
    <w:rsid w:val="00FF0408"/>
    <w:rsid w:val="00FF08BA"/>
    <w:rsid w:val="00FF215C"/>
    <w:rsid w:val="00FF2CB8"/>
    <w:rsid w:val="00FF444A"/>
    <w:rsid w:val="00FF49E8"/>
    <w:rsid w:val="00FF672F"/>
    <w:rsid w:val="00FF6DCF"/>
    <w:rsid w:val="00FF74FB"/>
    <w:rsid w:val="00FF7B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8305"/>
    <o:shapelayout v:ext="edit">
      <o:idmap v:ext="edit" data="1"/>
    </o:shapelayout>
  </w:shapeDefaults>
  <w:decimalSymbol w:val="."/>
  <w:listSeparator w:val=","/>
  <w14:docId w14:val="24E37A9E"/>
  <w15:docId w15:val="{AFAC7EA0-7E73-4FA1-BF12-AF02B90CC5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Calibri" w:hAnsi="Arial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 w:qFormat="1"/>
    <w:lsdException w:name="List Number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E103C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C51CCA"/>
    <w:pPr>
      <w:keepNext/>
      <w:outlineLvl w:val="0"/>
    </w:pPr>
    <w:rPr>
      <w:rFonts w:cs="Arial"/>
      <w:b/>
      <w:caps/>
    </w:rPr>
  </w:style>
  <w:style w:type="paragraph" w:styleId="Heading2">
    <w:name w:val="heading 2"/>
    <w:basedOn w:val="Normal"/>
    <w:next w:val="Normal"/>
    <w:link w:val="Heading2Char"/>
    <w:uiPriority w:val="9"/>
    <w:qFormat/>
    <w:rsid w:val="000E31C1"/>
    <w:pPr>
      <w:keepNext/>
      <w:outlineLvl w:val="1"/>
    </w:pPr>
    <w:rPr>
      <w:rFonts w:cs="Arial"/>
      <w:b/>
    </w:rPr>
  </w:style>
  <w:style w:type="paragraph" w:styleId="Heading3">
    <w:name w:val="heading 3"/>
    <w:basedOn w:val="Normal"/>
    <w:next w:val="Normal"/>
    <w:link w:val="Heading3Char"/>
    <w:uiPriority w:val="9"/>
    <w:qFormat/>
    <w:rsid w:val="000E31C1"/>
    <w:pPr>
      <w:keepNext/>
      <w:outlineLvl w:val="2"/>
    </w:pPr>
    <w:rPr>
      <w:rFonts w:cs="Arial"/>
      <w:b/>
      <w:i/>
    </w:rPr>
  </w:style>
  <w:style w:type="paragraph" w:styleId="Heading4">
    <w:name w:val="heading 4"/>
    <w:basedOn w:val="Normal"/>
    <w:next w:val="Normal"/>
    <w:link w:val="Heading4Char"/>
    <w:uiPriority w:val="9"/>
    <w:qFormat/>
    <w:rsid w:val="000E31C1"/>
    <w:pPr>
      <w:keepNext/>
      <w:outlineLvl w:val="3"/>
    </w:pPr>
    <w:rPr>
      <w:rFonts w:cs="Arial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6018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0185"/>
  </w:style>
  <w:style w:type="paragraph" w:styleId="Footer">
    <w:name w:val="footer"/>
    <w:basedOn w:val="Normal"/>
    <w:link w:val="FooterChar"/>
    <w:uiPriority w:val="99"/>
    <w:unhideWhenUsed/>
    <w:rsid w:val="00A6018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60185"/>
  </w:style>
  <w:style w:type="paragraph" w:styleId="BalloonText">
    <w:name w:val="Balloon Text"/>
    <w:basedOn w:val="Normal"/>
    <w:link w:val="BalloonTextChar"/>
    <w:uiPriority w:val="99"/>
    <w:semiHidden/>
    <w:unhideWhenUsed/>
    <w:rsid w:val="00A6018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0185"/>
    <w:rPr>
      <w:rFonts w:ascii="Tahoma" w:hAnsi="Tahoma" w:cs="Tahoma"/>
      <w:sz w:val="16"/>
      <w:szCs w:val="16"/>
    </w:rPr>
  </w:style>
  <w:style w:type="numbering" w:customStyle="1" w:styleId="KeyPoints">
    <w:name w:val="Key Points"/>
    <w:basedOn w:val="NoList"/>
    <w:uiPriority w:val="99"/>
    <w:rsid w:val="00005CAA"/>
    <w:pPr>
      <w:numPr>
        <w:numId w:val="1"/>
      </w:numPr>
    </w:pPr>
  </w:style>
  <w:style w:type="paragraph" w:customStyle="1" w:styleId="1NumberedPointsStyle">
    <w:name w:val="1. Numbered Points Style"/>
    <w:basedOn w:val="ListParagraph"/>
    <w:rsid w:val="00BD1A6F"/>
    <w:pPr>
      <w:numPr>
        <w:numId w:val="0"/>
      </w:numPr>
    </w:pPr>
  </w:style>
  <w:style w:type="numbering" w:customStyle="1" w:styleId="BulletList">
    <w:name w:val="Bullet List"/>
    <w:uiPriority w:val="99"/>
    <w:rsid w:val="00091608"/>
    <w:pPr>
      <w:numPr>
        <w:numId w:val="2"/>
      </w:numPr>
    </w:pPr>
  </w:style>
  <w:style w:type="paragraph" w:customStyle="1" w:styleId="1BulletStyleList">
    <w:name w:val="1. Bullet Style List"/>
    <w:basedOn w:val="Normal"/>
    <w:rsid w:val="00CE71C2"/>
    <w:rPr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C51CCA"/>
    <w:rPr>
      <w:rFonts w:cs="Arial"/>
      <w:b/>
      <w:caps/>
      <w:sz w:val="22"/>
      <w:szCs w:val="22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0E31C1"/>
    <w:rPr>
      <w:rFonts w:cs="Arial"/>
      <w:b/>
      <w:sz w:val="22"/>
      <w:szCs w:val="22"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0E31C1"/>
    <w:rPr>
      <w:rFonts w:cs="Arial"/>
      <w:b/>
      <w:i/>
      <w:sz w:val="22"/>
      <w:szCs w:val="22"/>
      <w:lang w:eastAsia="en-US"/>
    </w:rPr>
  </w:style>
  <w:style w:type="character" w:customStyle="1" w:styleId="Heading4Char">
    <w:name w:val="Heading 4 Char"/>
    <w:basedOn w:val="DefaultParagraphFont"/>
    <w:link w:val="Heading4"/>
    <w:uiPriority w:val="9"/>
    <w:rsid w:val="000E31C1"/>
    <w:rPr>
      <w:rFonts w:cs="Arial"/>
      <w:i/>
      <w:sz w:val="22"/>
      <w:szCs w:val="22"/>
      <w:lang w:eastAsia="en-US"/>
    </w:rPr>
  </w:style>
  <w:style w:type="paragraph" w:styleId="ListBullet">
    <w:name w:val="List Bullet"/>
    <w:basedOn w:val="Normal"/>
    <w:uiPriority w:val="99"/>
    <w:unhideWhenUsed/>
    <w:qFormat/>
    <w:rsid w:val="00091608"/>
    <w:pPr>
      <w:numPr>
        <w:numId w:val="6"/>
      </w:numPr>
    </w:pPr>
  </w:style>
  <w:style w:type="paragraph" w:styleId="ListBullet2">
    <w:name w:val="List Bullet 2"/>
    <w:basedOn w:val="Normal"/>
    <w:uiPriority w:val="99"/>
    <w:unhideWhenUsed/>
    <w:rsid w:val="00091608"/>
    <w:pPr>
      <w:numPr>
        <w:ilvl w:val="1"/>
        <w:numId w:val="6"/>
      </w:numPr>
    </w:pPr>
  </w:style>
  <w:style w:type="paragraph" w:styleId="ListBullet3">
    <w:name w:val="List Bullet 3"/>
    <w:basedOn w:val="Normal"/>
    <w:uiPriority w:val="99"/>
    <w:unhideWhenUsed/>
    <w:rsid w:val="00091608"/>
    <w:pPr>
      <w:numPr>
        <w:ilvl w:val="2"/>
        <w:numId w:val="6"/>
      </w:numPr>
    </w:pPr>
  </w:style>
  <w:style w:type="paragraph" w:styleId="ListBullet4">
    <w:name w:val="List Bullet 4"/>
    <w:basedOn w:val="Normal"/>
    <w:uiPriority w:val="99"/>
    <w:unhideWhenUsed/>
    <w:rsid w:val="00091608"/>
    <w:pPr>
      <w:numPr>
        <w:ilvl w:val="3"/>
        <w:numId w:val="6"/>
      </w:numPr>
    </w:pPr>
  </w:style>
  <w:style w:type="paragraph" w:styleId="ListBullet5">
    <w:name w:val="List Bullet 5"/>
    <w:basedOn w:val="Normal"/>
    <w:uiPriority w:val="99"/>
    <w:unhideWhenUsed/>
    <w:rsid w:val="00091608"/>
    <w:pPr>
      <w:numPr>
        <w:ilvl w:val="4"/>
        <w:numId w:val="6"/>
      </w:numPr>
    </w:pPr>
  </w:style>
  <w:style w:type="numbering" w:customStyle="1" w:styleId="Attach">
    <w:name w:val="Attach"/>
    <w:basedOn w:val="NoList"/>
    <w:uiPriority w:val="99"/>
    <w:rsid w:val="00607FC9"/>
    <w:pPr>
      <w:numPr>
        <w:numId w:val="3"/>
      </w:numPr>
    </w:pPr>
  </w:style>
  <w:style w:type="paragraph" w:customStyle="1" w:styleId="Classification">
    <w:name w:val="Classification"/>
    <w:basedOn w:val="Normal"/>
    <w:uiPriority w:val="10"/>
    <w:qFormat/>
    <w:rsid w:val="00646122"/>
    <w:pPr>
      <w:tabs>
        <w:tab w:val="center" w:pos="4536"/>
        <w:tab w:val="center" w:pos="4819"/>
        <w:tab w:val="right" w:pos="9356"/>
      </w:tabs>
      <w:spacing w:after="240"/>
      <w:jc w:val="center"/>
    </w:pPr>
    <w:rPr>
      <w:rFonts w:cs="Arial"/>
      <w:color w:val="FF0000"/>
      <w:sz w:val="28"/>
      <w:szCs w:val="28"/>
    </w:rPr>
  </w:style>
  <w:style w:type="paragraph" w:styleId="ListParagraph">
    <w:name w:val="List Paragraph"/>
    <w:basedOn w:val="Normal"/>
    <w:uiPriority w:val="34"/>
    <w:qFormat/>
    <w:rsid w:val="003556BD"/>
    <w:pPr>
      <w:numPr>
        <w:numId w:val="4"/>
      </w:numPr>
    </w:pPr>
  </w:style>
  <w:style w:type="character" w:styleId="BookTitle">
    <w:name w:val="Book Title"/>
    <w:basedOn w:val="DefaultParagraphFont"/>
    <w:uiPriority w:val="33"/>
    <w:rsid w:val="00383020"/>
    <w:rPr>
      <w:bCs/>
      <w:i/>
      <w:smallCaps/>
      <w:spacing w:val="5"/>
    </w:rPr>
  </w:style>
  <w:style w:type="paragraph" w:styleId="ListNumber">
    <w:name w:val="List Number"/>
    <w:basedOn w:val="Normal"/>
    <w:uiPriority w:val="99"/>
    <w:qFormat/>
    <w:rsid w:val="00005CAA"/>
    <w:pPr>
      <w:numPr>
        <w:numId w:val="5"/>
      </w:numPr>
    </w:pPr>
  </w:style>
  <w:style w:type="paragraph" w:styleId="ListNumber2">
    <w:name w:val="List Number 2"/>
    <w:basedOn w:val="Normal"/>
    <w:uiPriority w:val="99"/>
    <w:rsid w:val="00005CAA"/>
    <w:pPr>
      <w:numPr>
        <w:ilvl w:val="1"/>
        <w:numId w:val="5"/>
      </w:numPr>
    </w:pPr>
  </w:style>
  <w:style w:type="paragraph" w:styleId="ListNumber3">
    <w:name w:val="List Number 3"/>
    <w:basedOn w:val="Normal"/>
    <w:uiPriority w:val="99"/>
    <w:rsid w:val="00005CAA"/>
    <w:pPr>
      <w:numPr>
        <w:ilvl w:val="2"/>
        <w:numId w:val="5"/>
      </w:numPr>
    </w:pPr>
  </w:style>
  <w:style w:type="paragraph" w:styleId="ListNumber4">
    <w:name w:val="List Number 4"/>
    <w:basedOn w:val="Normal"/>
    <w:uiPriority w:val="99"/>
    <w:rsid w:val="00005CAA"/>
    <w:pPr>
      <w:numPr>
        <w:ilvl w:val="3"/>
        <w:numId w:val="5"/>
      </w:numPr>
    </w:pPr>
  </w:style>
  <w:style w:type="paragraph" w:styleId="ListNumber5">
    <w:name w:val="List Number 5"/>
    <w:basedOn w:val="Normal"/>
    <w:uiPriority w:val="99"/>
    <w:rsid w:val="00005CAA"/>
    <w:pPr>
      <w:numPr>
        <w:ilvl w:val="4"/>
        <w:numId w:val="5"/>
      </w:numPr>
    </w:pPr>
  </w:style>
  <w:style w:type="paragraph" w:customStyle="1" w:styleId="Footerclassification">
    <w:name w:val="Footer classification"/>
    <w:basedOn w:val="Classification"/>
    <w:rsid w:val="00D021CB"/>
    <w:pPr>
      <w:spacing w:before="240" w:after="0"/>
    </w:pPr>
  </w:style>
  <w:style w:type="table" w:styleId="TableGrid">
    <w:name w:val="Table Grid"/>
    <w:basedOn w:val="TableNormal"/>
    <w:uiPriority w:val="59"/>
    <w:rsid w:val="00100BEF"/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la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band1Horz">
      <w:pPr>
        <w:wordWrap/>
        <w:spacing w:beforeLines="0" w:beforeAutospacing="0" w:afterLines="0" w:afterAutospacing="0" w:line="240" w:lineRule="auto"/>
        <w:contextualSpacing w:val="0"/>
        <w:mirrorIndents w:val="0"/>
      </w:pPr>
      <w:rPr>
        <w:rFonts w:ascii="Arial" w:hAnsi="Arial"/>
        <w:sz w:val="20"/>
      </w:rPr>
    </w:tblStylePr>
    <w:tblStylePr w:type="band2Horz">
      <w:pPr>
        <w:wordWrap/>
        <w:spacing w:beforeLines="0" w:beforeAutospacing="0" w:afterLines="0" w:afterAutospacing="0"/>
        <w:contextualSpacing w:val="0"/>
        <w:mirrorIndents w:val="0"/>
      </w:pPr>
      <w:rPr>
        <w:rFonts w:ascii="Arial" w:hAnsi="Arial"/>
        <w:sz w:val="20"/>
      </w:rPr>
    </w:tblStylePr>
  </w:style>
  <w:style w:type="paragraph" w:customStyle="1" w:styleId="Tabletext">
    <w:name w:val="Table text"/>
    <w:basedOn w:val="Normal"/>
    <w:uiPriority w:val="9"/>
    <w:qFormat/>
    <w:rsid w:val="005A126E"/>
  </w:style>
  <w:style w:type="paragraph" w:customStyle="1" w:styleId="Classificationsensitivity">
    <w:name w:val="Classification sensitivity"/>
    <w:basedOn w:val="Classification"/>
    <w:rsid w:val="002C5813"/>
    <w:rPr>
      <w:sz w:val="22"/>
    </w:rPr>
  </w:style>
  <w:style w:type="paragraph" w:customStyle="1" w:styleId="Default">
    <w:name w:val="Default"/>
    <w:rsid w:val="00BE103C"/>
    <w:pPr>
      <w:autoSpaceDE w:val="0"/>
      <w:autoSpaceDN w:val="0"/>
      <w:adjustRightInd w:val="0"/>
    </w:pPr>
    <w:rPr>
      <w:rFonts w:ascii="Calibri" w:eastAsia="Times New Roman" w:hAnsi="Calibri" w:cs="Calibri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3B1AA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B1AA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B1AA8"/>
    <w:rPr>
      <w:rFonts w:ascii="Times New Roman" w:eastAsia="Times New Roman" w:hAnsi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B1AA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B1AA8"/>
    <w:rPr>
      <w:rFonts w:ascii="Times New Roman" w:eastAsia="Times New Roman" w:hAnsi="Times New Roman"/>
      <w:b/>
      <w:bCs/>
    </w:rPr>
  </w:style>
  <w:style w:type="character" w:customStyle="1" w:styleId="apple-converted-space">
    <w:name w:val="apple-converted-space"/>
    <w:basedOn w:val="DefaultParagraphFont"/>
    <w:rsid w:val="0032721F"/>
  </w:style>
  <w:style w:type="table" w:customStyle="1" w:styleId="TableGrid1">
    <w:name w:val="Table Grid1"/>
    <w:basedOn w:val="TableNormal"/>
    <w:next w:val="TableGrid"/>
    <w:uiPriority w:val="59"/>
    <w:rsid w:val="00224651"/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la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band1Horz">
      <w:pPr>
        <w:wordWrap/>
        <w:spacing w:beforeLines="0" w:beforeAutospacing="0" w:afterLines="0" w:afterAutospacing="0" w:line="240" w:lineRule="auto"/>
        <w:contextualSpacing w:val="0"/>
        <w:mirrorIndents w:val="0"/>
      </w:pPr>
      <w:rPr>
        <w:rFonts w:ascii="Arial" w:hAnsi="Arial"/>
        <w:sz w:val="20"/>
      </w:rPr>
    </w:tblStylePr>
    <w:tblStylePr w:type="band2Horz">
      <w:pPr>
        <w:wordWrap/>
        <w:spacing w:beforeLines="0" w:beforeAutospacing="0" w:afterLines="0" w:afterAutospacing="0"/>
        <w:contextualSpacing w:val="0"/>
        <w:mirrorIndents w:val="0"/>
      </w:pPr>
      <w:rPr>
        <w:rFonts w:ascii="Arial" w:hAnsi="Arial"/>
        <w:sz w:val="20"/>
      </w:rPr>
    </w:tblStylePr>
  </w:style>
  <w:style w:type="table" w:customStyle="1" w:styleId="TableGrid3">
    <w:name w:val="Table Grid3"/>
    <w:basedOn w:val="TableNormal"/>
    <w:next w:val="TableGrid"/>
    <w:uiPriority w:val="59"/>
    <w:rsid w:val="00356680"/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la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band1Horz">
      <w:pPr>
        <w:wordWrap/>
        <w:spacing w:beforeLines="0" w:beforeAutospacing="0" w:afterLines="0" w:afterAutospacing="0" w:line="240" w:lineRule="auto"/>
        <w:contextualSpacing w:val="0"/>
        <w:mirrorIndents w:val="0"/>
      </w:pPr>
      <w:rPr>
        <w:rFonts w:ascii="Arial" w:hAnsi="Arial"/>
        <w:sz w:val="20"/>
      </w:rPr>
    </w:tblStylePr>
    <w:tblStylePr w:type="band2Horz">
      <w:pPr>
        <w:wordWrap/>
        <w:spacing w:beforeLines="0" w:beforeAutospacing="0" w:afterLines="0" w:afterAutospacing="0"/>
        <w:contextualSpacing w:val="0"/>
        <w:mirrorIndents w:val="0"/>
      </w:pPr>
      <w:rPr>
        <w:rFonts w:ascii="Arial" w:hAnsi="Arial"/>
        <w:sz w:val="20"/>
      </w:rPr>
    </w:tblStylePr>
  </w:style>
  <w:style w:type="table" w:customStyle="1" w:styleId="TableGrid2">
    <w:name w:val="Table Grid2"/>
    <w:basedOn w:val="TableNormal"/>
    <w:next w:val="TableGrid"/>
    <w:uiPriority w:val="59"/>
    <w:rsid w:val="00265D40"/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la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band1Horz">
      <w:pPr>
        <w:wordWrap/>
        <w:spacing w:beforeLines="0" w:beforeAutospacing="0" w:afterLines="0" w:afterAutospacing="0" w:line="240" w:lineRule="auto"/>
        <w:contextualSpacing w:val="0"/>
        <w:mirrorIndents w:val="0"/>
      </w:pPr>
      <w:rPr>
        <w:rFonts w:ascii="Arial" w:hAnsi="Arial"/>
        <w:sz w:val="20"/>
      </w:rPr>
    </w:tblStylePr>
    <w:tblStylePr w:type="band2Horz">
      <w:pPr>
        <w:wordWrap/>
        <w:spacing w:beforeLines="0" w:beforeAutospacing="0" w:afterLines="0" w:afterAutospacing="0"/>
        <w:contextualSpacing w:val="0"/>
        <w:mirrorIndents w:val="0"/>
      </w:pPr>
      <w:rPr>
        <w:rFonts w:ascii="Arial" w:hAnsi="Arial"/>
        <w:sz w:val="20"/>
      </w:rPr>
    </w:tblStylePr>
  </w:style>
  <w:style w:type="character" w:styleId="Hyperlink">
    <w:name w:val="Hyperlink"/>
    <w:basedOn w:val="DefaultParagraphFont"/>
    <w:uiPriority w:val="99"/>
    <w:unhideWhenUsed/>
    <w:rsid w:val="00AB7E0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074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4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3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13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36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2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46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96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0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7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1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05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7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2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49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6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87D6689B.dotm</Template>
  <TotalTime>1</TotalTime>
  <Pages>1</Pages>
  <Words>147</Words>
  <Characters>841</Characters>
  <Application>Microsoft Office Word</Application>
  <DocSecurity>4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IESC Agenda Meeting 46</dc:title>
  <dc:creator>IESC</dc:creator>
  <cp:lastModifiedBy>Durack, Bec</cp:lastModifiedBy>
  <cp:revision>2</cp:revision>
  <dcterms:created xsi:type="dcterms:W3CDTF">2017-09-13T03:41:00Z</dcterms:created>
  <dcterms:modified xsi:type="dcterms:W3CDTF">2017-09-13T03:41:00Z</dcterms:modified>
</cp:coreProperties>
</file>