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6F5073" w14:textId="77777777" w:rsidR="001B3471" w:rsidRPr="00B55249" w:rsidRDefault="00A93868" w:rsidP="001B3471">
      <w:pPr>
        <w:pStyle w:val="Header"/>
        <w:tabs>
          <w:tab w:val="left" w:pos="426"/>
        </w:tabs>
        <w:jc w:val="center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MINUTES</w:t>
      </w:r>
    </w:p>
    <w:p w14:paraId="2F6F5074" w14:textId="18F98062" w:rsidR="001B3471" w:rsidRPr="00B55249" w:rsidRDefault="00694FD5" w:rsidP="001B3471">
      <w:pPr>
        <w:pStyle w:val="Header"/>
        <w:tabs>
          <w:tab w:val="left" w:pos="426"/>
        </w:tabs>
        <w:jc w:val="center"/>
        <w:rPr>
          <w:rFonts w:ascii="Calibri" w:hAnsi="Calibri" w:cs="Arial"/>
        </w:rPr>
      </w:pPr>
      <w:r>
        <w:rPr>
          <w:rFonts w:ascii="Calibri" w:hAnsi="Calibri" w:cs="Arial"/>
        </w:rPr>
        <w:pict w14:anchorId="2F6F50F5">
          <v:rect id="_x0000_i1025" style="width:0;height:1.5pt" o:hralign="center" o:hrstd="t" o:hr="t" fillcolor="#a0a0a0" stroked="f"/>
        </w:pict>
      </w:r>
    </w:p>
    <w:p w14:paraId="2F6F5075" w14:textId="77777777" w:rsidR="001B3471" w:rsidRPr="007911E4" w:rsidRDefault="001B3471" w:rsidP="00544B59">
      <w:pPr>
        <w:tabs>
          <w:tab w:val="left" w:pos="426"/>
        </w:tabs>
        <w:spacing w:before="120"/>
        <w:rPr>
          <w:rFonts w:ascii="Calibri" w:hAnsi="Calibri" w:cs="Arial"/>
          <w:b/>
        </w:rPr>
      </w:pPr>
      <w:r w:rsidRPr="007911E4">
        <w:rPr>
          <w:rFonts w:ascii="Calibri" w:hAnsi="Calibri" w:cs="Arial"/>
          <w:b/>
        </w:rPr>
        <w:t>Attendance and Apologies</w:t>
      </w:r>
    </w:p>
    <w:p w14:paraId="2F6F5076" w14:textId="77777777" w:rsidR="001B3471" w:rsidRPr="007911E4" w:rsidRDefault="001B3471" w:rsidP="001B3471">
      <w:pPr>
        <w:tabs>
          <w:tab w:val="left" w:pos="426"/>
        </w:tabs>
        <w:rPr>
          <w:rFonts w:ascii="Calibri" w:hAnsi="Calibri" w:cs="Arial"/>
        </w:rPr>
      </w:pPr>
      <w:r w:rsidRPr="007911E4">
        <w:rPr>
          <w:rFonts w:ascii="Calibri" w:hAnsi="Calibri" w:cs="Arial"/>
        </w:rPr>
        <w:t>IN ATTENDANCE</w:t>
      </w:r>
    </w:p>
    <w:p w14:paraId="2F6F5077" w14:textId="77777777" w:rsidR="001B3471" w:rsidRDefault="001B3471" w:rsidP="001B3471">
      <w:pPr>
        <w:tabs>
          <w:tab w:val="left" w:pos="426"/>
        </w:tabs>
        <w:rPr>
          <w:rFonts w:ascii="Calibri" w:hAnsi="Calibri" w:cs="Arial"/>
        </w:rPr>
      </w:pPr>
      <w:r w:rsidRPr="007911E4">
        <w:rPr>
          <w:rFonts w:ascii="Calibri" w:hAnsi="Calibri" w:cs="Arial"/>
        </w:rPr>
        <w:t>Dr Andrew Johnson (Chair)</w:t>
      </w:r>
    </w:p>
    <w:p w14:paraId="0C6CAD53" w14:textId="77777777" w:rsidR="00584875" w:rsidRDefault="00584875" w:rsidP="00584875">
      <w:pPr>
        <w:tabs>
          <w:tab w:val="left" w:pos="426"/>
        </w:tabs>
        <w:rPr>
          <w:rFonts w:ascii="Calibri" w:hAnsi="Calibri" w:cs="Arial"/>
        </w:rPr>
      </w:pPr>
      <w:r w:rsidRPr="007911E4">
        <w:rPr>
          <w:rFonts w:ascii="Calibri" w:hAnsi="Calibri" w:cs="Arial"/>
        </w:rPr>
        <w:t>Professor Craig Simmons</w:t>
      </w:r>
    </w:p>
    <w:p w14:paraId="2F6F507B" w14:textId="77777777" w:rsidR="00996084" w:rsidRPr="007911E4" w:rsidRDefault="00996084" w:rsidP="00996084">
      <w:pPr>
        <w:tabs>
          <w:tab w:val="left" w:pos="426"/>
        </w:tabs>
        <w:rPr>
          <w:rFonts w:ascii="Calibri" w:hAnsi="Calibri" w:cs="Arial"/>
        </w:rPr>
      </w:pPr>
      <w:bookmarkStart w:id="0" w:name="_GoBack"/>
      <w:bookmarkEnd w:id="0"/>
      <w:r w:rsidRPr="007911E4">
        <w:rPr>
          <w:rFonts w:ascii="Calibri" w:hAnsi="Calibri" w:cs="Arial"/>
        </w:rPr>
        <w:t>Dr Andrew Boulton</w:t>
      </w:r>
    </w:p>
    <w:p w14:paraId="2F6F507C" w14:textId="77777777" w:rsidR="00FC3615" w:rsidRDefault="00FC3615" w:rsidP="00FC3615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>Dr Ian Prosser</w:t>
      </w:r>
    </w:p>
    <w:p w14:paraId="3CA542B1" w14:textId="77777777" w:rsidR="00FF1D38" w:rsidRPr="007911E4" w:rsidRDefault="00FF1D38" w:rsidP="00FF1D38">
      <w:pPr>
        <w:tabs>
          <w:tab w:val="left" w:pos="426"/>
        </w:tabs>
        <w:rPr>
          <w:rFonts w:ascii="Calibri" w:hAnsi="Calibri" w:cs="Arial"/>
        </w:rPr>
      </w:pPr>
      <w:r w:rsidRPr="007911E4">
        <w:rPr>
          <w:rFonts w:ascii="Calibri" w:hAnsi="Calibri" w:cs="Arial"/>
        </w:rPr>
        <w:t>Dr Jenny Stauber</w:t>
      </w:r>
    </w:p>
    <w:p w14:paraId="2F6F507D" w14:textId="77777777" w:rsidR="00037B4E" w:rsidRPr="00AE7CF5" w:rsidRDefault="00037B4E" w:rsidP="001B3471">
      <w:pPr>
        <w:tabs>
          <w:tab w:val="left" w:pos="426"/>
        </w:tabs>
        <w:rPr>
          <w:rFonts w:ascii="Calibri" w:hAnsi="Calibri" w:cs="Arial"/>
          <w:sz w:val="20"/>
          <w:szCs w:val="20"/>
        </w:rPr>
      </w:pPr>
    </w:p>
    <w:p w14:paraId="2F6F507E" w14:textId="77777777" w:rsidR="00996084" w:rsidRDefault="00037B4E" w:rsidP="00996084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>APOLOGIES</w:t>
      </w:r>
      <w:r w:rsidR="00996084" w:rsidRPr="00996084">
        <w:rPr>
          <w:rFonts w:ascii="Calibri" w:hAnsi="Calibri" w:cs="Arial"/>
        </w:rPr>
        <w:t xml:space="preserve"> </w:t>
      </w:r>
    </w:p>
    <w:p w14:paraId="3EA0210B" w14:textId="6A4E4ECC" w:rsidR="00F96969" w:rsidRDefault="00FF1D38" w:rsidP="00FC3615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>Professor Joan Esterle</w:t>
      </w:r>
    </w:p>
    <w:p w14:paraId="5A31A40A" w14:textId="77777777" w:rsidR="00C209BE" w:rsidRDefault="00C209BE" w:rsidP="00C209BE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>Dr Wendy Timms</w:t>
      </w:r>
    </w:p>
    <w:p w14:paraId="73ADB6E4" w14:textId="6B427C90" w:rsidR="00FF1D38" w:rsidRDefault="00C209BE" w:rsidP="00FC3615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>Dr Glen Walker</w:t>
      </w:r>
    </w:p>
    <w:p w14:paraId="348EF464" w14:textId="77777777" w:rsidR="00C209BE" w:rsidRPr="007911E4" w:rsidRDefault="00C209BE" w:rsidP="00FC3615">
      <w:pPr>
        <w:tabs>
          <w:tab w:val="left" w:pos="426"/>
        </w:tabs>
        <w:rPr>
          <w:rFonts w:ascii="Calibri" w:hAnsi="Calibri" w:cs="Arial"/>
        </w:rPr>
      </w:pPr>
    </w:p>
    <w:p w14:paraId="2F6F5081" w14:textId="0C2C1E10" w:rsidR="0007702A" w:rsidRDefault="001B3471" w:rsidP="00925452">
      <w:pPr>
        <w:tabs>
          <w:tab w:val="left" w:pos="426"/>
          <w:tab w:val="left" w:pos="5250"/>
        </w:tabs>
        <w:rPr>
          <w:rFonts w:ascii="Calibri" w:hAnsi="Calibri" w:cs="Arial"/>
        </w:rPr>
      </w:pPr>
      <w:r w:rsidRPr="007911E4">
        <w:rPr>
          <w:rFonts w:ascii="Calibri" w:hAnsi="Calibri" w:cs="Arial"/>
        </w:rPr>
        <w:t>OFFICE OF WATER SCIEN</w:t>
      </w:r>
      <w:r w:rsidR="00596187">
        <w:rPr>
          <w:rFonts w:ascii="Calibri" w:hAnsi="Calibri" w:cs="Arial"/>
        </w:rPr>
        <w:t>CE</w:t>
      </w:r>
      <w:r w:rsidRPr="007911E4">
        <w:rPr>
          <w:rFonts w:ascii="Calibri" w:hAnsi="Calibri" w:cs="Arial"/>
        </w:rPr>
        <w:t xml:space="preserve"> - SECRETARIAT AND SUPPORT</w:t>
      </w:r>
      <w:r w:rsidR="00996084">
        <w:rPr>
          <w:rFonts w:ascii="Calibri" w:hAnsi="Calibri" w:cs="Arial"/>
        </w:rPr>
        <w:br/>
      </w:r>
      <w:r w:rsidR="00FF1D38">
        <w:rPr>
          <w:rFonts w:ascii="Calibri" w:hAnsi="Calibri" w:cs="Arial"/>
        </w:rPr>
        <w:t>Matthew Whitfort</w:t>
      </w:r>
    </w:p>
    <w:p w14:paraId="069E90F8" w14:textId="25ED1B83" w:rsidR="00FF1D38" w:rsidRDefault="00FF1D38" w:rsidP="00925452">
      <w:pPr>
        <w:tabs>
          <w:tab w:val="left" w:pos="426"/>
          <w:tab w:val="left" w:pos="5250"/>
        </w:tabs>
        <w:rPr>
          <w:rFonts w:ascii="Calibri" w:hAnsi="Calibri" w:cs="Arial"/>
        </w:rPr>
      </w:pPr>
      <w:r>
        <w:rPr>
          <w:rFonts w:ascii="Calibri" w:hAnsi="Calibri" w:cs="Arial"/>
        </w:rPr>
        <w:t>Barbara Musso</w:t>
      </w:r>
    </w:p>
    <w:p w14:paraId="2BD1B8A4" w14:textId="685CDE6F" w:rsidR="00584875" w:rsidRDefault="00584875" w:rsidP="00925452">
      <w:pPr>
        <w:tabs>
          <w:tab w:val="left" w:pos="426"/>
          <w:tab w:val="left" w:pos="5250"/>
        </w:tabs>
        <w:rPr>
          <w:rFonts w:ascii="Calibri" w:hAnsi="Calibri" w:cs="Arial"/>
        </w:rPr>
      </w:pPr>
      <w:r>
        <w:rPr>
          <w:rFonts w:ascii="Calibri" w:hAnsi="Calibri" w:cs="Arial"/>
        </w:rPr>
        <w:t>Emily Grant</w:t>
      </w:r>
    </w:p>
    <w:p w14:paraId="2F6F5084" w14:textId="77777777" w:rsidR="001B3471" w:rsidRPr="007911E4" w:rsidRDefault="001B3471" w:rsidP="00544B59">
      <w:pPr>
        <w:tabs>
          <w:tab w:val="left" w:pos="426"/>
          <w:tab w:val="left" w:pos="5250"/>
        </w:tabs>
        <w:spacing w:before="120"/>
        <w:rPr>
          <w:rFonts w:ascii="Calibri" w:hAnsi="Calibri" w:cs="Arial"/>
        </w:rPr>
      </w:pPr>
      <w:r w:rsidRPr="00872153">
        <w:rPr>
          <w:rFonts w:ascii="Calibri" w:hAnsi="Calibri" w:cs="Arial"/>
        </w:rPr>
        <w:t>OTHER STAFF OF THE DEPARTMENT OF THE ENVIRONMENT</w:t>
      </w:r>
      <w:r w:rsidR="00E57028" w:rsidRPr="00872153">
        <w:rPr>
          <w:rFonts w:ascii="Calibri" w:hAnsi="Calibri" w:cs="Arial"/>
        </w:rPr>
        <w:t xml:space="preserve"> AND ENERGY</w:t>
      </w:r>
      <w:r w:rsidRPr="007911E4">
        <w:rPr>
          <w:rFonts w:ascii="Calibri" w:hAnsi="Calibri" w:cs="Arial"/>
        </w:rPr>
        <w:t xml:space="preserve"> 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0"/>
        <w:gridCol w:w="4678"/>
      </w:tblGrid>
      <w:tr w:rsidR="005807C4" w:rsidRPr="007C2961" w14:paraId="2F6F5092" w14:textId="77777777" w:rsidTr="00653DAA">
        <w:trPr>
          <w:trHeight w:val="610"/>
        </w:trPr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14:paraId="2F6F508F" w14:textId="63F2D931" w:rsidR="00162E63" w:rsidRPr="007C2961" w:rsidRDefault="00584875" w:rsidP="005807C4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7C2961">
              <w:rPr>
                <w:rFonts w:asciiTheme="minorHAnsi" w:hAnsiTheme="minorHAnsi" w:cs="Arial"/>
              </w:rPr>
              <w:t>Rod Dann</w:t>
            </w:r>
            <w:r w:rsidR="00C209BE">
              <w:rPr>
                <w:rFonts w:asciiTheme="minorHAnsi" w:hAnsiTheme="minorHAnsi" w:cs="Arial"/>
              </w:rPr>
              <w:t xml:space="preserve"> </w:t>
            </w:r>
          </w:p>
          <w:p w14:paraId="2F6F5090" w14:textId="77777777" w:rsidR="009A0B6E" w:rsidRPr="007C2961" w:rsidRDefault="009A0B6E" w:rsidP="005807C4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7C2961">
              <w:rPr>
                <w:rFonts w:asciiTheme="minorHAnsi" w:hAnsiTheme="minorHAnsi" w:cs="Arial"/>
              </w:rPr>
              <w:t>Office of Water Science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5091" w14:textId="29D13BE5" w:rsidR="00162E63" w:rsidRPr="007C2961" w:rsidRDefault="009A0B6E" w:rsidP="00C209BE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7C2961">
              <w:rPr>
                <w:rFonts w:asciiTheme="minorHAnsi" w:hAnsiTheme="minorHAnsi" w:cs="Arial"/>
              </w:rPr>
              <w:t xml:space="preserve">Natasha </w:t>
            </w:r>
            <w:r w:rsidR="00E57028" w:rsidRPr="007C2961">
              <w:rPr>
                <w:rFonts w:asciiTheme="minorHAnsi" w:hAnsiTheme="minorHAnsi" w:cs="Arial"/>
              </w:rPr>
              <w:t>Amerasinghe</w:t>
            </w:r>
            <w:r w:rsidR="00653DAA" w:rsidRPr="007C2961">
              <w:rPr>
                <w:rFonts w:asciiTheme="minorHAnsi" w:hAnsiTheme="minorHAnsi" w:cs="Arial"/>
              </w:rPr>
              <w:t xml:space="preserve"> </w:t>
            </w:r>
            <w:r w:rsidR="00B41080" w:rsidRPr="007C2961">
              <w:rPr>
                <w:rFonts w:asciiTheme="minorHAnsi" w:hAnsiTheme="minorHAnsi" w:cs="Arial"/>
              </w:rPr>
              <w:br/>
              <w:t>Office of Water Science</w:t>
            </w:r>
          </w:p>
        </w:tc>
      </w:tr>
      <w:tr w:rsidR="00653DAA" w:rsidRPr="007C2961" w14:paraId="2F6F509C" w14:textId="77777777" w:rsidTr="00DC37E6"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14:paraId="2F6F5098" w14:textId="66C6E6A5" w:rsidR="00653DAA" w:rsidRPr="007C2961" w:rsidRDefault="00475EBC" w:rsidP="005807C4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7C2961">
              <w:rPr>
                <w:rFonts w:asciiTheme="minorHAnsi" w:hAnsiTheme="minorHAnsi" w:cs="Arial"/>
              </w:rPr>
              <w:t>Mitchell Bouma</w:t>
            </w:r>
            <w:r w:rsidR="00C209BE">
              <w:rPr>
                <w:rFonts w:asciiTheme="minorHAnsi" w:hAnsiTheme="minorHAnsi" w:cs="Arial"/>
              </w:rPr>
              <w:t xml:space="preserve"> </w:t>
            </w:r>
          </w:p>
          <w:p w14:paraId="2F6F5099" w14:textId="77777777" w:rsidR="00653DAA" w:rsidRPr="007C2961" w:rsidRDefault="00653DAA" w:rsidP="005807C4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7C2961">
              <w:rPr>
                <w:rFonts w:asciiTheme="minorHAnsi" w:hAnsiTheme="minorHAnsi" w:cs="Arial"/>
              </w:rPr>
              <w:t>Office of Water Science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509B" w14:textId="54E2540D" w:rsidR="00653DAA" w:rsidRPr="007C2961" w:rsidRDefault="00653DAA" w:rsidP="00AF6169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</w:p>
        </w:tc>
      </w:tr>
    </w:tbl>
    <w:p w14:paraId="483DEDAE" w14:textId="77777777" w:rsidR="00C209BE" w:rsidRDefault="00C209BE" w:rsidP="00034434">
      <w:pPr>
        <w:rPr>
          <w:rFonts w:ascii="Calibri" w:hAnsi="Calibri" w:cs="Arial"/>
        </w:rPr>
      </w:pPr>
    </w:p>
    <w:p w14:paraId="2F6F50AD" w14:textId="308520BA" w:rsidR="006D1C2F" w:rsidRDefault="001B3471" w:rsidP="00DC3297">
      <w:pPr>
        <w:spacing w:before="120" w:after="120"/>
        <w:rPr>
          <w:rFonts w:ascii="Calibri" w:hAnsi="Calibri" w:cs="Arial"/>
          <w:b/>
        </w:rPr>
      </w:pPr>
      <w:r w:rsidRPr="007911E4">
        <w:rPr>
          <w:rFonts w:ascii="Calibri" w:hAnsi="Calibri" w:cs="Arial"/>
        </w:rPr>
        <w:t xml:space="preserve">The meeting commenced at </w:t>
      </w:r>
      <w:r w:rsidR="00A11086">
        <w:rPr>
          <w:rFonts w:ascii="Calibri" w:hAnsi="Calibri" w:cs="Arial"/>
        </w:rPr>
        <w:t>2.10</w:t>
      </w:r>
      <w:r w:rsidR="00584875">
        <w:rPr>
          <w:rFonts w:ascii="Calibri" w:hAnsi="Calibri" w:cs="Arial"/>
        </w:rPr>
        <w:t xml:space="preserve"> </w:t>
      </w:r>
      <w:r w:rsidR="00FF1D38">
        <w:rPr>
          <w:rFonts w:ascii="Calibri" w:hAnsi="Calibri" w:cs="Arial"/>
        </w:rPr>
        <w:t>p</w:t>
      </w:r>
      <w:r w:rsidR="00584875">
        <w:rPr>
          <w:rFonts w:ascii="Calibri" w:hAnsi="Calibri" w:cs="Arial"/>
        </w:rPr>
        <w:t xml:space="preserve">m </w:t>
      </w:r>
      <w:r w:rsidRPr="007911E4">
        <w:rPr>
          <w:rFonts w:ascii="Calibri" w:hAnsi="Calibri" w:cs="Arial"/>
        </w:rPr>
        <w:t xml:space="preserve">on </w:t>
      </w:r>
      <w:r w:rsidR="00FF1D38">
        <w:rPr>
          <w:rFonts w:ascii="Calibri" w:hAnsi="Calibri" w:cs="Arial"/>
        </w:rPr>
        <w:t>2</w:t>
      </w:r>
      <w:r w:rsidR="00C209BE">
        <w:rPr>
          <w:rFonts w:ascii="Calibri" w:hAnsi="Calibri" w:cs="Arial"/>
        </w:rPr>
        <w:t>0</w:t>
      </w:r>
      <w:r w:rsidR="00FF1D38">
        <w:rPr>
          <w:rFonts w:ascii="Calibri" w:hAnsi="Calibri" w:cs="Arial"/>
        </w:rPr>
        <w:t xml:space="preserve"> December</w:t>
      </w:r>
      <w:r w:rsidR="00ED2E70">
        <w:rPr>
          <w:rFonts w:ascii="Calibri" w:hAnsi="Calibri" w:cs="Arial"/>
        </w:rPr>
        <w:t xml:space="preserve"> </w:t>
      </w:r>
      <w:r w:rsidRPr="007911E4">
        <w:rPr>
          <w:rFonts w:ascii="Calibri" w:hAnsi="Calibri" w:cs="Arial"/>
        </w:rPr>
        <w:t>201</w:t>
      </w:r>
      <w:r w:rsidR="00054546">
        <w:rPr>
          <w:rFonts w:ascii="Calibri" w:hAnsi="Calibri" w:cs="Arial"/>
        </w:rPr>
        <w:t>6</w:t>
      </w:r>
      <w:r w:rsidRPr="007911E4">
        <w:rPr>
          <w:rFonts w:ascii="Calibri" w:hAnsi="Calibri" w:cs="Arial"/>
        </w:rPr>
        <w:t xml:space="preserve">. </w:t>
      </w:r>
    </w:p>
    <w:p w14:paraId="2F6F50AE" w14:textId="77777777" w:rsidR="001B3471" w:rsidRPr="007911E4" w:rsidRDefault="001B3471" w:rsidP="00DC3297">
      <w:pPr>
        <w:tabs>
          <w:tab w:val="left" w:pos="426"/>
        </w:tabs>
        <w:spacing w:before="120" w:after="120"/>
        <w:rPr>
          <w:rFonts w:ascii="Calibri" w:hAnsi="Calibri" w:cs="Arial"/>
          <w:b/>
        </w:rPr>
      </w:pPr>
      <w:r w:rsidRPr="007911E4">
        <w:rPr>
          <w:rFonts w:ascii="Calibri" w:hAnsi="Calibri" w:cs="Arial"/>
          <w:b/>
        </w:rPr>
        <w:t>1.</w:t>
      </w:r>
      <w:r w:rsidRPr="007911E4">
        <w:rPr>
          <w:rFonts w:ascii="Calibri" w:hAnsi="Calibri" w:cs="Arial"/>
          <w:b/>
        </w:rPr>
        <w:tab/>
        <w:t>Welcome and Introductions</w:t>
      </w:r>
    </w:p>
    <w:p w14:paraId="44E1AC40" w14:textId="569F8C14" w:rsidR="0052799D" w:rsidRDefault="0052799D" w:rsidP="00DC3297">
      <w:pPr>
        <w:tabs>
          <w:tab w:val="left" w:pos="426"/>
        </w:tabs>
        <w:spacing w:before="120" w:after="120"/>
        <w:rPr>
          <w:rFonts w:ascii="Calibri" w:hAnsi="Calibri" w:cs="Arial"/>
        </w:rPr>
      </w:pPr>
      <w:r>
        <w:rPr>
          <w:rFonts w:ascii="Calibri" w:hAnsi="Calibri" w:cs="Arial"/>
        </w:rPr>
        <w:t>The Chair, Dr Andrew Johnson, welcomed members of the Independent Expert Scientific Committee on Coal Seam Gas and Large Coal Mining Development (IESC) to the meeting.</w:t>
      </w:r>
    </w:p>
    <w:p w14:paraId="2F6F50C6" w14:textId="4866A4EC" w:rsidR="00FA14F7" w:rsidRDefault="005E0D07" w:rsidP="00DC3297">
      <w:pPr>
        <w:tabs>
          <w:tab w:val="left" w:pos="426"/>
        </w:tabs>
        <w:spacing w:before="120" w:after="120"/>
        <w:rPr>
          <w:rFonts w:ascii="Calibri" w:hAnsi="Calibri" w:cs="Arial"/>
        </w:rPr>
      </w:pPr>
      <w:r w:rsidRPr="00C413CF">
        <w:rPr>
          <w:rFonts w:ascii="Calibri" w:hAnsi="Calibri" w:cs="Arial"/>
          <w:b/>
        </w:rPr>
        <w:t>2.</w:t>
      </w:r>
      <w:r w:rsidR="001F4BAE" w:rsidRPr="00C413CF">
        <w:rPr>
          <w:rFonts w:ascii="Calibri" w:hAnsi="Calibri" w:cs="Arial"/>
          <w:b/>
        </w:rPr>
        <w:tab/>
      </w:r>
      <w:r w:rsidRPr="00C413CF">
        <w:rPr>
          <w:rFonts w:ascii="Calibri" w:hAnsi="Calibri" w:cs="Arial"/>
          <w:b/>
        </w:rPr>
        <w:t>Advice on projects referred by governments</w:t>
      </w:r>
    </w:p>
    <w:p w14:paraId="2F6F50C7" w14:textId="24D1DEE8" w:rsidR="00562AC6" w:rsidRPr="00562AC6" w:rsidRDefault="00562AC6" w:rsidP="00DC3297">
      <w:pPr>
        <w:tabs>
          <w:tab w:val="left" w:pos="426"/>
        </w:tabs>
        <w:spacing w:before="120" w:after="120"/>
        <w:rPr>
          <w:rFonts w:ascii="Calibri" w:hAnsi="Calibri" w:cs="Arial"/>
          <w:u w:val="single"/>
        </w:rPr>
      </w:pPr>
      <w:r>
        <w:rPr>
          <w:rFonts w:ascii="Calibri" w:hAnsi="Calibri" w:cs="Arial"/>
        </w:rPr>
        <w:t>2.1</w:t>
      </w:r>
      <w:r>
        <w:rPr>
          <w:rFonts w:ascii="Calibri" w:hAnsi="Calibri" w:cs="Arial"/>
        </w:rPr>
        <w:tab/>
      </w:r>
      <w:r w:rsidR="00A74B65">
        <w:rPr>
          <w:rFonts w:ascii="Calibri" w:hAnsi="Calibri" w:cs="Arial"/>
        </w:rPr>
        <w:t xml:space="preserve">Follow up from </w:t>
      </w:r>
      <w:r w:rsidR="00A74B65">
        <w:rPr>
          <w:rFonts w:ascii="Calibri" w:hAnsi="Calibri" w:cs="Arial"/>
          <w:u w:val="single"/>
        </w:rPr>
        <w:t>a</w:t>
      </w:r>
      <w:r w:rsidR="00AA3F82">
        <w:rPr>
          <w:rFonts w:ascii="Calibri" w:hAnsi="Calibri" w:cs="Arial"/>
          <w:u w:val="single"/>
        </w:rPr>
        <w:t xml:space="preserve">dvice on </w:t>
      </w:r>
      <w:r w:rsidR="009353C7">
        <w:rPr>
          <w:rFonts w:ascii="Calibri" w:hAnsi="Calibri" w:cs="Arial"/>
          <w:u w:val="single"/>
        </w:rPr>
        <w:t>New Acland</w:t>
      </w:r>
      <w:r w:rsidR="00C63432">
        <w:rPr>
          <w:rFonts w:ascii="Calibri" w:hAnsi="Calibri" w:cs="Arial"/>
          <w:u w:val="single"/>
        </w:rPr>
        <w:t xml:space="preserve"> Coal Mine</w:t>
      </w:r>
      <w:r w:rsidR="009353C7">
        <w:rPr>
          <w:rFonts w:ascii="Calibri" w:hAnsi="Calibri" w:cs="Arial"/>
          <w:u w:val="single"/>
        </w:rPr>
        <w:t xml:space="preserve"> Stage 3</w:t>
      </w:r>
    </w:p>
    <w:p w14:paraId="4FDE7736" w14:textId="55B26B82" w:rsidR="000468A7" w:rsidRDefault="00A11086" w:rsidP="00DC3297">
      <w:pPr>
        <w:spacing w:before="120" w:after="12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 xml:space="preserve">The Chair informed the </w:t>
      </w:r>
      <w:r w:rsidR="00DC3297">
        <w:rPr>
          <w:rFonts w:ascii="Calibri" w:hAnsi="Calibri" w:cs="Arial"/>
        </w:rPr>
        <w:t>IESC</w:t>
      </w:r>
      <w:r>
        <w:rPr>
          <w:rFonts w:ascii="Calibri" w:hAnsi="Calibri" w:cs="Arial"/>
        </w:rPr>
        <w:t xml:space="preserve"> that the </w:t>
      </w:r>
      <w:r w:rsidR="00DC3297">
        <w:rPr>
          <w:rFonts w:ascii="Calibri" w:hAnsi="Calibri" w:cs="Arial"/>
        </w:rPr>
        <w:t>Australian Government</w:t>
      </w:r>
      <w:r>
        <w:rPr>
          <w:rFonts w:ascii="Calibri" w:hAnsi="Calibri" w:cs="Arial"/>
        </w:rPr>
        <w:t xml:space="preserve"> regulator wrote to him </w:t>
      </w:r>
      <w:r w:rsidR="000468A7">
        <w:rPr>
          <w:rFonts w:ascii="Calibri" w:hAnsi="Calibri" w:cs="Arial"/>
        </w:rPr>
        <w:t xml:space="preserve">seeking </w:t>
      </w:r>
      <w:r>
        <w:rPr>
          <w:rFonts w:ascii="Calibri" w:hAnsi="Calibri" w:cs="Arial"/>
        </w:rPr>
        <w:t xml:space="preserve">advice from </w:t>
      </w:r>
      <w:r w:rsidR="000468A7">
        <w:rPr>
          <w:rFonts w:ascii="Calibri" w:hAnsi="Calibri" w:cs="Arial"/>
        </w:rPr>
        <w:t>the IESC that</w:t>
      </w:r>
      <w:r>
        <w:rPr>
          <w:rFonts w:ascii="Calibri" w:hAnsi="Calibri" w:cs="Arial"/>
        </w:rPr>
        <w:t xml:space="preserve"> the proposed conditions </w:t>
      </w:r>
      <w:r w:rsidR="000468A7">
        <w:rPr>
          <w:rFonts w:ascii="Calibri" w:hAnsi="Calibri" w:cs="Arial"/>
        </w:rPr>
        <w:t>o</w:t>
      </w:r>
      <w:r>
        <w:rPr>
          <w:rFonts w:ascii="Calibri" w:hAnsi="Calibri" w:cs="Arial"/>
        </w:rPr>
        <w:t xml:space="preserve">f approval </w:t>
      </w:r>
      <w:r w:rsidR="000468A7">
        <w:rPr>
          <w:rFonts w:ascii="Calibri" w:hAnsi="Calibri" w:cs="Arial"/>
        </w:rPr>
        <w:t xml:space="preserve">for the New Acland Mine Stage 3 </w:t>
      </w:r>
      <w:r>
        <w:rPr>
          <w:rFonts w:ascii="Calibri" w:hAnsi="Calibri" w:cs="Arial"/>
        </w:rPr>
        <w:t xml:space="preserve">comprehensively addressed all of the matters raised </w:t>
      </w:r>
      <w:r w:rsidR="00A74B65">
        <w:rPr>
          <w:rFonts w:ascii="Calibri" w:hAnsi="Calibri" w:cs="Arial"/>
        </w:rPr>
        <w:t xml:space="preserve">in </w:t>
      </w:r>
      <w:r>
        <w:rPr>
          <w:rFonts w:ascii="Calibri" w:hAnsi="Calibri" w:cs="Arial"/>
        </w:rPr>
        <w:t xml:space="preserve">the </w:t>
      </w:r>
      <w:r w:rsidR="000468A7">
        <w:rPr>
          <w:rFonts w:ascii="Calibri" w:hAnsi="Calibri" w:cs="Arial"/>
        </w:rPr>
        <w:t xml:space="preserve">IESC’s advice of </w:t>
      </w:r>
      <w:r w:rsidR="000468A7">
        <w:rPr>
          <w:rFonts w:ascii="Calibri" w:hAnsi="Calibri" w:cs="Arial"/>
        </w:rPr>
        <w:br/>
        <w:t>14 December 2016</w:t>
      </w:r>
      <w:r>
        <w:rPr>
          <w:rFonts w:ascii="Calibri" w:hAnsi="Calibri" w:cs="Arial"/>
        </w:rPr>
        <w:t xml:space="preserve">. </w:t>
      </w:r>
    </w:p>
    <w:p w14:paraId="247F3CD1" w14:textId="3F22F761" w:rsidR="00A11086" w:rsidRDefault="00A11086" w:rsidP="00DC3297">
      <w:pPr>
        <w:spacing w:before="120" w:after="12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The Chair advised members that the letter was available on Govdex.</w:t>
      </w:r>
    </w:p>
    <w:p w14:paraId="056FDEA6" w14:textId="0D0F184A" w:rsidR="000468A7" w:rsidRDefault="00A11086" w:rsidP="00DC3297">
      <w:pPr>
        <w:spacing w:before="120" w:after="12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 xml:space="preserve">The </w:t>
      </w:r>
      <w:r w:rsidR="00DC3297">
        <w:rPr>
          <w:rFonts w:ascii="Calibri" w:hAnsi="Calibri" w:cs="Arial"/>
        </w:rPr>
        <w:t>IESC</w:t>
      </w:r>
      <w:r>
        <w:rPr>
          <w:rFonts w:ascii="Calibri" w:hAnsi="Calibri" w:cs="Arial"/>
        </w:rPr>
        <w:t xml:space="preserve"> discussed the draft conditions</w:t>
      </w:r>
      <w:r w:rsidR="000468A7">
        <w:rPr>
          <w:rFonts w:ascii="Calibri" w:hAnsi="Calibri" w:cs="Arial"/>
        </w:rPr>
        <w:t xml:space="preserve">. </w:t>
      </w:r>
    </w:p>
    <w:p w14:paraId="25516882" w14:textId="6E590FA9" w:rsidR="00A11086" w:rsidRDefault="00DC3297" w:rsidP="00DC3297">
      <w:pPr>
        <w:spacing w:before="120" w:after="12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The IESC</w:t>
      </w:r>
      <w:r w:rsidR="000468A7">
        <w:rPr>
          <w:rFonts w:ascii="Calibri" w:hAnsi="Calibri" w:cs="Arial"/>
        </w:rPr>
        <w:t xml:space="preserve"> a</w:t>
      </w:r>
      <w:r w:rsidR="00A11086">
        <w:rPr>
          <w:rFonts w:ascii="Calibri" w:hAnsi="Calibri" w:cs="Arial"/>
        </w:rPr>
        <w:t xml:space="preserve">greed the Chair would </w:t>
      </w:r>
      <w:r w:rsidR="000468A7">
        <w:rPr>
          <w:rFonts w:ascii="Calibri" w:hAnsi="Calibri" w:cs="Arial"/>
        </w:rPr>
        <w:t>write to the regulator and p</w:t>
      </w:r>
      <w:r w:rsidR="00A11086">
        <w:rPr>
          <w:rFonts w:ascii="Calibri" w:hAnsi="Calibri" w:cs="Arial"/>
        </w:rPr>
        <w:t xml:space="preserve">rovide </w:t>
      </w:r>
      <w:r w:rsidR="000468A7">
        <w:rPr>
          <w:rFonts w:ascii="Calibri" w:hAnsi="Calibri" w:cs="Arial"/>
        </w:rPr>
        <w:t>feedback on the proposed conditions.</w:t>
      </w:r>
    </w:p>
    <w:p w14:paraId="2F6F50E0" w14:textId="77777777" w:rsidR="00EA3C08" w:rsidRPr="00B2793A" w:rsidRDefault="00EA3C08" w:rsidP="00EA3C08">
      <w:pPr>
        <w:spacing w:before="120" w:after="120"/>
        <w:rPr>
          <w:rFonts w:ascii="Calibri" w:hAnsi="Calibri" w:cs="Arial"/>
        </w:rPr>
      </w:pPr>
      <w:r w:rsidRPr="00B2793A">
        <w:rPr>
          <w:rFonts w:ascii="Calibri" w:hAnsi="Calibri" w:cs="Arial"/>
          <w:b/>
        </w:rPr>
        <w:lastRenderedPageBreak/>
        <w:t>Close of Meeting</w:t>
      </w:r>
    </w:p>
    <w:p w14:paraId="2F6F50E1" w14:textId="7D0B8151" w:rsidR="00036605" w:rsidRDefault="00EA3C08" w:rsidP="00EA3C08">
      <w:pPr>
        <w:tabs>
          <w:tab w:val="left" w:pos="426"/>
        </w:tabs>
        <w:spacing w:after="120"/>
        <w:rPr>
          <w:rFonts w:ascii="Calibri" w:hAnsi="Calibri" w:cs="Arial"/>
        </w:rPr>
      </w:pPr>
      <w:r w:rsidRPr="00B2793A">
        <w:rPr>
          <w:rFonts w:ascii="Calibri" w:hAnsi="Calibri" w:cs="Arial"/>
        </w:rPr>
        <w:t>The Chair thanked everyone for their contribution to the meeting</w:t>
      </w:r>
      <w:r w:rsidR="000468A7">
        <w:rPr>
          <w:rFonts w:ascii="Calibri" w:hAnsi="Calibri" w:cs="Arial"/>
        </w:rPr>
        <w:t xml:space="preserve"> and for making themselves available at short notice</w:t>
      </w:r>
      <w:r w:rsidRPr="00B2793A">
        <w:rPr>
          <w:rFonts w:ascii="Calibri" w:hAnsi="Calibri" w:cs="Arial"/>
        </w:rPr>
        <w:t xml:space="preserve">. </w:t>
      </w:r>
    </w:p>
    <w:p w14:paraId="791D63AF" w14:textId="0951830E" w:rsidR="00175CA1" w:rsidRDefault="00EA3C08" w:rsidP="00EA3C08">
      <w:pPr>
        <w:tabs>
          <w:tab w:val="left" w:pos="426"/>
        </w:tabs>
        <w:spacing w:after="120"/>
        <w:rPr>
          <w:rFonts w:ascii="Calibri" w:hAnsi="Calibri" w:cs="Arial"/>
        </w:rPr>
      </w:pPr>
      <w:r w:rsidRPr="00AF6169">
        <w:rPr>
          <w:rFonts w:ascii="Calibri" w:hAnsi="Calibri" w:cs="Arial"/>
        </w:rPr>
        <w:t xml:space="preserve">The meeting </w:t>
      </w:r>
      <w:r w:rsidRPr="00175CA1">
        <w:rPr>
          <w:rFonts w:ascii="Calibri" w:hAnsi="Calibri" w:cs="Arial"/>
        </w:rPr>
        <w:t>closed at</w:t>
      </w:r>
      <w:r w:rsidR="003E5CF9" w:rsidRPr="00175CA1">
        <w:rPr>
          <w:rFonts w:ascii="Calibri" w:hAnsi="Calibri" w:cs="Arial"/>
        </w:rPr>
        <w:t xml:space="preserve"> </w:t>
      </w:r>
      <w:r w:rsidR="00A11086">
        <w:rPr>
          <w:rFonts w:ascii="Calibri" w:hAnsi="Calibri" w:cs="Arial"/>
        </w:rPr>
        <w:t>2.45</w:t>
      </w:r>
      <w:r w:rsidR="004E66A5" w:rsidRPr="00175CA1">
        <w:rPr>
          <w:rFonts w:ascii="Calibri" w:hAnsi="Calibri" w:cs="Arial"/>
        </w:rPr>
        <w:t xml:space="preserve"> </w:t>
      </w:r>
      <w:r w:rsidR="00C17B47" w:rsidRPr="00175CA1">
        <w:rPr>
          <w:rFonts w:ascii="Calibri" w:hAnsi="Calibri" w:cs="Arial"/>
        </w:rPr>
        <w:t xml:space="preserve">pm </w:t>
      </w:r>
      <w:r w:rsidR="004E66A5" w:rsidRPr="00175CA1">
        <w:rPr>
          <w:rFonts w:ascii="Calibri" w:hAnsi="Calibri" w:cs="Arial"/>
        </w:rPr>
        <w:t xml:space="preserve">on </w:t>
      </w:r>
      <w:r w:rsidR="00D67EBE">
        <w:rPr>
          <w:rFonts w:ascii="Calibri" w:hAnsi="Calibri" w:cs="Arial"/>
        </w:rPr>
        <w:t>Tuesday</w:t>
      </w:r>
      <w:r w:rsidR="00A11086">
        <w:rPr>
          <w:rFonts w:ascii="Calibri" w:hAnsi="Calibri" w:cs="Arial"/>
        </w:rPr>
        <w:t xml:space="preserve"> 20</w:t>
      </w:r>
      <w:r w:rsidR="00E80A73" w:rsidRPr="00175CA1">
        <w:rPr>
          <w:rFonts w:ascii="Calibri" w:hAnsi="Calibri" w:cs="Arial"/>
        </w:rPr>
        <w:t xml:space="preserve"> December</w:t>
      </w:r>
      <w:r w:rsidR="008A0480" w:rsidRPr="00175CA1">
        <w:rPr>
          <w:rFonts w:ascii="Calibri" w:hAnsi="Calibri" w:cs="Arial"/>
        </w:rPr>
        <w:t xml:space="preserve"> 2016</w:t>
      </w:r>
      <w:r w:rsidR="002B595C" w:rsidRPr="00175CA1">
        <w:rPr>
          <w:rFonts w:ascii="Calibri" w:hAnsi="Calibri" w:cs="Arial"/>
        </w:rPr>
        <w:t>.</w:t>
      </w:r>
    </w:p>
    <w:p w14:paraId="2F6F50E5" w14:textId="77862F33" w:rsidR="00EA3C08" w:rsidRPr="00B2793A" w:rsidRDefault="00EA3C08" w:rsidP="00EA3C08">
      <w:pPr>
        <w:tabs>
          <w:tab w:val="left" w:pos="426"/>
        </w:tabs>
        <w:spacing w:after="120"/>
        <w:rPr>
          <w:rFonts w:ascii="Calibri" w:hAnsi="Calibri" w:cs="Arial"/>
        </w:rPr>
      </w:pPr>
      <w:r w:rsidRPr="00B2793A">
        <w:rPr>
          <w:rFonts w:ascii="Calibri" w:hAnsi="Calibri" w:cs="Arial"/>
        </w:rPr>
        <w:t>Minutes confirmed as true and correct:</w:t>
      </w:r>
    </w:p>
    <w:p w14:paraId="2F6F50E6" w14:textId="77777777" w:rsidR="00EA3C08" w:rsidRPr="00B2793A" w:rsidRDefault="00EA3C08" w:rsidP="00EA3C08">
      <w:pPr>
        <w:tabs>
          <w:tab w:val="left" w:pos="426"/>
        </w:tabs>
        <w:rPr>
          <w:rFonts w:ascii="Calibri" w:hAnsi="Calibri" w:cs="Arial"/>
        </w:rPr>
      </w:pPr>
      <w:r w:rsidRPr="00B2793A">
        <w:rPr>
          <w:rFonts w:ascii="Calibri" w:hAnsi="Calibri" w:cs="Arial"/>
        </w:rPr>
        <w:t>Dr Andrew Johnson</w:t>
      </w:r>
    </w:p>
    <w:p w14:paraId="2F6F50E7" w14:textId="77777777" w:rsidR="00EA3C08" w:rsidRPr="00B2793A" w:rsidRDefault="00EA3C08" w:rsidP="00EA3C08">
      <w:pPr>
        <w:tabs>
          <w:tab w:val="left" w:pos="426"/>
        </w:tabs>
        <w:rPr>
          <w:rFonts w:ascii="Calibri" w:hAnsi="Calibri" w:cs="Arial"/>
        </w:rPr>
      </w:pPr>
      <w:r w:rsidRPr="00B2793A">
        <w:rPr>
          <w:rFonts w:ascii="Calibri" w:hAnsi="Calibri" w:cs="Arial"/>
        </w:rPr>
        <w:t xml:space="preserve">IESC Chair </w:t>
      </w:r>
    </w:p>
    <w:p w14:paraId="2F6F50F4" w14:textId="1874C8D1" w:rsidR="00EA3C08" w:rsidRPr="00416B43" w:rsidRDefault="00D67EBE" w:rsidP="00416B43">
      <w:pPr>
        <w:tabs>
          <w:tab w:val="left" w:pos="426"/>
        </w:tabs>
        <w:rPr>
          <w:rFonts w:asciiTheme="minorHAnsi" w:hAnsiTheme="minorHAnsi" w:cs="Arial"/>
        </w:rPr>
      </w:pPr>
      <w:r>
        <w:rPr>
          <w:rFonts w:ascii="Calibri" w:hAnsi="Calibri" w:cs="Arial"/>
        </w:rPr>
        <w:t>23</w:t>
      </w:r>
      <w:r w:rsidR="00BA0B51">
        <w:rPr>
          <w:rFonts w:ascii="Calibri" w:hAnsi="Calibri" w:cs="Arial"/>
        </w:rPr>
        <w:t xml:space="preserve"> </w:t>
      </w:r>
      <w:r w:rsidR="00E80A73">
        <w:rPr>
          <w:rFonts w:ascii="Calibri" w:hAnsi="Calibri" w:cs="Arial"/>
        </w:rPr>
        <w:t>December</w:t>
      </w:r>
      <w:r w:rsidR="008A0480">
        <w:rPr>
          <w:rFonts w:ascii="Calibri" w:hAnsi="Calibri" w:cs="Arial"/>
        </w:rPr>
        <w:t xml:space="preserve"> </w:t>
      </w:r>
      <w:r w:rsidR="00EA3C08">
        <w:rPr>
          <w:rFonts w:ascii="Calibri" w:hAnsi="Calibri" w:cs="Arial"/>
        </w:rPr>
        <w:t>201</w:t>
      </w:r>
      <w:r w:rsidR="004E66A5">
        <w:rPr>
          <w:rFonts w:ascii="Calibri" w:hAnsi="Calibri" w:cs="Arial"/>
        </w:rPr>
        <w:t>6</w:t>
      </w:r>
    </w:p>
    <w:sectPr w:rsidR="00EA3C08" w:rsidRPr="00416B43" w:rsidSect="004B0827">
      <w:headerReference w:type="first" r:id="rId7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92A2BD" w14:textId="77777777" w:rsidR="00387DEC" w:rsidRDefault="00387DEC" w:rsidP="001B3471">
      <w:r>
        <w:separator/>
      </w:r>
    </w:p>
  </w:endnote>
  <w:endnote w:type="continuationSeparator" w:id="0">
    <w:p w14:paraId="7C21399B" w14:textId="77777777" w:rsidR="00387DEC" w:rsidRDefault="00387DEC" w:rsidP="001B3471">
      <w:r>
        <w:continuationSeparator/>
      </w:r>
    </w:p>
  </w:endnote>
  <w:endnote w:type="continuationNotice" w:id="1">
    <w:p w14:paraId="5B892C57" w14:textId="77777777" w:rsidR="00387DEC" w:rsidRDefault="00387D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D0B042" w14:textId="77777777" w:rsidR="00387DEC" w:rsidRDefault="00387DEC" w:rsidP="001B3471">
      <w:r>
        <w:separator/>
      </w:r>
    </w:p>
  </w:footnote>
  <w:footnote w:type="continuationSeparator" w:id="0">
    <w:p w14:paraId="76278987" w14:textId="77777777" w:rsidR="00387DEC" w:rsidRDefault="00387DEC" w:rsidP="001B3471">
      <w:r>
        <w:continuationSeparator/>
      </w:r>
    </w:p>
  </w:footnote>
  <w:footnote w:type="continuationNotice" w:id="1">
    <w:p w14:paraId="0F8D947C" w14:textId="77777777" w:rsidR="00387DEC" w:rsidRDefault="00387DE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6F50FA" w14:textId="77777777" w:rsidR="00387DEC" w:rsidRDefault="00387DEC" w:rsidP="004B0827">
    <w:pPr>
      <w:pStyle w:val="Header"/>
      <w:jc w:val="center"/>
      <w:rPr>
        <w:b/>
      </w:rPr>
    </w:pPr>
    <w:r>
      <w:rPr>
        <w:b/>
      </w:rPr>
      <w:t>Independent Expert Scientific Committee on Coal Seam Gas and</w:t>
    </w:r>
  </w:p>
  <w:p w14:paraId="2F6F50FB" w14:textId="77777777" w:rsidR="00387DEC" w:rsidRDefault="00387DEC" w:rsidP="004B0827">
    <w:pPr>
      <w:pStyle w:val="Header"/>
      <w:jc w:val="center"/>
      <w:rPr>
        <w:b/>
      </w:rPr>
    </w:pPr>
    <w:r>
      <w:rPr>
        <w:b/>
      </w:rPr>
      <w:t>Large Coal Mining Development (IESC)</w:t>
    </w:r>
  </w:p>
  <w:p w14:paraId="7E80D73C" w14:textId="77777777" w:rsidR="00C209BE" w:rsidRDefault="00FF1D38" w:rsidP="00C209BE">
    <w:pPr>
      <w:pStyle w:val="Header"/>
      <w:jc w:val="center"/>
      <w:rPr>
        <w:b/>
      </w:rPr>
    </w:pPr>
    <w:r>
      <w:rPr>
        <w:b/>
      </w:rPr>
      <w:t>Meeting 41</w:t>
    </w:r>
    <w:r w:rsidR="00C209BE">
      <w:rPr>
        <w:b/>
      </w:rPr>
      <w:t>.1 Teleconference</w:t>
    </w:r>
    <w:r w:rsidR="00387DEC">
      <w:rPr>
        <w:b/>
      </w:rPr>
      <w:t xml:space="preserve">, </w:t>
    </w:r>
    <w:r w:rsidR="00C209BE">
      <w:rPr>
        <w:b/>
      </w:rPr>
      <w:t>20 December 2016</w:t>
    </w:r>
  </w:p>
  <w:p w14:paraId="4E915190" w14:textId="1F998069" w:rsidR="00C209BE" w:rsidRDefault="00C209BE" w:rsidP="004B0827">
    <w:pPr>
      <w:pStyle w:val="Header"/>
      <w:jc w:val="center"/>
      <w:rPr>
        <w:b/>
      </w:rPr>
    </w:pPr>
    <w:r>
      <w:rPr>
        <w:b/>
      </w:rPr>
      <w:t>Canberra, Sydney, Adelaide, Perth</w:t>
    </w:r>
  </w:p>
  <w:p w14:paraId="2F6F50FD" w14:textId="77777777" w:rsidR="00387DEC" w:rsidRDefault="00387D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0C09000F"/>
    <w:lvl w:ilvl="0">
      <w:start w:val="1"/>
      <w:numFmt w:val="decimal"/>
      <w:lvlText w:val="%1."/>
      <w:lvlJc w:val="left"/>
      <w:pPr>
        <w:ind w:left="1146" w:hanging="360"/>
      </w:pPr>
    </w:lvl>
  </w:abstractNum>
  <w:abstractNum w:abstractNumId="1" w15:restartNumberingAfterBreak="0">
    <w:nsid w:val="FFFFFF89"/>
    <w:multiLevelType w:val="singleLevel"/>
    <w:tmpl w:val="6CBCDB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795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3" w15:restartNumberingAfterBreak="0">
    <w:nsid w:val="0227463B"/>
    <w:multiLevelType w:val="hybridMultilevel"/>
    <w:tmpl w:val="75944B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CB5827"/>
    <w:multiLevelType w:val="hybridMultilevel"/>
    <w:tmpl w:val="563CB18C"/>
    <w:lvl w:ilvl="0" w:tplc="0C09000F">
      <w:start w:val="1"/>
      <w:numFmt w:val="decimal"/>
      <w:lvlText w:val="%1."/>
      <w:lvlJc w:val="left"/>
      <w:pPr>
        <w:ind w:left="1146" w:hanging="360"/>
      </w:pPr>
    </w:lvl>
    <w:lvl w:ilvl="1" w:tplc="0C090019" w:tentative="1">
      <w:start w:val="1"/>
      <w:numFmt w:val="lowerLetter"/>
      <w:lvlText w:val="%2."/>
      <w:lvlJc w:val="left"/>
      <w:pPr>
        <w:ind w:left="1866" w:hanging="360"/>
      </w:pPr>
    </w:lvl>
    <w:lvl w:ilvl="2" w:tplc="0C09001B" w:tentative="1">
      <w:start w:val="1"/>
      <w:numFmt w:val="lowerRoman"/>
      <w:lvlText w:val="%3."/>
      <w:lvlJc w:val="right"/>
      <w:pPr>
        <w:ind w:left="2586" w:hanging="180"/>
      </w:pPr>
    </w:lvl>
    <w:lvl w:ilvl="3" w:tplc="0C09000F" w:tentative="1">
      <w:start w:val="1"/>
      <w:numFmt w:val="decimal"/>
      <w:lvlText w:val="%4."/>
      <w:lvlJc w:val="left"/>
      <w:pPr>
        <w:ind w:left="3306" w:hanging="360"/>
      </w:pPr>
    </w:lvl>
    <w:lvl w:ilvl="4" w:tplc="0C090019" w:tentative="1">
      <w:start w:val="1"/>
      <w:numFmt w:val="lowerLetter"/>
      <w:lvlText w:val="%5."/>
      <w:lvlJc w:val="left"/>
      <w:pPr>
        <w:ind w:left="4026" w:hanging="360"/>
      </w:pPr>
    </w:lvl>
    <w:lvl w:ilvl="5" w:tplc="0C09001B" w:tentative="1">
      <w:start w:val="1"/>
      <w:numFmt w:val="lowerRoman"/>
      <w:lvlText w:val="%6."/>
      <w:lvlJc w:val="right"/>
      <w:pPr>
        <w:ind w:left="4746" w:hanging="180"/>
      </w:pPr>
    </w:lvl>
    <w:lvl w:ilvl="6" w:tplc="0C09000F" w:tentative="1">
      <w:start w:val="1"/>
      <w:numFmt w:val="decimal"/>
      <w:lvlText w:val="%7."/>
      <w:lvlJc w:val="left"/>
      <w:pPr>
        <w:ind w:left="5466" w:hanging="360"/>
      </w:pPr>
    </w:lvl>
    <w:lvl w:ilvl="7" w:tplc="0C090019" w:tentative="1">
      <w:start w:val="1"/>
      <w:numFmt w:val="lowerLetter"/>
      <w:lvlText w:val="%8."/>
      <w:lvlJc w:val="left"/>
      <w:pPr>
        <w:ind w:left="6186" w:hanging="360"/>
      </w:pPr>
    </w:lvl>
    <w:lvl w:ilvl="8" w:tplc="0C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6532376"/>
    <w:multiLevelType w:val="hybridMultilevel"/>
    <w:tmpl w:val="493E64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E32C6D"/>
    <w:multiLevelType w:val="hybridMultilevel"/>
    <w:tmpl w:val="F8C8CE2C"/>
    <w:lvl w:ilvl="0" w:tplc="0C09000F">
      <w:start w:val="1"/>
      <w:numFmt w:val="decimal"/>
      <w:lvlText w:val="%1."/>
      <w:lvlJc w:val="left"/>
      <w:pPr>
        <w:ind w:left="1146" w:hanging="360"/>
      </w:pPr>
    </w:lvl>
    <w:lvl w:ilvl="1" w:tplc="0C090019" w:tentative="1">
      <w:start w:val="1"/>
      <w:numFmt w:val="lowerLetter"/>
      <w:lvlText w:val="%2."/>
      <w:lvlJc w:val="left"/>
      <w:pPr>
        <w:ind w:left="1866" w:hanging="360"/>
      </w:pPr>
    </w:lvl>
    <w:lvl w:ilvl="2" w:tplc="0C09001B" w:tentative="1">
      <w:start w:val="1"/>
      <w:numFmt w:val="lowerRoman"/>
      <w:lvlText w:val="%3."/>
      <w:lvlJc w:val="right"/>
      <w:pPr>
        <w:ind w:left="2586" w:hanging="180"/>
      </w:pPr>
    </w:lvl>
    <w:lvl w:ilvl="3" w:tplc="0C09000F" w:tentative="1">
      <w:start w:val="1"/>
      <w:numFmt w:val="decimal"/>
      <w:lvlText w:val="%4."/>
      <w:lvlJc w:val="left"/>
      <w:pPr>
        <w:ind w:left="3306" w:hanging="360"/>
      </w:pPr>
    </w:lvl>
    <w:lvl w:ilvl="4" w:tplc="0C090019" w:tentative="1">
      <w:start w:val="1"/>
      <w:numFmt w:val="lowerLetter"/>
      <w:lvlText w:val="%5."/>
      <w:lvlJc w:val="left"/>
      <w:pPr>
        <w:ind w:left="4026" w:hanging="360"/>
      </w:pPr>
    </w:lvl>
    <w:lvl w:ilvl="5" w:tplc="0C09001B" w:tentative="1">
      <w:start w:val="1"/>
      <w:numFmt w:val="lowerRoman"/>
      <w:lvlText w:val="%6."/>
      <w:lvlJc w:val="right"/>
      <w:pPr>
        <w:ind w:left="4746" w:hanging="180"/>
      </w:pPr>
    </w:lvl>
    <w:lvl w:ilvl="6" w:tplc="0C09000F" w:tentative="1">
      <w:start w:val="1"/>
      <w:numFmt w:val="decimal"/>
      <w:lvlText w:val="%7."/>
      <w:lvlJc w:val="left"/>
      <w:pPr>
        <w:ind w:left="5466" w:hanging="360"/>
      </w:pPr>
    </w:lvl>
    <w:lvl w:ilvl="7" w:tplc="0C090019" w:tentative="1">
      <w:start w:val="1"/>
      <w:numFmt w:val="lowerLetter"/>
      <w:lvlText w:val="%8."/>
      <w:lvlJc w:val="left"/>
      <w:pPr>
        <w:ind w:left="6186" w:hanging="360"/>
      </w:pPr>
    </w:lvl>
    <w:lvl w:ilvl="8" w:tplc="0C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F745BC2"/>
    <w:multiLevelType w:val="multilevel"/>
    <w:tmpl w:val="E5E89F92"/>
    <w:numStyleLink w:val="BulletList"/>
  </w:abstractNum>
  <w:abstractNum w:abstractNumId="8" w15:restartNumberingAfterBreak="0">
    <w:nsid w:val="22CD5D60"/>
    <w:multiLevelType w:val="multilevel"/>
    <w:tmpl w:val="EFC88F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9" w15:restartNumberingAfterBreak="0">
    <w:nsid w:val="2BEC3021"/>
    <w:multiLevelType w:val="hybridMultilevel"/>
    <w:tmpl w:val="37CABF1C"/>
    <w:lvl w:ilvl="0" w:tplc="0C090001">
      <w:start w:val="1"/>
      <w:numFmt w:val="bullet"/>
      <w:lvlText w:val=""/>
      <w:lvlJc w:val="left"/>
      <w:pPr>
        <w:ind w:left="120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10" w15:restartNumberingAfterBreak="0">
    <w:nsid w:val="2CC420A9"/>
    <w:multiLevelType w:val="hybridMultilevel"/>
    <w:tmpl w:val="3E0A68C4"/>
    <w:lvl w:ilvl="0" w:tplc="0C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53B28DC"/>
    <w:multiLevelType w:val="hybridMultilevel"/>
    <w:tmpl w:val="569AD8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7A27CD"/>
    <w:multiLevelType w:val="multilevel"/>
    <w:tmpl w:val="253603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000000" w:themeColor="text1"/>
      </w:rPr>
    </w:lvl>
    <w:lvl w:ilvl="1">
      <w:start w:val="1"/>
      <w:numFmt w:val="lowerRoman"/>
      <w:lvlText w:val="%2."/>
      <w:lvlJc w:val="right"/>
      <w:pPr>
        <w:ind w:left="1000" w:hanging="432"/>
      </w:pPr>
      <w:rPr>
        <w:rFonts w:hint="default"/>
        <w:b w:val="0"/>
        <w:sz w:val="24"/>
        <w:szCs w:val="24"/>
      </w:rPr>
    </w:lvl>
    <w:lvl w:ilvl="2">
      <w:start w:val="2"/>
      <w:numFmt w:val="decimal"/>
      <w:lvlText w:val="%1.%2.%3."/>
      <w:lvlJc w:val="left"/>
      <w:pPr>
        <w:ind w:left="1650" w:hanging="504"/>
      </w:pPr>
      <w:rPr>
        <w:rFonts w:cs="Times New Roman" w:hint="default"/>
        <w:b w:val="0"/>
        <w:sz w:val="24"/>
        <w:szCs w:val="24"/>
      </w:rPr>
    </w:lvl>
    <w:lvl w:ilvl="3">
      <w:start w:val="1"/>
      <w:numFmt w:val="bullet"/>
      <w:lvlText w:val="o"/>
      <w:lvlJc w:val="left"/>
      <w:pPr>
        <w:ind w:left="2154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"/>
      <w:lvlJc w:val="left"/>
      <w:pPr>
        <w:ind w:left="2658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cs="Times New Roman" w:hint="default"/>
      </w:rPr>
    </w:lvl>
  </w:abstractNum>
  <w:abstractNum w:abstractNumId="14" w15:restartNumberingAfterBreak="0">
    <w:nsid w:val="6A9A75FD"/>
    <w:multiLevelType w:val="hybridMultilevel"/>
    <w:tmpl w:val="84C895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  <w:lvlOverride w:ilvl="0">
      <w:lvl w:ilvl="0">
        <w:start w:val="1"/>
        <w:numFmt w:val="bullet"/>
        <w:pStyle w:val="ListBullet"/>
        <w:lvlText w:val=""/>
        <w:lvlJc w:val="left"/>
        <w:pPr>
          <w:ind w:left="795" w:hanging="369"/>
        </w:pPr>
        <w:rPr>
          <w:rFonts w:ascii="Symbol" w:hAnsi="Symbol" w:hint="default"/>
        </w:rPr>
      </w:lvl>
    </w:lvlOverride>
  </w:num>
  <w:num w:numId="3">
    <w:abstractNumId w:val="13"/>
  </w:num>
  <w:num w:numId="4">
    <w:abstractNumId w:val="11"/>
  </w:num>
  <w:num w:numId="5">
    <w:abstractNumId w:val="14"/>
  </w:num>
  <w:num w:numId="6">
    <w:abstractNumId w:val="8"/>
  </w:num>
  <w:num w:numId="7">
    <w:abstractNumId w:val="1"/>
  </w:num>
  <w:num w:numId="8">
    <w:abstractNumId w:val="10"/>
  </w:num>
  <w:num w:numId="9">
    <w:abstractNumId w:val="7"/>
    <w:lvlOverride w:ilvl="0">
      <w:lvl w:ilvl="0">
        <w:start w:val="1"/>
        <w:numFmt w:val="bullet"/>
        <w:pStyle w:val="ListBullet"/>
        <w:lvlText w:val=""/>
        <w:lvlJc w:val="left"/>
        <w:pPr>
          <w:ind w:left="795" w:hanging="369"/>
        </w:pPr>
        <w:rPr>
          <w:rFonts w:ascii="Symbol" w:hAnsi="Symbol" w:hint="default"/>
        </w:rPr>
      </w:lvl>
    </w:lvlOverride>
  </w:num>
  <w:num w:numId="10">
    <w:abstractNumId w:val="7"/>
    <w:lvlOverride w:ilvl="0">
      <w:lvl w:ilvl="0">
        <w:start w:val="1"/>
        <w:numFmt w:val="bullet"/>
        <w:pStyle w:val="ListBullet"/>
        <w:lvlText w:val=""/>
        <w:lvlJc w:val="left"/>
        <w:pPr>
          <w:ind w:left="795" w:hanging="369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6"/>
  </w:num>
  <w:num w:numId="13">
    <w:abstractNumId w:val="4"/>
  </w:num>
  <w:num w:numId="14">
    <w:abstractNumId w:val="0"/>
  </w:num>
  <w:num w:numId="15">
    <w:abstractNumId w:val="11"/>
  </w:num>
  <w:num w:numId="16">
    <w:abstractNumId w:val="7"/>
    <w:lvlOverride w:ilvl="0">
      <w:lvl w:ilvl="0">
        <w:start w:val="1"/>
        <w:numFmt w:val="bullet"/>
        <w:pStyle w:val="ListBullet"/>
        <w:lvlText w:val=""/>
        <w:lvlJc w:val="left"/>
        <w:pPr>
          <w:ind w:left="795" w:hanging="369"/>
        </w:pPr>
        <w:rPr>
          <w:rFonts w:ascii="Symbol" w:hAnsi="Symbol" w:hint="default"/>
        </w:rPr>
      </w:lvl>
    </w:lvlOverride>
  </w:num>
  <w:num w:numId="17">
    <w:abstractNumId w:val="7"/>
    <w:lvlOverride w:ilvl="0">
      <w:lvl w:ilvl="0">
        <w:start w:val="1"/>
        <w:numFmt w:val="bullet"/>
        <w:pStyle w:val="ListBullet"/>
        <w:lvlText w:val=""/>
        <w:lvlJc w:val="left"/>
        <w:pPr>
          <w:ind w:left="795" w:hanging="369"/>
        </w:pPr>
        <w:rPr>
          <w:rFonts w:ascii="Symbol" w:hAnsi="Symbol" w:hint="default"/>
        </w:rPr>
      </w:lvl>
    </w:lvlOverride>
  </w:num>
  <w:num w:numId="18">
    <w:abstractNumId w:val="7"/>
    <w:lvlOverride w:ilvl="0">
      <w:lvl w:ilvl="0">
        <w:start w:val="1"/>
        <w:numFmt w:val="bullet"/>
        <w:pStyle w:val="ListBullet"/>
        <w:lvlText w:val=""/>
        <w:lvlJc w:val="left"/>
        <w:pPr>
          <w:ind w:left="795" w:hanging="369"/>
        </w:pPr>
        <w:rPr>
          <w:rFonts w:ascii="Symbol" w:hAnsi="Symbol" w:hint="default"/>
        </w:rPr>
      </w:lvl>
    </w:lvlOverride>
  </w:num>
  <w:num w:numId="19">
    <w:abstractNumId w:val="7"/>
    <w:lvlOverride w:ilvl="0">
      <w:lvl w:ilvl="0">
        <w:start w:val="1"/>
        <w:numFmt w:val="bullet"/>
        <w:pStyle w:val="ListBullet"/>
        <w:lvlText w:val=""/>
        <w:lvlJc w:val="left"/>
        <w:pPr>
          <w:ind w:left="795" w:hanging="369"/>
        </w:pPr>
        <w:rPr>
          <w:rFonts w:ascii="Symbol" w:hAnsi="Symbol" w:hint="default"/>
        </w:rPr>
      </w:lvl>
    </w:lvlOverride>
  </w:num>
  <w:num w:numId="20">
    <w:abstractNumId w:val="12"/>
  </w:num>
  <w:num w:numId="21">
    <w:abstractNumId w:val="9"/>
  </w:num>
  <w:num w:numId="22">
    <w:abstractNumId w:val="3"/>
  </w:num>
  <w:num w:numId="23">
    <w:abstractNumId w:val="7"/>
    <w:lvlOverride w:ilvl="0">
      <w:lvl w:ilvl="0">
        <w:start w:val="1"/>
        <w:numFmt w:val="bullet"/>
        <w:pStyle w:val="ListBullet"/>
        <w:lvlText w:val=""/>
        <w:lvlJc w:val="left"/>
        <w:pPr>
          <w:ind w:left="795" w:hanging="369"/>
        </w:pPr>
        <w:rPr>
          <w:rFonts w:ascii="Symbol" w:hAnsi="Symbol" w:hint="default"/>
        </w:rPr>
      </w:lvl>
    </w:lvlOverride>
  </w:num>
  <w:num w:numId="24">
    <w:abstractNumId w:val="7"/>
    <w:lvlOverride w:ilvl="0">
      <w:lvl w:ilvl="0">
        <w:start w:val="1"/>
        <w:numFmt w:val="bullet"/>
        <w:pStyle w:val="ListBullet"/>
        <w:lvlText w:val=""/>
        <w:lvlJc w:val="left"/>
        <w:pPr>
          <w:ind w:left="795" w:hanging="369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471"/>
    <w:rsid w:val="0000186C"/>
    <w:rsid w:val="000019B2"/>
    <w:rsid w:val="000022C2"/>
    <w:rsid w:val="00003A1B"/>
    <w:rsid w:val="00007DF5"/>
    <w:rsid w:val="00007F7D"/>
    <w:rsid w:val="0001102E"/>
    <w:rsid w:val="00013A71"/>
    <w:rsid w:val="00025B22"/>
    <w:rsid w:val="00031FB7"/>
    <w:rsid w:val="00034434"/>
    <w:rsid w:val="00034A8D"/>
    <w:rsid w:val="00036605"/>
    <w:rsid w:val="00037B4E"/>
    <w:rsid w:val="000468A7"/>
    <w:rsid w:val="00054546"/>
    <w:rsid w:val="00056A71"/>
    <w:rsid w:val="00060C75"/>
    <w:rsid w:val="00061C12"/>
    <w:rsid w:val="00075EC3"/>
    <w:rsid w:val="0007702A"/>
    <w:rsid w:val="0008282E"/>
    <w:rsid w:val="00087B9C"/>
    <w:rsid w:val="000977A0"/>
    <w:rsid w:val="000A082D"/>
    <w:rsid w:val="000A192B"/>
    <w:rsid w:val="000A4173"/>
    <w:rsid w:val="000A4243"/>
    <w:rsid w:val="000A44D6"/>
    <w:rsid w:val="000A54E0"/>
    <w:rsid w:val="000B0707"/>
    <w:rsid w:val="000B30D8"/>
    <w:rsid w:val="000B4565"/>
    <w:rsid w:val="000B4C07"/>
    <w:rsid w:val="000B4F74"/>
    <w:rsid w:val="000C2F89"/>
    <w:rsid w:val="000D6527"/>
    <w:rsid w:val="000E0A65"/>
    <w:rsid w:val="000E10DA"/>
    <w:rsid w:val="000E497E"/>
    <w:rsid w:val="000E72A6"/>
    <w:rsid w:val="000F036D"/>
    <w:rsid w:val="000F423D"/>
    <w:rsid w:val="000F4F78"/>
    <w:rsid w:val="00100621"/>
    <w:rsid w:val="00103C8D"/>
    <w:rsid w:val="00107583"/>
    <w:rsid w:val="00111BE6"/>
    <w:rsid w:val="00115026"/>
    <w:rsid w:val="00115677"/>
    <w:rsid w:val="00121182"/>
    <w:rsid w:val="0013647E"/>
    <w:rsid w:val="00147856"/>
    <w:rsid w:val="00153890"/>
    <w:rsid w:val="001614B0"/>
    <w:rsid w:val="00162E63"/>
    <w:rsid w:val="00172F77"/>
    <w:rsid w:val="00175CA1"/>
    <w:rsid w:val="00177FE4"/>
    <w:rsid w:val="001874F6"/>
    <w:rsid w:val="001A1211"/>
    <w:rsid w:val="001A77A4"/>
    <w:rsid w:val="001B004F"/>
    <w:rsid w:val="001B13F9"/>
    <w:rsid w:val="001B1EB0"/>
    <w:rsid w:val="001B3471"/>
    <w:rsid w:val="001B543A"/>
    <w:rsid w:val="001B5E1B"/>
    <w:rsid w:val="001B65D4"/>
    <w:rsid w:val="001C0C10"/>
    <w:rsid w:val="001C2C7D"/>
    <w:rsid w:val="001D18F3"/>
    <w:rsid w:val="001D646E"/>
    <w:rsid w:val="001E3EAE"/>
    <w:rsid w:val="001E4F5D"/>
    <w:rsid w:val="001E6516"/>
    <w:rsid w:val="001E6DC3"/>
    <w:rsid w:val="001E7F43"/>
    <w:rsid w:val="001F19D3"/>
    <w:rsid w:val="001F4BAE"/>
    <w:rsid w:val="00201611"/>
    <w:rsid w:val="00207A26"/>
    <w:rsid w:val="00212C78"/>
    <w:rsid w:val="00217A33"/>
    <w:rsid w:val="0022290A"/>
    <w:rsid w:val="00223AB8"/>
    <w:rsid w:val="00225B7C"/>
    <w:rsid w:val="00230969"/>
    <w:rsid w:val="00240AF7"/>
    <w:rsid w:val="0025026C"/>
    <w:rsid w:val="00253D6A"/>
    <w:rsid w:val="00257EEB"/>
    <w:rsid w:val="002603B8"/>
    <w:rsid w:val="00265516"/>
    <w:rsid w:val="0026593D"/>
    <w:rsid w:val="00270C4D"/>
    <w:rsid w:val="002710CD"/>
    <w:rsid w:val="00272413"/>
    <w:rsid w:val="0027362A"/>
    <w:rsid w:val="002745B0"/>
    <w:rsid w:val="00275D8B"/>
    <w:rsid w:val="00277FB3"/>
    <w:rsid w:val="0028110D"/>
    <w:rsid w:val="0028200C"/>
    <w:rsid w:val="002860FB"/>
    <w:rsid w:val="00291212"/>
    <w:rsid w:val="00293555"/>
    <w:rsid w:val="00297E30"/>
    <w:rsid w:val="002A2725"/>
    <w:rsid w:val="002A701A"/>
    <w:rsid w:val="002B0A1D"/>
    <w:rsid w:val="002B458B"/>
    <w:rsid w:val="002B595C"/>
    <w:rsid w:val="002B6831"/>
    <w:rsid w:val="002C0451"/>
    <w:rsid w:val="002C5587"/>
    <w:rsid w:val="002C6BF4"/>
    <w:rsid w:val="002D0193"/>
    <w:rsid w:val="002E207A"/>
    <w:rsid w:val="002E46A0"/>
    <w:rsid w:val="002E4FC4"/>
    <w:rsid w:val="002F10E1"/>
    <w:rsid w:val="002F17BA"/>
    <w:rsid w:val="002F2B9C"/>
    <w:rsid w:val="002F55E7"/>
    <w:rsid w:val="002F56B7"/>
    <w:rsid w:val="002F7300"/>
    <w:rsid w:val="002F735C"/>
    <w:rsid w:val="0030092C"/>
    <w:rsid w:val="00306CAC"/>
    <w:rsid w:val="00311A12"/>
    <w:rsid w:val="00315812"/>
    <w:rsid w:val="00316984"/>
    <w:rsid w:val="003174BF"/>
    <w:rsid w:val="00322AF9"/>
    <w:rsid w:val="0032375C"/>
    <w:rsid w:val="0032527F"/>
    <w:rsid w:val="003304AD"/>
    <w:rsid w:val="0034125B"/>
    <w:rsid w:val="00347446"/>
    <w:rsid w:val="00352086"/>
    <w:rsid w:val="00353CA9"/>
    <w:rsid w:val="00356A56"/>
    <w:rsid w:val="00360109"/>
    <w:rsid w:val="00375C7D"/>
    <w:rsid w:val="003766E9"/>
    <w:rsid w:val="00382577"/>
    <w:rsid w:val="00387725"/>
    <w:rsid w:val="00387DEC"/>
    <w:rsid w:val="00393211"/>
    <w:rsid w:val="003974C6"/>
    <w:rsid w:val="003A516B"/>
    <w:rsid w:val="003A7239"/>
    <w:rsid w:val="003B0E66"/>
    <w:rsid w:val="003B1DCC"/>
    <w:rsid w:val="003C3E93"/>
    <w:rsid w:val="003C5C5A"/>
    <w:rsid w:val="003C7B23"/>
    <w:rsid w:val="003D0517"/>
    <w:rsid w:val="003D3ADA"/>
    <w:rsid w:val="003D5366"/>
    <w:rsid w:val="003D794D"/>
    <w:rsid w:val="003E5CF9"/>
    <w:rsid w:val="003E62F2"/>
    <w:rsid w:val="00400AA0"/>
    <w:rsid w:val="00403744"/>
    <w:rsid w:val="0040580D"/>
    <w:rsid w:val="00406FB9"/>
    <w:rsid w:val="00411B4F"/>
    <w:rsid w:val="0041263C"/>
    <w:rsid w:val="0041401E"/>
    <w:rsid w:val="0041600F"/>
    <w:rsid w:val="00416B43"/>
    <w:rsid w:val="00417518"/>
    <w:rsid w:val="00420BD5"/>
    <w:rsid w:val="004223DF"/>
    <w:rsid w:val="004253D2"/>
    <w:rsid w:val="0042576E"/>
    <w:rsid w:val="00433270"/>
    <w:rsid w:val="00441B90"/>
    <w:rsid w:val="00443226"/>
    <w:rsid w:val="00444858"/>
    <w:rsid w:val="004524F8"/>
    <w:rsid w:val="00455572"/>
    <w:rsid w:val="00461172"/>
    <w:rsid w:val="00463F60"/>
    <w:rsid w:val="0047149F"/>
    <w:rsid w:val="00472455"/>
    <w:rsid w:val="004731FF"/>
    <w:rsid w:val="00475EBC"/>
    <w:rsid w:val="0047631F"/>
    <w:rsid w:val="004765D4"/>
    <w:rsid w:val="00481309"/>
    <w:rsid w:val="004843FB"/>
    <w:rsid w:val="00491A5F"/>
    <w:rsid w:val="00492A9B"/>
    <w:rsid w:val="004954CD"/>
    <w:rsid w:val="004965C3"/>
    <w:rsid w:val="004B0827"/>
    <w:rsid w:val="004B1D51"/>
    <w:rsid w:val="004B3A29"/>
    <w:rsid w:val="004B6A24"/>
    <w:rsid w:val="004C31ED"/>
    <w:rsid w:val="004D3A81"/>
    <w:rsid w:val="004D5285"/>
    <w:rsid w:val="004D76B9"/>
    <w:rsid w:val="004E2653"/>
    <w:rsid w:val="004E5EB3"/>
    <w:rsid w:val="004E66A5"/>
    <w:rsid w:val="004F013C"/>
    <w:rsid w:val="004F324B"/>
    <w:rsid w:val="004F72D2"/>
    <w:rsid w:val="0050008F"/>
    <w:rsid w:val="005000C0"/>
    <w:rsid w:val="005014E1"/>
    <w:rsid w:val="005018A6"/>
    <w:rsid w:val="00502C73"/>
    <w:rsid w:val="005036F4"/>
    <w:rsid w:val="00504EB9"/>
    <w:rsid w:val="005143BA"/>
    <w:rsid w:val="00514886"/>
    <w:rsid w:val="00515E65"/>
    <w:rsid w:val="00517891"/>
    <w:rsid w:val="00522074"/>
    <w:rsid w:val="00522BF7"/>
    <w:rsid w:val="0052799D"/>
    <w:rsid w:val="00531D9A"/>
    <w:rsid w:val="00533919"/>
    <w:rsid w:val="00535BF7"/>
    <w:rsid w:val="0054102B"/>
    <w:rsid w:val="005419BC"/>
    <w:rsid w:val="005438B9"/>
    <w:rsid w:val="005439F1"/>
    <w:rsid w:val="00544B59"/>
    <w:rsid w:val="00550939"/>
    <w:rsid w:val="005603A4"/>
    <w:rsid w:val="00562AC6"/>
    <w:rsid w:val="005721FE"/>
    <w:rsid w:val="00575247"/>
    <w:rsid w:val="005807C4"/>
    <w:rsid w:val="00584875"/>
    <w:rsid w:val="005858AE"/>
    <w:rsid w:val="00594822"/>
    <w:rsid w:val="00594F2F"/>
    <w:rsid w:val="00596187"/>
    <w:rsid w:val="00597E9A"/>
    <w:rsid w:val="005A423F"/>
    <w:rsid w:val="005B2B15"/>
    <w:rsid w:val="005B4D7A"/>
    <w:rsid w:val="005C18EC"/>
    <w:rsid w:val="005C57CB"/>
    <w:rsid w:val="005D6132"/>
    <w:rsid w:val="005D7A4C"/>
    <w:rsid w:val="005D7FDE"/>
    <w:rsid w:val="005E0D07"/>
    <w:rsid w:val="005F5FA3"/>
    <w:rsid w:val="00603891"/>
    <w:rsid w:val="00603D50"/>
    <w:rsid w:val="006111F1"/>
    <w:rsid w:val="00611EDB"/>
    <w:rsid w:val="00614155"/>
    <w:rsid w:val="006163ED"/>
    <w:rsid w:val="00620E1F"/>
    <w:rsid w:val="006247B0"/>
    <w:rsid w:val="00624BCF"/>
    <w:rsid w:val="006310B0"/>
    <w:rsid w:val="006326D3"/>
    <w:rsid w:val="00637F08"/>
    <w:rsid w:val="00651A7C"/>
    <w:rsid w:val="006522BA"/>
    <w:rsid w:val="00653DAA"/>
    <w:rsid w:val="0065797C"/>
    <w:rsid w:val="006618D3"/>
    <w:rsid w:val="00664E37"/>
    <w:rsid w:val="0066563E"/>
    <w:rsid w:val="0066765F"/>
    <w:rsid w:val="00670C89"/>
    <w:rsid w:val="006723F4"/>
    <w:rsid w:val="00673789"/>
    <w:rsid w:val="00674A6C"/>
    <w:rsid w:val="00682EE2"/>
    <w:rsid w:val="00683681"/>
    <w:rsid w:val="006842C1"/>
    <w:rsid w:val="00686473"/>
    <w:rsid w:val="006900EB"/>
    <w:rsid w:val="00690A92"/>
    <w:rsid w:val="00694384"/>
    <w:rsid w:val="00694FD5"/>
    <w:rsid w:val="006950B7"/>
    <w:rsid w:val="00695992"/>
    <w:rsid w:val="00696A2C"/>
    <w:rsid w:val="006A5397"/>
    <w:rsid w:val="006A588D"/>
    <w:rsid w:val="006A5CE4"/>
    <w:rsid w:val="006B6E68"/>
    <w:rsid w:val="006C66CC"/>
    <w:rsid w:val="006C763A"/>
    <w:rsid w:val="006D1C2F"/>
    <w:rsid w:val="006D3E83"/>
    <w:rsid w:val="006D6B4E"/>
    <w:rsid w:val="006E1AC1"/>
    <w:rsid w:val="006E2C03"/>
    <w:rsid w:val="006E49BF"/>
    <w:rsid w:val="006F4A69"/>
    <w:rsid w:val="006F615F"/>
    <w:rsid w:val="006F7FC0"/>
    <w:rsid w:val="00706B45"/>
    <w:rsid w:val="007071F2"/>
    <w:rsid w:val="00712288"/>
    <w:rsid w:val="00715F5B"/>
    <w:rsid w:val="007220A7"/>
    <w:rsid w:val="0072576D"/>
    <w:rsid w:val="00732538"/>
    <w:rsid w:val="00733AFE"/>
    <w:rsid w:val="007410E2"/>
    <w:rsid w:val="007479AC"/>
    <w:rsid w:val="00761C2C"/>
    <w:rsid w:val="0076400B"/>
    <w:rsid w:val="00767A7A"/>
    <w:rsid w:val="00767E88"/>
    <w:rsid w:val="00771784"/>
    <w:rsid w:val="007719F4"/>
    <w:rsid w:val="00773404"/>
    <w:rsid w:val="00773879"/>
    <w:rsid w:val="007766A3"/>
    <w:rsid w:val="007776C0"/>
    <w:rsid w:val="007840FE"/>
    <w:rsid w:val="007841FE"/>
    <w:rsid w:val="00785002"/>
    <w:rsid w:val="007911E4"/>
    <w:rsid w:val="00791DDB"/>
    <w:rsid w:val="00792ED2"/>
    <w:rsid w:val="007A026D"/>
    <w:rsid w:val="007A51E6"/>
    <w:rsid w:val="007A543F"/>
    <w:rsid w:val="007B13EB"/>
    <w:rsid w:val="007B7BE0"/>
    <w:rsid w:val="007C096B"/>
    <w:rsid w:val="007C2961"/>
    <w:rsid w:val="007D2EB7"/>
    <w:rsid w:val="007D2F59"/>
    <w:rsid w:val="007D7979"/>
    <w:rsid w:val="007D7AF2"/>
    <w:rsid w:val="007E1329"/>
    <w:rsid w:val="007E1E17"/>
    <w:rsid w:val="007E27F0"/>
    <w:rsid w:val="007E437B"/>
    <w:rsid w:val="007E7BC2"/>
    <w:rsid w:val="007F3D80"/>
    <w:rsid w:val="007F5CEA"/>
    <w:rsid w:val="007F5DC9"/>
    <w:rsid w:val="007F782A"/>
    <w:rsid w:val="00807295"/>
    <w:rsid w:val="0081089A"/>
    <w:rsid w:val="00810D88"/>
    <w:rsid w:val="00813C61"/>
    <w:rsid w:val="00814718"/>
    <w:rsid w:val="00814ED3"/>
    <w:rsid w:val="00815E18"/>
    <w:rsid w:val="008172F2"/>
    <w:rsid w:val="00841520"/>
    <w:rsid w:val="00852859"/>
    <w:rsid w:val="00855A6E"/>
    <w:rsid w:val="008614B7"/>
    <w:rsid w:val="00861DD3"/>
    <w:rsid w:val="00865547"/>
    <w:rsid w:val="00872153"/>
    <w:rsid w:val="008761D4"/>
    <w:rsid w:val="00876575"/>
    <w:rsid w:val="008903CB"/>
    <w:rsid w:val="00896911"/>
    <w:rsid w:val="008A01D6"/>
    <w:rsid w:val="008A0480"/>
    <w:rsid w:val="008A07E1"/>
    <w:rsid w:val="008A12FF"/>
    <w:rsid w:val="008A195A"/>
    <w:rsid w:val="008A1CF9"/>
    <w:rsid w:val="008B7F15"/>
    <w:rsid w:val="008C5AD3"/>
    <w:rsid w:val="008C644B"/>
    <w:rsid w:val="008C6825"/>
    <w:rsid w:val="008C6B54"/>
    <w:rsid w:val="008D0185"/>
    <w:rsid w:val="008D0388"/>
    <w:rsid w:val="008D32D9"/>
    <w:rsid w:val="008D43C2"/>
    <w:rsid w:val="008D4728"/>
    <w:rsid w:val="008D5C5A"/>
    <w:rsid w:val="008D65B9"/>
    <w:rsid w:val="008F125D"/>
    <w:rsid w:val="008F1EEA"/>
    <w:rsid w:val="008F2FD0"/>
    <w:rsid w:val="008F45DF"/>
    <w:rsid w:val="00902961"/>
    <w:rsid w:val="009030F9"/>
    <w:rsid w:val="00904FEF"/>
    <w:rsid w:val="0090630D"/>
    <w:rsid w:val="00911F5B"/>
    <w:rsid w:val="00917AA9"/>
    <w:rsid w:val="00921CC6"/>
    <w:rsid w:val="00925452"/>
    <w:rsid w:val="00930226"/>
    <w:rsid w:val="00934307"/>
    <w:rsid w:val="009353C7"/>
    <w:rsid w:val="009355BF"/>
    <w:rsid w:val="00940762"/>
    <w:rsid w:val="0094676C"/>
    <w:rsid w:val="009555BB"/>
    <w:rsid w:val="009650BE"/>
    <w:rsid w:val="00967BC7"/>
    <w:rsid w:val="0097382F"/>
    <w:rsid w:val="00974D03"/>
    <w:rsid w:val="00980398"/>
    <w:rsid w:val="009840E3"/>
    <w:rsid w:val="009860AA"/>
    <w:rsid w:val="00991ADD"/>
    <w:rsid w:val="00992C1F"/>
    <w:rsid w:val="00994F28"/>
    <w:rsid w:val="00996084"/>
    <w:rsid w:val="009A0B6E"/>
    <w:rsid w:val="009A2F1E"/>
    <w:rsid w:val="009A5B9C"/>
    <w:rsid w:val="009B182F"/>
    <w:rsid w:val="009D0153"/>
    <w:rsid w:val="009E5B22"/>
    <w:rsid w:val="009E6088"/>
    <w:rsid w:val="009E6853"/>
    <w:rsid w:val="009E6DC2"/>
    <w:rsid w:val="009E7A15"/>
    <w:rsid w:val="009F0639"/>
    <w:rsid w:val="009F28C2"/>
    <w:rsid w:val="009F3FF7"/>
    <w:rsid w:val="009F61E3"/>
    <w:rsid w:val="00A05808"/>
    <w:rsid w:val="00A11086"/>
    <w:rsid w:val="00A13995"/>
    <w:rsid w:val="00A1498A"/>
    <w:rsid w:val="00A1666E"/>
    <w:rsid w:val="00A311DB"/>
    <w:rsid w:val="00A477CE"/>
    <w:rsid w:val="00A5608D"/>
    <w:rsid w:val="00A67396"/>
    <w:rsid w:val="00A71764"/>
    <w:rsid w:val="00A724BA"/>
    <w:rsid w:val="00A725C1"/>
    <w:rsid w:val="00A74B65"/>
    <w:rsid w:val="00A77CAD"/>
    <w:rsid w:val="00A86EE1"/>
    <w:rsid w:val="00A91F4D"/>
    <w:rsid w:val="00A92B0A"/>
    <w:rsid w:val="00A93868"/>
    <w:rsid w:val="00A94922"/>
    <w:rsid w:val="00AA2AE0"/>
    <w:rsid w:val="00AA3F82"/>
    <w:rsid w:val="00AA4BED"/>
    <w:rsid w:val="00AA6F8A"/>
    <w:rsid w:val="00AA7B7E"/>
    <w:rsid w:val="00AB6027"/>
    <w:rsid w:val="00AC441C"/>
    <w:rsid w:val="00AC4888"/>
    <w:rsid w:val="00AC7316"/>
    <w:rsid w:val="00AC7A6B"/>
    <w:rsid w:val="00AC7AFD"/>
    <w:rsid w:val="00AD173C"/>
    <w:rsid w:val="00AD1C87"/>
    <w:rsid w:val="00AD593B"/>
    <w:rsid w:val="00AD5FE7"/>
    <w:rsid w:val="00AD66ED"/>
    <w:rsid w:val="00AD792C"/>
    <w:rsid w:val="00AE2EEC"/>
    <w:rsid w:val="00AE37EA"/>
    <w:rsid w:val="00AE419D"/>
    <w:rsid w:val="00AE7CF5"/>
    <w:rsid w:val="00AF3BE1"/>
    <w:rsid w:val="00AF4725"/>
    <w:rsid w:val="00AF6169"/>
    <w:rsid w:val="00B11DCF"/>
    <w:rsid w:val="00B12D70"/>
    <w:rsid w:val="00B244A2"/>
    <w:rsid w:val="00B2793A"/>
    <w:rsid w:val="00B30B3E"/>
    <w:rsid w:val="00B3182C"/>
    <w:rsid w:val="00B347DE"/>
    <w:rsid w:val="00B37409"/>
    <w:rsid w:val="00B40644"/>
    <w:rsid w:val="00B41080"/>
    <w:rsid w:val="00B439BF"/>
    <w:rsid w:val="00B45F2C"/>
    <w:rsid w:val="00B52AA9"/>
    <w:rsid w:val="00B56AD4"/>
    <w:rsid w:val="00B56ECE"/>
    <w:rsid w:val="00B5745A"/>
    <w:rsid w:val="00B678EA"/>
    <w:rsid w:val="00B72433"/>
    <w:rsid w:val="00B72499"/>
    <w:rsid w:val="00B76824"/>
    <w:rsid w:val="00B8168E"/>
    <w:rsid w:val="00B83A77"/>
    <w:rsid w:val="00B87AB8"/>
    <w:rsid w:val="00B90A9D"/>
    <w:rsid w:val="00BA0B51"/>
    <w:rsid w:val="00BA3F0E"/>
    <w:rsid w:val="00BA47D4"/>
    <w:rsid w:val="00BA6A0E"/>
    <w:rsid w:val="00BB4733"/>
    <w:rsid w:val="00BC0191"/>
    <w:rsid w:val="00BC0E6E"/>
    <w:rsid w:val="00BC7DAE"/>
    <w:rsid w:val="00BD32FE"/>
    <w:rsid w:val="00BD7129"/>
    <w:rsid w:val="00BE12F0"/>
    <w:rsid w:val="00BE1B88"/>
    <w:rsid w:val="00BE23B9"/>
    <w:rsid w:val="00BE2FA6"/>
    <w:rsid w:val="00BF1AFB"/>
    <w:rsid w:val="00BF1D11"/>
    <w:rsid w:val="00BF3446"/>
    <w:rsid w:val="00C05922"/>
    <w:rsid w:val="00C15C54"/>
    <w:rsid w:val="00C16E53"/>
    <w:rsid w:val="00C17B47"/>
    <w:rsid w:val="00C209BE"/>
    <w:rsid w:val="00C23A49"/>
    <w:rsid w:val="00C258F5"/>
    <w:rsid w:val="00C33095"/>
    <w:rsid w:val="00C346F3"/>
    <w:rsid w:val="00C367C7"/>
    <w:rsid w:val="00C37ADF"/>
    <w:rsid w:val="00C413CF"/>
    <w:rsid w:val="00C44FAA"/>
    <w:rsid w:val="00C51EF3"/>
    <w:rsid w:val="00C54A03"/>
    <w:rsid w:val="00C61457"/>
    <w:rsid w:val="00C63432"/>
    <w:rsid w:val="00C65B7A"/>
    <w:rsid w:val="00C66F3D"/>
    <w:rsid w:val="00C74395"/>
    <w:rsid w:val="00C744B0"/>
    <w:rsid w:val="00C76A45"/>
    <w:rsid w:val="00C76F92"/>
    <w:rsid w:val="00C779D9"/>
    <w:rsid w:val="00C84DEB"/>
    <w:rsid w:val="00C86665"/>
    <w:rsid w:val="00C96BB8"/>
    <w:rsid w:val="00CA0649"/>
    <w:rsid w:val="00CA1D3D"/>
    <w:rsid w:val="00CA213F"/>
    <w:rsid w:val="00CA353E"/>
    <w:rsid w:val="00CA4615"/>
    <w:rsid w:val="00CA5E23"/>
    <w:rsid w:val="00CB0461"/>
    <w:rsid w:val="00CB1DF7"/>
    <w:rsid w:val="00CB1EDD"/>
    <w:rsid w:val="00CB3015"/>
    <w:rsid w:val="00CC3613"/>
    <w:rsid w:val="00CD003A"/>
    <w:rsid w:val="00CD3A91"/>
    <w:rsid w:val="00CE6012"/>
    <w:rsid w:val="00CE65A3"/>
    <w:rsid w:val="00CF3D60"/>
    <w:rsid w:val="00CF3E11"/>
    <w:rsid w:val="00D02512"/>
    <w:rsid w:val="00D03A4B"/>
    <w:rsid w:val="00D11736"/>
    <w:rsid w:val="00D11862"/>
    <w:rsid w:val="00D13F6F"/>
    <w:rsid w:val="00D17497"/>
    <w:rsid w:val="00D17A48"/>
    <w:rsid w:val="00D17FA0"/>
    <w:rsid w:val="00D26A53"/>
    <w:rsid w:val="00D30E3F"/>
    <w:rsid w:val="00D50B56"/>
    <w:rsid w:val="00D53B81"/>
    <w:rsid w:val="00D54A12"/>
    <w:rsid w:val="00D54FC7"/>
    <w:rsid w:val="00D56C0C"/>
    <w:rsid w:val="00D6111B"/>
    <w:rsid w:val="00D67EBE"/>
    <w:rsid w:val="00D710DD"/>
    <w:rsid w:val="00D72C1F"/>
    <w:rsid w:val="00D73ABF"/>
    <w:rsid w:val="00D7761B"/>
    <w:rsid w:val="00D80B40"/>
    <w:rsid w:val="00D81486"/>
    <w:rsid w:val="00D82AD1"/>
    <w:rsid w:val="00D934B4"/>
    <w:rsid w:val="00D974B1"/>
    <w:rsid w:val="00D97742"/>
    <w:rsid w:val="00DA1E9F"/>
    <w:rsid w:val="00DA36BF"/>
    <w:rsid w:val="00DA4142"/>
    <w:rsid w:val="00DB5C33"/>
    <w:rsid w:val="00DC0747"/>
    <w:rsid w:val="00DC3297"/>
    <w:rsid w:val="00DC37E6"/>
    <w:rsid w:val="00DC588B"/>
    <w:rsid w:val="00DC7333"/>
    <w:rsid w:val="00DC7997"/>
    <w:rsid w:val="00DD6DA5"/>
    <w:rsid w:val="00DE5AA6"/>
    <w:rsid w:val="00DF0FE6"/>
    <w:rsid w:val="00DF1752"/>
    <w:rsid w:val="00E00072"/>
    <w:rsid w:val="00E00C1B"/>
    <w:rsid w:val="00E03711"/>
    <w:rsid w:val="00E0510E"/>
    <w:rsid w:val="00E17532"/>
    <w:rsid w:val="00E2504A"/>
    <w:rsid w:val="00E3112F"/>
    <w:rsid w:val="00E34E31"/>
    <w:rsid w:val="00E356C4"/>
    <w:rsid w:val="00E37610"/>
    <w:rsid w:val="00E41C31"/>
    <w:rsid w:val="00E42889"/>
    <w:rsid w:val="00E46ECB"/>
    <w:rsid w:val="00E51FA7"/>
    <w:rsid w:val="00E559CA"/>
    <w:rsid w:val="00E57028"/>
    <w:rsid w:val="00E70F9C"/>
    <w:rsid w:val="00E731D4"/>
    <w:rsid w:val="00E80A73"/>
    <w:rsid w:val="00E83979"/>
    <w:rsid w:val="00E83FF0"/>
    <w:rsid w:val="00E85676"/>
    <w:rsid w:val="00E8650C"/>
    <w:rsid w:val="00E86571"/>
    <w:rsid w:val="00E94A16"/>
    <w:rsid w:val="00EA236F"/>
    <w:rsid w:val="00EA2521"/>
    <w:rsid w:val="00EA2A1E"/>
    <w:rsid w:val="00EA2CBE"/>
    <w:rsid w:val="00EA3948"/>
    <w:rsid w:val="00EA3C08"/>
    <w:rsid w:val="00EA52A0"/>
    <w:rsid w:val="00EA5ECB"/>
    <w:rsid w:val="00EA61FA"/>
    <w:rsid w:val="00EA75B1"/>
    <w:rsid w:val="00EB3DF2"/>
    <w:rsid w:val="00EB6B24"/>
    <w:rsid w:val="00EB77AE"/>
    <w:rsid w:val="00EC055A"/>
    <w:rsid w:val="00EC1A5C"/>
    <w:rsid w:val="00EC55C6"/>
    <w:rsid w:val="00ED2E70"/>
    <w:rsid w:val="00EE03F6"/>
    <w:rsid w:val="00EF021F"/>
    <w:rsid w:val="00EF22A8"/>
    <w:rsid w:val="00EF4B40"/>
    <w:rsid w:val="00EF52E1"/>
    <w:rsid w:val="00EF7189"/>
    <w:rsid w:val="00F0496F"/>
    <w:rsid w:val="00F05CBC"/>
    <w:rsid w:val="00F10330"/>
    <w:rsid w:val="00F10F57"/>
    <w:rsid w:val="00F13C8F"/>
    <w:rsid w:val="00F1714D"/>
    <w:rsid w:val="00F20DD2"/>
    <w:rsid w:val="00F22865"/>
    <w:rsid w:val="00F27993"/>
    <w:rsid w:val="00F35EA7"/>
    <w:rsid w:val="00F36547"/>
    <w:rsid w:val="00F37E42"/>
    <w:rsid w:val="00F416ED"/>
    <w:rsid w:val="00F446C9"/>
    <w:rsid w:val="00F510C7"/>
    <w:rsid w:val="00F51A44"/>
    <w:rsid w:val="00F52A2D"/>
    <w:rsid w:val="00F52A86"/>
    <w:rsid w:val="00F61D8A"/>
    <w:rsid w:val="00F6593E"/>
    <w:rsid w:val="00F6607E"/>
    <w:rsid w:val="00F72888"/>
    <w:rsid w:val="00F72EE6"/>
    <w:rsid w:val="00F753B4"/>
    <w:rsid w:val="00F77804"/>
    <w:rsid w:val="00F8424F"/>
    <w:rsid w:val="00F86FC6"/>
    <w:rsid w:val="00F91A04"/>
    <w:rsid w:val="00F92808"/>
    <w:rsid w:val="00F92AB0"/>
    <w:rsid w:val="00F934E7"/>
    <w:rsid w:val="00F94074"/>
    <w:rsid w:val="00F94BDB"/>
    <w:rsid w:val="00F95096"/>
    <w:rsid w:val="00F96969"/>
    <w:rsid w:val="00F96D2D"/>
    <w:rsid w:val="00F96EEC"/>
    <w:rsid w:val="00FA14F7"/>
    <w:rsid w:val="00FA3531"/>
    <w:rsid w:val="00FA3F81"/>
    <w:rsid w:val="00FB04E6"/>
    <w:rsid w:val="00FB5927"/>
    <w:rsid w:val="00FC3615"/>
    <w:rsid w:val="00FC6995"/>
    <w:rsid w:val="00FD2DC9"/>
    <w:rsid w:val="00FD30CA"/>
    <w:rsid w:val="00FD5253"/>
    <w:rsid w:val="00FD6AD7"/>
    <w:rsid w:val="00FE3E11"/>
    <w:rsid w:val="00FF1499"/>
    <w:rsid w:val="00FF1D38"/>
    <w:rsid w:val="00FF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2F6F5073"/>
  <w15:docId w15:val="{ADD0958D-76F6-41CB-BDF5-B0752B14F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34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3471"/>
  </w:style>
  <w:style w:type="paragraph" w:styleId="Footer">
    <w:name w:val="footer"/>
    <w:basedOn w:val="Normal"/>
    <w:link w:val="FooterChar"/>
    <w:uiPriority w:val="99"/>
    <w:unhideWhenUsed/>
    <w:rsid w:val="001B34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3471"/>
  </w:style>
  <w:style w:type="numbering" w:customStyle="1" w:styleId="BulletList">
    <w:name w:val="Bullet List"/>
    <w:uiPriority w:val="99"/>
    <w:rsid w:val="00504EB9"/>
    <w:pPr>
      <w:numPr>
        <w:numId w:val="1"/>
      </w:numPr>
    </w:pPr>
  </w:style>
  <w:style w:type="paragraph" w:styleId="ListBullet">
    <w:name w:val="List Bullet"/>
    <w:basedOn w:val="Normal"/>
    <w:uiPriority w:val="99"/>
    <w:unhideWhenUsed/>
    <w:qFormat/>
    <w:rsid w:val="00504EB9"/>
    <w:pPr>
      <w:numPr>
        <w:numId w:val="2"/>
      </w:numPr>
    </w:pPr>
  </w:style>
  <w:style w:type="paragraph" w:styleId="ListBullet2">
    <w:name w:val="List Bullet 2"/>
    <w:basedOn w:val="Normal"/>
    <w:uiPriority w:val="99"/>
    <w:unhideWhenUsed/>
    <w:rsid w:val="00504EB9"/>
    <w:pPr>
      <w:numPr>
        <w:ilvl w:val="1"/>
        <w:numId w:val="2"/>
      </w:numPr>
    </w:pPr>
  </w:style>
  <w:style w:type="paragraph" w:styleId="ListBullet3">
    <w:name w:val="List Bullet 3"/>
    <w:basedOn w:val="Normal"/>
    <w:uiPriority w:val="99"/>
    <w:unhideWhenUsed/>
    <w:rsid w:val="00504EB9"/>
    <w:pPr>
      <w:numPr>
        <w:ilvl w:val="2"/>
        <w:numId w:val="2"/>
      </w:numPr>
    </w:pPr>
  </w:style>
  <w:style w:type="paragraph" w:styleId="ListBullet4">
    <w:name w:val="List Bullet 4"/>
    <w:basedOn w:val="Normal"/>
    <w:uiPriority w:val="99"/>
    <w:unhideWhenUsed/>
    <w:rsid w:val="00504EB9"/>
    <w:pPr>
      <w:numPr>
        <w:ilvl w:val="3"/>
        <w:numId w:val="2"/>
      </w:numPr>
    </w:pPr>
  </w:style>
  <w:style w:type="paragraph" w:styleId="ListBullet5">
    <w:name w:val="List Bullet 5"/>
    <w:basedOn w:val="Normal"/>
    <w:uiPriority w:val="99"/>
    <w:unhideWhenUsed/>
    <w:rsid w:val="00504EB9"/>
    <w:pPr>
      <w:numPr>
        <w:ilvl w:val="4"/>
        <w:numId w:val="2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1F4B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4BA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4BAE"/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4B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4BAE"/>
    <w:rPr>
      <w:rFonts w:ascii="Times New Roman" w:eastAsia="Times New Roman" w:hAnsi="Times New Roman" w:cs="Times New Roman"/>
      <w:b/>
      <w:bCs/>
      <w:sz w:val="20"/>
      <w:szCs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B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BAE"/>
    <w:rPr>
      <w:rFonts w:ascii="Tahoma" w:eastAsia="Times New Roman" w:hAnsi="Tahoma" w:cs="Tahoma"/>
      <w:sz w:val="16"/>
      <w:szCs w:val="16"/>
      <w:lang w:eastAsia="en-AU"/>
    </w:rPr>
  </w:style>
  <w:style w:type="paragraph" w:styleId="ListParagraph">
    <w:name w:val="List Paragraph"/>
    <w:basedOn w:val="Normal"/>
    <w:uiPriority w:val="34"/>
    <w:qFormat/>
    <w:rsid w:val="0030092C"/>
    <w:pPr>
      <w:numPr>
        <w:numId w:val="4"/>
      </w:num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7410E2"/>
    <w:rPr>
      <w:color w:val="0000FF"/>
      <w:u w:val="single"/>
    </w:rPr>
  </w:style>
  <w:style w:type="paragraph" w:styleId="ListNumber">
    <w:name w:val="List Number"/>
    <w:basedOn w:val="Normal"/>
    <w:uiPriority w:val="99"/>
    <w:unhideWhenUsed/>
    <w:rsid w:val="00855A6E"/>
    <w:pPr>
      <w:contextualSpacing/>
    </w:pPr>
  </w:style>
  <w:style w:type="paragraph" w:styleId="Revision">
    <w:name w:val="Revision"/>
    <w:hidden/>
    <w:uiPriority w:val="99"/>
    <w:semiHidden/>
    <w:rsid w:val="00443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7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7466F740.dotm</Template>
  <TotalTime>4</TotalTime>
  <Pages>2</Pages>
  <Words>242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Independent Expert Scientific Committee on Coal Seam Gas andLarge Coal Mining Development (IESC)Meeting 41.1 Teleconference, 20 December 2016Canberra, Sydney, Adelaide, Perth</dc:title>
  <dc:creator/>
  <cp:lastModifiedBy>Ruth, Jodie</cp:lastModifiedBy>
  <cp:revision>2</cp:revision>
  <dcterms:created xsi:type="dcterms:W3CDTF">2017-01-20T04:21:00Z</dcterms:created>
  <dcterms:modified xsi:type="dcterms:W3CDTF">2017-01-20T04:48:00Z</dcterms:modified>
</cp:coreProperties>
</file>