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24E37A9F" w14:textId="6DFEFE7E" w:rsidR="00A73DAD" w:rsidRDefault="00192DAA" w:rsidP="004310E8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bookmarkStart w:id="0" w:name="_GoBack"/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F957F8">
        <w:rPr>
          <w:rFonts w:asciiTheme="minorHAnsi" w:hAnsiTheme="minorHAnsi" w:cstheme="minorHAnsi"/>
          <w:b/>
          <w:color w:val="auto"/>
        </w:rPr>
        <w:t xml:space="preserve"> 3</w:t>
      </w:r>
      <w:r w:rsidR="00D411DE">
        <w:rPr>
          <w:rFonts w:asciiTheme="minorHAnsi" w:hAnsiTheme="minorHAnsi" w:cstheme="minorHAnsi"/>
          <w:b/>
          <w:color w:val="auto"/>
        </w:rPr>
        <w:t>8</w:t>
      </w:r>
    </w:p>
    <w:bookmarkEnd w:id="0"/>
    <w:p w14:paraId="24E37AA0" w14:textId="646522E9" w:rsidR="00192DAA" w:rsidRDefault="00D411DE" w:rsidP="004310E8">
      <w:pPr>
        <w:pStyle w:val="Default"/>
        <w:spacing w:before="120" w:after="24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31 August – 1 September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8B6CB2">
        <w:rPr>
          <w:rFonts w:asciiTheme="minorHAnsi" w:hAnsiTheme="minorHAnsi" w:cstheme="minorHAnsi"/>
          <w:b/>
          <w:color w:val="auto"/>
        </w:rPr>
        <w:t>2016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19"/>
        <w:gridCol w:w="3261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14:paraId="24E37AA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19" w:type="dxa"/>
            <w:vAlign w:val="center"/>
          </w:tcPr>
          <w:p w14:paraId="24E37AA8" w14:textId="77777777"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1" w:type="dxa"/>
            <w:vAlign w:val="center"/>
          </w:tcPr>
          <w:p w14:paraId="24E37AA9" w14:textId="77777777"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A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19" w:type="dxa"/>
            <w:vAlign w:val="center"/>
          </w:tcPr>
          <w:p w14:paraId="24E37AA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61" w:type="dxa"/>
            <w:vAlign w:val="center"/>
          </w:tcPr>
          <w:p w14:paraId="24E37AA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19" w:type="dxa"/>
            <w:vAlign w:val="center"/>
          </w:tcPr>
          <w:p w14:paraId="24E37AB0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1" w:type="dxa"/>
            <w:vAlign w:val="center"/>
          </w:tcPr>
          <w:p w14:paraId="24E37AB1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19" w:type="dxa"/>
            <w:vAlign w:val="center"/>
          </w:tcPr>
          <w:p w14:paraId="24E37AB4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1" w:type="dxa"/>
            <w:vAlign w:val="center"/>
          </w:tcPr>
          <w:p w14:paraId="24E37AB5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19" w:type="dxa"/>
            <w:vAlign w:val="center"/>
          </w:tcPr>
          <w:p w14:paraId="24E37AB8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61" w:type="dxa"/>
            <w:vAlign w:val="center"/>
          </w:tcPr>
          <w:p w14:paraId="24E37AB9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19" w:type="dxa"/>
            <w:vAlign w:val="center"/>
          </w:tcPr>
          <w:p w14:paraId="24E37AB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1" w:type="dxa"/>
            <w:vAlign w:val="center"/>
          </w:tcPr>
          <w:p w14:paraId="24E37AB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C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19" w:type="dxa"/>
            <w:vAlign w:val="center"/>
          </w:tcPr>
          <w:p w14:paraId="24E37AC0" w14:textId="77777777"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1" w:type="dxa"/>
            <w:vAlign w:val="center"/>
          </w:tcPr>
          <w:p w14:paraId="24E37AC1" w14:textId="77777777"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14:paraId="24E37AC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19" w:type="dxa"/>
            <w:vAlign w:val="center"/>
          </w:tcPr>
          <w:p w14:paraId="24E37AC4" w14:textId="77777777"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1" w:type="dxa"/>
            <w:vAlign w:val="center"/>
          </w:tcPr>
          <w:p w14:paraId="24E37AC5" w14:textId="77777777"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37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2B374E" w:rsidRDefault="002B374E" w:rsidP="002B374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77777777"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19" w:type="dxa"/>
            <w:vAlign w:val="center"/>
          </w:tcPr>
          <w:p w14:paraId="24E37ACB" w14:textId="323B5AD1" w:rsidR="002B374E" w:rsidRDefault="00D411DE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bookmarkStart w:id="1" w:name="OLE_LINK3"/>
            <w:bookmarkStart w:id="2" w:name="OLE_LINK4"/>
            <w:proofErr w:type="spellStart"/>
            <w:r>
              <w:rPr>
                <w:rFonts w:asciiTheme="minorHAnsi" w:hAnsiTheme="minorHAnsi" w:cstheme="minorHAnsi"/>
              </w:rPr>
              <w:t>Wilpinjong</w:t>
            </w:r>
            <w:proofErr w:type="spellEnd"/>
            <w:r w:rsidRPr="000B0F02">
              <w:rPr>
                <w:rFonts w:asciiTheme="minorHAnsi" w:hAnsiTheme="minorHAnsi" w:cstheme="minorHAnsi"/>
              </w:rPr>
              <w:t xml:space="preserve"> Extension</w:t>
            </w:r>
            <w:r>
              <w:rPr>
                <w:rFonts w:asciiTheme="minorHAnsi" w:hAnsiTheme="minorHAnsi" w:cstheme="minorHAnsi"/>
              </w:rPr>
              <w:t xml:space="preserve"> Project</w:t>
            </w:r>
            <w:bookmarkEnd w:id="1"/>
            <w:bookmarkEnd w:id="2"/>
          </w:p>
        </w:tc>
        <w:tc>
          <w:tcPr>
            <w:tcW w:w="3261" w:type="dxa"/>
            <w:vAlign w:val="center"/>
          </w:tcPr>
          <w:p w14:paraId="24E37ACC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7F6FCD" w14:paraId="24E37AD0" w14:textId="77777777" w:rsidTr="007876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E" w14:textId="77777777" w:rsidR="002B374E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F" w14:textId="77777777" w:rsidR="002B374E" w:rsidRDefault="002B374E" w:rsidP="0068783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B374E" w:rsidRPr="0059629A" w14:paraId="24E37AD4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1" w14:textId="77777777" w:rsidR="002B374E" w:rsidRPr="0059629A" w:rsidRDefault="002B374E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19" w:type="dxa"/>
            <w:vAlign w:val="center"/>
          </w:tcPr>
          <w:p w14:paraId="24E37AD2" w14:textId="77777777" w:rsidR="002B374E" w:rsidRPr="0059629A" w:rsidRDefault="002B374E" w:rsidP="002B374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261" w:type="dxa"/>
            <w:vAlign w:val="center"/>
          </w:tcPr>
          <w:p w14:paraId="24E37AD3" w14:textId="77777777" w:rsidR="002B374E" w:rsidRPr="0059629A" w:rsidRDefault="002B374E" w:rsidP="006878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D7" w14:textId="77777777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D5" w14:textId="77777777" w:rsidR="002B374E" w:rsidRPr="007F6FCD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D6" w14:textId="77777777" w:rsidR="002B374E" w:rsidRPr="007F6FCD" w:rsidRDefault="002B374E" w:rsidP="006E668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2B374E" w:rsidRPr="0059629A" w14:paraId="24E37ADB" w14:textId="77777777" w:rsidTr="006E6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8" w14:textId="77777777" w:rsidR="002B374E" w:rsidRPr="0059629A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19" w:type="dxa"/>
            <w:vAlign w:val="center"/>
          </w:tcPr>
          <w:p w14:paraId="24E37AD9" w14:textId="77777777" w:rsidR="002B374E" w:rsidRPr="0059629A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261" w:type="dxa"/>
            <w:vAlign w:val="center"/>
          </w:tcPr>
          <w:p w14:paraId="24E37ADA" w14:textId="77777777" w:rsidR="002B374E" w:rsidRPr="0059629A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E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77777777" w:rsidR="002B374E" w:rsidRPr="007F6FCD" w:rsidRDefault="002B374E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F6FCD" w:rsidRDefault="002B374E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B374E" w:rsidRPr="0059629A" w14:paraId="24E37AE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77777777" w:rsidR="002B374E" w:rsidRPr="009C21C6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19" w:type="dxa"/>
            <w:vAlign w:val="center"/>
          </w:tcPr>
          <w:p w14:paraId="24E37AE4" w14:textId="77777777" w:rsidR="002B374E" w:rsidRPr="009C21C6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261" w:type="dxa"/>
            <w:vAlign w:val="center"/>
          </w:tcPr>
          <w:p w14:paraId="24E37AE5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2B374E" w:rsidRPr="0059629A" w14:paraId="24E37AE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19" w:type="dxa"/>
            <w:vAlign w:val="center"/>
          </w:tcPr>
          <w:p w14:paraId="24E37AE8" w14:textId="0B890351" w:rsidR="002B374E" w:rsidRDefault="00D411D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- Minerals Council of Australia</w:t>
            </w:r>
          </w:p>
        </w:tc>
        <w:tc>
          <w:tcPr>
            <w:tcW w:w="3261" w:type="dxa"/>
            <w:vAlign w:val="center"/>
          </w:tcPr>
          <w:p w14:paraId="24E37AE9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</w:tbl>
    <w:p w14:paraId="24E37AEB" w14:textId="77777777" w:rsidR="00C54C44" w:rsidRDefault="00C54C44"/>
    <w:sectPr w:rsidR="00C54C44" w:rsidSect="007876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5B107" w14:textId="77777777" w:rsidR="00262353" w:rsidRDefault="002623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9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4E37AF1" w14:textId="77777777"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262353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262353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14:paraId="24E37AF2" w14:textId="77777777" w:rsidR="00787608" w:rsidRDefault="00787608" w:rsidP="005A46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816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1816F2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EB1D8" w14:textId="77777777" w:rsidR="00262353" w:rsidRDefault="002623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84975" w14:textId="77777777" w:rsidR="00262353" w:rsidRDefault="002623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353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C24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24E37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4130A79.dotm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IESC AGENDA Meeting 38</dc:title>
  <dc:creator/>
  <cp:lastModifiedBy/>
  <cp:revision>1</cp:revision>
  <dcterms:created xsi:type="dcterms:W3CDTF">2016-09-15T00:19:00Z</dcterms:created>
  <dcterms:modified xsi:type="dcterms:W3CDTF">2016-09-15T00:20:00Z</dcterms:modified>
</cp:coreProperties>
</file>