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5A08E766" w14:textId="77777777" w:rsidR="008839B0" w:rsidRDefault="00192DAA" w:rsidP="007C085D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 xml:space="preserve">AGENDA </w:t>
      </w:r>
    </w:p>
    <w:p w14:paraId="24E37AA0" w14:textId="084CBCF1" w:rsidR="00192DAA" w:rsidRDefault="00192DAA" w:rsidP="008839B0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Meeting</w:t>
      </w:r>
      <w:r w:rsidR="00C11F2F">
        <w:rPr>
          <w:rFonts w:asciiTheme="minorHAnsi" w:hAnsiTheme="minorHAnsi" w:cstheme="minorHAnsi"/>
          <w:b/>
          <w:color w:val="auto"/>
        </w:rPr>
        <w:t xml:space="preserve"> 52</w:t>
      </w:r>
      <w:r w:rsidR="008839B0">
        <w:rPr>
          <w:rFonts w:asciiTheme="minorHAnsi" w:hAnsiTheme="minorHAnsi" w:cstheme="minorHAnsi"/>
          <w:b/>
          <w:color w:val="auto"/>
        </w:rPr>
        <w:br/>
      </w:r>
      <w:r w:rsidR="00C11F2F">
        <w:rPr>
          <w:rFonts w:asciiTheme="minorHAnsi" w:hAnsiTheme="minorHAnsi" w:cstheme="minorHAnsi"/>
          <w:b/>
          <w:color w:val="auto"/>
        </w:rPr>
        <w:t>23 – 24 May</w:t>
      </w:r>
      <w:r w:rsidR="00E44956">
        <w:rPr>
          <w:rFonts w:asciiTheme="minorHAnsi" w:hAnsiTheme="minorHAnsi" w:cstheme="minorHAnsi"/>
          <w:b/>
          <w:color w:val="auto"/>
        </w:rPr>
        <w:t xml:space="preserve"> 2018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48"/>
        <w:gridCol w:w="3232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70566F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70566F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Welcome an</w:t>
            </w:r>
            <w:r w:rsidR="00A73DAD" w:rsidRPr="0070566F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70566F">
              <w:rPr>
                <w:rFonts w:asciiTheme="minorHAnsi" w:hAnsiTheme="minorHAnsi" w:cstheme="minorHAnsi"/>
                <w:b/>
              </w:rPr>
              <w:t xml:space="preserve"> Apologies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0566F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0566F" w:rsidRDefault="00AD715B" w:rsidP="00CD262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70566F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48" w:type="dxa"/>
            <w:vAlign w:val="center"/>
          </w:tcPr>
          <w:p w14:paraId="24E37AA8" w14:textId="77777777" w:rsidR="00787608" w:rsidRPr="0070566F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32" w:type="dxa"/>
            <w:vAlign w:val="center"/>
          </w:tcPr>
          <w:p w14:paraId="24E37AA9" w14:textId="77777777" w:rsidR="00787608" w:rsidRPr="0070566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A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48" w:type="dxa"/>
            <w:vAlign w:val="center"/>
          </w:tcPr>
          <w:p w14:paraId="24E37AAC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32" w:type="dxa"/>
            <w:vAlign w:val="center"/>
          </w:tcPr>
          <w:p w14:paraId="24E37AAD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48" w:type="dxa"/>
            <w:vAlign w:val="center"/>
          </w:tcPr>
          <w:p w14:paraId="24E37AB0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32" w:type="dxa"/>
            <w:vAlign w:val="center"/>
          </w:tcPr>
          <w:p w14:paraId="24E37AB1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48" w:type="dxa"/>
            <w:vAlign w:val="center"/>
          </w:tcPr>
          <w:p w14:paraId="24E37AB4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32" w:type="dxa"/>
            <w:vAlign w:val="center"/>
          </w:tcPr>
          <w:p w14:paraId="24E37AB5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48" w:type="dxa"/>
            <w:vAlign w:val="center"/>
          </w:tcPr>
          <w:p w14:paraId="24E37AB8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32" w:type="dxa"/>
            <w:vAlign w:val="center"/>
          </w:tcPr>
          <w:p w14:paraId="24E37AB9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48" w:type="dxa"/>
            <w:vAlign w:val="center"/>
          </w:tcPr>
          <w:p w14:paraId="24E37ABC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32" w:type="dxa"/>
            <w:vAlign w:val="center"/>
          </w:tcPr>
          <w:p w14:paraId="24E37ABD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C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70566F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48" w:type="dxa"/>
            <w:vAlign w:val="center"/>
          </w:tcPr>
          <w:p w14:paraId="24E37AC0" w14:textId="385B934D" w:rsidR="00787608" w:rsidRPr="0070566F" w:rsidRDefault="009C1341" w:rsidP="009C1341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32" w:type="dxa"/>
            <w:vAlign w:val="center"/>
          </w:tcPr>
          <w:p w14:paraId="24E37AC1" w14:textId="77777777" w:rsidR="00787608" w:rsidRPr="0070566F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E1C18" w:rsidRPr="0059629A" w14:paraId="24E37AC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Pr="0070566F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48" w:type="dxa"/>
            <w:vAlign w:val="center"/>
          </w:tcPr>
          <w:p w14:paraId="24E37AC4" w14:textId="6F687F0F" w:rsidR="007E1C18" w:rsidRPr="0070566F" w:rsidRDefault="009C1341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32" w:type="dxa"/>
            <w:vAlign w:val="center"/>
          </w:tcPr>
          <w:p w14:paraId="24E37AC5" w14:textId="77777777" w:rsidR="007E1C18" w:rsidRPr="0070566F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Pr="0070566F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70566F" w:rsidRDefault="002B374E" w:rsidP="002B374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E5E4DA" w:rsidR="002B374E" w:rsidRPr="0070566F" w:rsidRDefault="00CC09A4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48" w:type="dxa"/>
            <w:vAlign w:val="center"/>
          </w:tcPr>
          <w:p w14:paraId="24E37ACB" w14:textId="11F53DC2" w:rsidR="002B374E" w:rsidRPr="00C11F2F" w:rsidRDefault="00C11F2F" w:rsidP="00E44956">
            <w:pPr>
              <w:spacing w:before="120" w:after="120"/>
              <w:rPr>
                <w:rFonts w:asciiTheme="minorHAnsi" w:hAnsiTheme="minorHAnsi" w:cstheme="minorHAnsi"/>
              </w:rPr>
            </w:pPr>
            <w:proofErr w:type="spellStart"/>
            <w:r w:rsidRPr="00C11F2F">
              <w:rPr>
                <w:rFonts w:asciiTheme="minorHAnsi" w:hAnsiTheme="minorHAnsi"/>
              </w:rPr>
              <w:t>Wallarah</w:t>
            </w:r>
            <w:proofErr w:type="spellEnd"/>
            <w:r w:rsidRPr="00C11F2F">
              <w:rPr>
                <w:rFonts w:asciiTheme="minorHAnsi" w:hAnsiTheme="minorHAnsi"/>
              </w:rPr>
              <w:t xml:space="preserve"> 2 Coal Project</w:t>
            </w:r>
          </w:p>
        </w:tc>
        <w:tc>
          <w:tcPr>
            <w:tcW w:w="3232" w:type="dxa"/>
            <w:vAlign w:val="center"/>
          </w:tcPr>
          <w:p w14:paraId="24E37ACC" w14:textId="309C4427" w:rsidR="002B374E" w:rsidRPr="0070566F" w:rsidRDefault="00EA3775" w:rsidP="006E668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decision</w:t>
            </w:r>
          </w:p>
        </w:tc>
      </w:tr>
      <w:tr w:rsidR="008839B0" w:rsidRPr="007F6FCD" w14:paraId="2C98463E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628DEEB6" w14:textId="709692FD" w:rsidR="008839B0" w:rsidRPr="0070566F" w:rsidRDefault="008839B0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7A0BAA7C" w14:textId="5B91F7A2" w:rsidR="008839B0" w:rsidRPr="0070566F" w:rsidRDefault="008839B0" w:rsidP="00AC2E40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276B6" w:rsidRPr="007F6FCD" w14:paraId="56789FFB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auto"/>
            <w:vAlign w:val="center"/>
          </w:tcPr>
          <w:p w14:paraId="614A677E" w14:textId="2C53C1C7" w:rsidR="002276B6" w:rsidRPr="0070566F" w:rsidRDefault="00CC09A4" w:rsidP="00CC09A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48" w:type="dxa"/>
            <w:shd w:val="clear" w:color="auto" w:fill="auto"/>
            <w:vAlign w:val="center"/>
          </w:tcPr>
          <w:p w14:paraId="3A5EA60B" w14:textId="5FFE0C1F" w:rsidR="002276B6" w:rsidRPr="0008478E" w:rsidRDefault="0008478E" w:rsidP="002276B6">
            <w:pPr>
              <w:spacing w:before="120" w:after="120"/>
              <w:rPr>
                <w:rFonts w:asciiTheme="minorHAnsi" w:hAnsiTheme="minorHAnsi" w:cstheme="minorHAnsi"/>
              </w:rPr>
            </w:pPr>
            <w:r w:rsidRPr="0008478E">
              <w:rPr>
                <w:rFonts w:asciiTheme="minorHAnsi" w:hAnsiTheme="minorHAnsi" w:cstheme="minorHAnsi"/>
              </w:rPr>
              <w:t>Bioregional Assessments</w:t>
            </w:r>
            <w:r w:rsidRPr="0008478E">
              <w:rPr>
                <w:rFonts w:asciiTheme="minorHAnsi" w:hAnsiTheme="minorHAnsi"/>
                <w:lang w:val="en-GB"/>
              </w:rPr>
              <w:t xml:space="preserve"> </w:t>
            </w:r>
            <w:r w:rsidR="00C11F2F" w:rsidRPr="0008478E">
              <w:rPr>
                <w:rFonts w:asciiTheme="minorHAnsi" w:hAnsiTheme="minorHAnsi"/>
                <w:lang w:val="en-GB"/>
              </w:rPr>
              <w:t>Program Update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7E712A81" w14:textId="28930C83" w:rsidR="002276B6" w:rsidRPr="0070566F" w:rsidRDefault="00CC09A4" w:rsidP="002276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</w:rPr>
              <w:t xml:space="preserve">For </w:t>
            </w:r>
            <w:r>
              <w:rPr>
                <w:rFonts w:asciiTheme="minorHAnsi" w:hAnsiTheme="minorHAnsi"/>
              </w:rPr>
              <w:t>d</w:t>
            </w:r>
            <w:r w:rsidRPr="0070566F">
              <w:rPr>
                <w:rFonts w:asciiTheme="minorHAnsi" w:hAnsiTheme="minorHAnsi"/>
              </w:rPr>
              <w:t>iscussion</w:t>
            </w: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0094A53B" w:rsidR="002B374E" w:rsidRPr="0070566F" w:rsidRDefault="007C085D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0566F" w:rsidRDefault="002B374E" w:rsidP="00AC2E40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276B6" w:rsidRPr="0059629A" w14:paraId="24E37AE6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3A5D5BC0" w:rsidR="002276B6" w:rsidRPr="00C11F2F" w:rsidRDefault="002276B6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48" w:type="dxa"/>
            <w:vAlign w:val="center"/>
          </w:tcPr>
          <w:p w14:paraId="24E37AE4" w14:textId="0A76409E" w:rsidR="002276B6" w:rsidRPr="00CC09A4" w:rsidRDefault="00C11F2F" w:rsidP="00E24B44">
            <w:pPr>
              <w:pStyle w:val="Default"/>
              <w:rPr>
                <w:highlight w:val="yellow"/>
              </w:rPr>
            </w:pPr>
            <w:r>
              <w:rPr>
                <w:bCs/>
              </w:rPr>
              <w:t xml:space="preserve">IESC Research </w:t>
            </w:r>
            <w:r w:rsidRPr="002F7CF7">
              <w:rPr>
                <w:bCs/>
              </w:rPr>
              <w:t>Symposium Update</w:t>
            </w:r>
          </w:p>
        </w:tc>
        <w:tc>
          <w:tcPr>
            <w:tcW w:w="3232" w:type="dxa"/>
            <w:vAlign w:val="center"/>
          </w:tcPr>
          <w:p w14:paraId="24E37AE5" w14:textId="54735BF7" w:rsidR="002276B6" w:rsidRPr="00C11F2F" w:rsidRDefault="00A27369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2276B6" w:rsidRPr="0059629A" w14:paraId="6A047A10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CC11E24" w14:textId="288F3071" w:rsidR="002276B6" w:rsidRPr="00C11F2F" w:rsidRDefault="002276B6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848" w:type="dxa"/>
            <w:vAlign w:val="center"/>
          </w:tcPr>
          <w:p w14:paraId="47AE431D" w14:textId="363CD0A4" w:rsidR="002276B6" w:rsidRPr="00CC09A4" w:rsidRDefault="00C11F2F" w:rsidP="00A27369">
            <w:pPr>
              <w:pStyle w:val="Default"/>
              <w:rPr>
                <w:sz w:val="23"/>
                <w:szCs w:val="23"/>
                <w:highlight w:val="yellow"/>
              </w:rPr>
            </w:pPr>
            <w:r>
              <w:t>Explanatory Note</w:t>
            </w:r>
            <w:r w:rsidRPr="00854BAF">
              <w:rPr>
                <w:rFonts w:asciiTheme="minorHAnsi" w:hAnsiTheme="minorHAnsi"/>
                <w:bCs/>
              </w:rPr>
              <w:t xml:space="preserve"> - </w:t>
            </w:r>
            <w:r>
              <w:t>Assessing Groundwater-Dependent Ecosystems</w:t>
            </w:r>
          </w:p>
        </w:tc>
        <w:tc>
          <w:tcPr>
            <w:tcW w:w="3232" w:type="dxa"/>
            <w:vAlign w:val="center"/>
          </w:tcPr>
          <w:p w14:paraId="03518914" w14:textId="21386299" w:rsidR="002276B6" w:rsidRPr="00C11F2F" w:rsidRDefault="00A27369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C11F2F" w:rsidRPr="0059629A" w14:paraId="2F9FD160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99595B4" w14:textId="17E2537D" w:rsidR="00C11F2F" w:rsidRPr="00C11F2F" w:rsidRDefault="00C11F2F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5848" w:type="dxa"/>
            <w:vAlign w:val="center"/>
          </w:tcPr>
          <w:p w14:paraId="2A9CFBA6" w14:textId="2659374B" w:rsidR="00C11F2F" w:rsidRPr="00C11F2F" w:rsidRDefault="00C11F2F" w:rsidP="00C11F2F">
            <w:pPr>
              <w:rPr>
                <w:rFonts w:ascii="Calibri" w:hAnsi="Calibri"/>
              </w:rPr>
            </w:pPr>
            <w:r w:rsidRPr="002F7CF7">
              <w:rPr>
                <w:rFonts w:ascii="Calibri" w:hAnsi="Calibri"/>
              </w:rPr>
              <w:t>IESC Field Trip</w:t>
            </w:r>
            <w:r>
              <w:rPr>
                <w:rFonts w:ascii="Calibri" w:hAnsi="Calibri"/>
              </w:rPr>
              <w:t xml:space="preserve"> </w:t>
            </w:r>
            <w:r w:rsidRPr="002F7CF7">
              <w:rPr>
                <w:rFonts w:ascii="Calibri" w:hAnsi="Calibri"/>
              </w:rPr>
              <w:t>September 2018</w:t>
            </w:r>
          </w:p>
        </w:tc>
        <w:tc>
          <w:tcPr>
            <w:tcW w:w="3232" w:type="dxa"/>
            <w:vAlign w:val="center"/>
          </w:tcPr>
          <w:p w14:paraId="636EE04D" w14:textId="25EE518C" w:rsidR="00C11F2F" w:rsidRPr="00C11F2F" w:rsidRDefault="00C11F2F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C11F2F" w:rsidRPr="0059629A" w14:paraId="598DB08C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5B44214C" w14:textId="60A9ABEA" w:rsidR="00C11F2F" w:rsidRPr="00C11F2F" w:rsidRDefault="00C11F2F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5848" w:type="dxa"/>
            <w:vAlign w:val="center"/>
          </w:tcPr>
          <w:p w14:paraId="5FBE4AA2" w14:textId="3134D3C8" w:rsidR="00C11F2F" w:rsidRPr="00C11F2F" w:rsidRDefault="00C66143" w:rsidP="00C11F2F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IESC </w:t>
            </w:r>
            <w:r w:rsidR="00C11F2F" w:rsidRPr="002F7CF7">
              <w:rPr>
                <w:bCs/>
              </w:rPr>
              <w:t>Annual Review</w:t>
            </w:r>
            <w:r w:rsidR="00C11F2F">
              <w:rPr>
                <w:bCs/>
              </w:rPr>
              <w:t xml:space="preserve"> </w:t>
            </w:r>
            <w:r w:rsidR="0021208C">
              <w:rPr>
                <w:bCs/>
              </w:rPr>
              <w:t xml:space="preserve">2017 – </w:t>
            </w:r>
            <w:r w:rsidR="00C11F2F" w:rsidRPr="002F7CF7">
              <w:rPr>
                <w:bCs/>
              </w:rPr>
              <w:t>18</w:t>
            </w:r>
          </w:p>
        </w:tc>
        <w:tc>
          <w:tcPr>
            <w:tcW w:w="3232" w:type="dxa"/>
            <w:vAlign w:val="center"/>
          </w:tcPr>
          <w:p w14:paraId="22420384" w14:textId="42BB3350" w:rsidR="00C11F2F" w:rsidRPr="00C11F2F" w:rsidRDefault="00C11F2F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C11F2F" w:rsidRPr="0059629A" w14:paraId="165AAD85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70254ED6" w14:textId="6835111D" w:rsidR="00C11F2F" w:rsidRPr="00C11F2F" w:rsidRDefault="00C11F2F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4.5</w:t>
            </w:r>
          </w:p>
        </w:tc>
        <w:tc>
          <w:tcPr>
            <w:tcW w:w="5848" w:type="dxa"/>
            <w:vAlign w:val="center"/>
          </w:tcPr>
          <w:p w14:paraId="624E5D3A" w14:textId="1CDA08BF" w:rsidR="00C11F2F" w:rsidRDefault="00C11F2F" w:rsidP="00A27369">
            <w:pPr>
              <w:pStyle w:val="Default"/>
            </w:pPr>
            <w:r w:rsidRPr="002F7CF7">
              <w:rPr>
                <w:color w:val="000000" w:themeColor="text1"/>
              </w:rPr>
              <w:t>Mr Sanjeev Pandey, General Manager Office of Groundwater Impact Assessment (OGIA)</w:t>
            </w:r>
          </w:p>
        </w:tc>
        <w:tc>
          <w:tcPr>
            <w:tcW w:w="3232" w:type="dxa"/>
            <w:vAlign w:val="center"/>
          </w:tcPr>
          <w:p w14:paraId="735B7314" w14:textId="22AC5A88" w:rsidR="00C11F2F" w:rsidRPr="00C11F2F" w:rsidRDefault="00C11F2F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C11F2F" w:rsidRPr="0059629A" w14:paraId="79670E50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18AB1933" w14:textId="56DE6EF5" w:rsidR="00C11F2F" w:rsidRPr="00C11F2F" w:rsidRDefault="00C11F2F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>4.6</w:t>
            </w:r>
          </w:p>
        </w:tc>
        <w:tc>
          <w:tcPr>
            <w:tcW w:w="5848" w:type="dxa"/>
            <w:vAlign w:val="center"/>
          </w:tcPr>
          <w:p w14:paraId="76F278FD" w14:textId="45255740" w:rsidR="00C11F2F" w:rsidRDefault="00C11F2F" w:rsidP="00A27369">
            <w:pPr>
              <w:pStyle w:val="Default"/>
            </w:pPr>
            <w:r>
              <w:t>Explanatory Note</w:t>
            </w:r>
            <w:r w:rsidRPr="00854BAF">
              <w:rPr>
                <w:rFonts w:asciiTheme="minorHAnsi" w:hAnsiTheme="minorHAnsi"/>
                <w:bCs/>
              </w:rPr>
              <w:t xml:space="preserve"> - </w:t>
            </w:r>
            <w:r w:rsidRPr="00B8396E">
              <w:t>Specific Guidelines and Monitoring of Physical and Chemical Parameters</w:t>
            </w:r>
          </w:p>
        </w:tc>
        <w:tc>
          <w:tcPr>
            <w:tcW w:w="3232" w:type="dxa"/>
            <w:vAlign w:val="center"/>
          </w:tcPr>
          <w:p w14:paraId="4F187C58" w14:textId="4919DE69" w:rsidR="00C11F2F" w:rsidRPr="00C11F2F" w:rsidRDefault="00C11F2F" w:rsidP="002276B6">
            <w:pPr>
              <w:jc w:val="center"/>
              <w:rPr>
                <w:rFonts w:asciiTheme="minorHAnsi" w:hAnsiTheme="minorHAnsi" w:cstheme="minorHAnsi"/>
              </w:rPr>
            </w:pPr>
            <w:r w:rsidRPr="00C11F2F">
              <w:rPr>
                <w:rFonts w:asciiTheme="minorHAnsi" w:hAnsiTheme="minorHAnsi" w:cstheme="minorHAnsi"/>
              </w:rPr>
              <w:t xml:space="preserve">For </w:t>
            </w:r>
            <w:r w:rsidRPr="00C11F2F">
              <w:rPr>
                <w:rFonts w:asciiTheme="minorHAnsi" w:hAnsiTheme="minorHAnsi"/>
              </w:rPr>
              <w:t>discussion</w:t>
            </w:r>
          </w:p>
        </w:tc>
      </w:tr>
      <w:tr w:rsidR="0070566F" w:rsidRPr="0059629A" w14:paraId="4EBB8FC0" w14:textId="77777777" w:rsidTr="00705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150A117" w14:textId="4B5B3684" w:rsidR="0070566F" w:rsidRPr="0070566F" w:rsidRDefault="0070566F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7BE687F" w14:textId="061F74A0" w:rsidR="0070566F" w:rsidRPr="0070566F" w:rsidRDefault="0070566F" w:rsidP="0070566F">
            <w:pPr>
              <w:pStyle w:val="Default"/>
              <w:rPr>
                <w:rFonts w:asciiTheme="minorHAnsi" w:hAnsiTheme="minorHAnsi"/>
                <w:b/>
              </w:rPr>
            </w:pPr>
            <w:r w:rsidRPr="0070566F">
              <w:rPr>
                <w:rFonts w:asciiTheme="minorHAnsi" w:hAnsiTheme="minorHAnsi"/>
                <w:b/>
              </w:rPr>
              <w:t>Close of Meeting</w:t>
            </w:r>
          </w:p>
        </w:tc>
      </w:tr>
      <w:tr w:rsidR="0070566F" w:rsidRPr="0070566F" w14:paraId="1EC729CA" w14:textId="77777777" w:rsidTr="004D7D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50A6F1D3" w14:textId="233BC448" w:rsidR="0070566F" w:rsidRPr="0070566F" w:rsidRDefault="0070566F" w:rsidP="004D7D9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48" w:type="dxa"/>
            <w:vAlign w:val="center"/>
          </w:tcPr>
          <w:p w14:paraId="2F9804D1" w14:textId="1FC4AC7C" w:rsidR="0070566F" w:rsidRPr="0070566F" w:rsidRDefault="0070566F" w:rsidP="004D7D99">
            <w:pPr>
              <w:pStyle w:val="Default"/>
              <w:rPr>
                <w:rFonts w:asciiTheme="minorHAnsi" w:hAnsiTheme="minorHAnsi"/>
              </w:rPr>
            </w:pPr>
            <w:r w:rsidRPr="0070566F">
              <w:rPr>
                <w:rFonts w:asciiTheme="minorHAnsi" w:hAnsiTheme="minorHAnsi"/>
              </w:rPr>
              <w:t xml:space="preserve">Meeting Summary and Close </w:t>
            </w:r>
          </w:p>
        </w:tc>
        <w:tc>
          <w:tcPr>
            <w:tcW w:w="3232" w:type="dxa"/>
            <w:vAlign w:val="center"/>
          </w:tcPr>
          <w:p w14:paraId="75FDA59B" w14:textId="0DE08FF2" w:rsidR="0070566F" w:rsidRPr="0070566F" w:rsidRDefault="0070566F" w:rsidP="0070566F">
            <w:pPr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 xml:space="preserve">For </w:t>
            </w:r>
            <w:r>
              <w:rPr>
                <w:rFonts w:asciiTheme="minorHAnsi" w:hAnsiTheme="minorHAnsi"/>
              </w:rPr>
              <w:t>d</w:t>
            </w:r>
            <w:r w:rsidRPr="0070566F">
              <w:rPr>
                <w:rFonts w:asciiTheme="minorHAnsi" w:hAnsiTheme="minorHAnsi"/>
              </w:rPr>
              <w:t xml:space="preserve">iscussion </w:t>
            </w:r>
          </w:p>
        </w:tc>
      </w:tr>
    </w:tbl>
    <w:p w14:paraId="24E37AEB" w14:textId="5CAA5468" w:rsidR="000438CA" w:rsidRDefault="000438CA" w:rsidP="007C085D">
      <w:pPr>
        <w:spacing w:after="240"/>
      </w:pPr>
    </w:p>
    <w:p w14:paraId="116AF36E" w14:textId="77777777" w:rsidR="000438CA" w:rsidRPr="000438CA" w:rsidRDefault="000438CA" w:rsidP="000438CA"/>
    <w:p w14:paraId="3C44B381" w14:textId="77777777" w:rsidR="000438CA" w:rsidRPr="000438CA" w:rsidRDefault="000438CA" w:rsidP="000438CA"/>
    <w:p w14:paraId="489B9612" w14:textId="77777777" w:rsidR="00C54C44" w:rsidRPr="000438CA" w:rsidRDefault="00C54C44" w:rsidP="000438CA"/>
    <w:sectPr w:rsidR="00C54C44" w:rsidRPr="000438CA" w:rsidSect="00787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394EC" w14:textId="77777777" w:rsidR="00046ACC" w:rsidRDefault="00046A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B2825" w14:textId="77777777" w:rsidR="00046ACC" w:rsidRDefault="00046A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B606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4B6067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5FB52" w14:textId="77777777" w:rsidR="00046ACC" w:rsidRDefault="00046A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C4B43" w14:textId="77777777" w:rsidR="00046ACC" w:rsidRDefault="00046A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4858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38CA"/>
    <w:rsid w:val="00045BE4"/>
    <w:rsid w:val="00046ACC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78E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4758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2D13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08C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6B6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2B18"/>
    <w:rsid w:val="004242D9"/>
    <w:rsid w:val="00424972"/>
    <w:rsid w:val="00424CE1"/>
    <w:rsid w:val="00424DD4"/>
    <w:rsid w:val="00424FD2"/>
    <w:rsid w:val="00427EC8"/>
    <w:rsid w:val="00430360"/>
    <w:rsid w:val="004310E8"/>
    <w:rsid w:val="00432402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4A7D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067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C7E22"/>
    <w:rsid w:val="005D16E4"/>
    <w:rsid w:val="005D19D4"/>
    <w:rsid w:val="005D2058"/>
    <w:rsid w:val="005D6547"/>
    <w:rsid w:val="005D67DF"/>
    <w:rsid w:val="005D6931"/>
    <w:rsid w:val="005D6BC0"/>
    <w:rsid w:val="005D784A"/>
    <w:rsid w:val="005D78A6"/>
    <w:rsid w:val="005E276B"/>
    <w:rsid w:val="005E2CBE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566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85D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9B0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122E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BB1"/>
    <w:rsid w:val="008B4E77"/>
    <w:rsid w:val="008B5285"/>
    <w:rsid w:val="008B52E2"/>
    <w:rsid w:val="008B65C9"/>
    <w:rsid w:val="008B6CB2"/>
    <w:rsid w:val="008B7A2E"/>
    <w:rsid w:val="008C0AD0"/>
    <w:rsid w:val="008C1016"/>
    <w:rsid w:val="008C1933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1341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369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3785A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0FF1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2FA7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377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1F2F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143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0BE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09A4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1205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06DF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5A6E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4B44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4956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86AE9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3775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64F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."/>
  <w:listSeparator w:val=","/>
  <w14:docId w14:val="24E3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E15B83AA.dotm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52 </dc:title>
  <dc:creator/>
  <cp:lastModifiedBy/>
  <cp:revision>1</cp:revision>
  <dcterms:created xsi:type="dcterms:W3CDTF">2018-08-23T23:48:00Z</dcterms:created>
  <dcterms:modified xsi:type="dcterms:W3CDTF">2018-08-23T23:49:00Z</dcterms:modified>
</cp:coreProperties>
</file>