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37A9E" w14:textId="77777777" w:rsidR="00192DAA" w:rsidRPr="00012AB0" w:rsidRDefault="00192DAA" w:rsidP="004310E8">
      <w:pPr>
        <w:pStyle w:val="Heading1"/>
        <w:spacing w:after="240"/>
        <w:jc w:val="center"/>
        <w:rPr>
          <w:rFonts w:asciiTheme="minorHAnsi" w:hAnsiTheme="minorHAnsi" w:cstheme="minorHAnsi"/>
        </w:rPr>
      </w:pPr>
      <w:bookmarkStart w:id="0" w:name="_GoBack"/>
      <w:bookmarkEnd w:id="0"/>
      <w:r w:rsidRPr="00012AB0">
        <w:rPr>
          <w:rFonts w:asciiTheme="minorHAnsi" w:hAnsiTheme="minorHAnsi" w:cstheme="minorHAnsi"/>
        </w:rPr>
        <w:t>Independent Expert Scientific Committee on Coal Seam Gas and LARGE Coal Mining DEVELOPMENT</w:t>
      </w:r>
    </w:p>
    <w:p w14:paraId="5A08E766" w14:textId="77777777" w:rsidR="008839B0" w:rsidRDefault="00192DAA" w:rsidP="007C085D">
      <w:pPr>
        <w:pStyle w:val="Default"/>
        <w:spacing w:after="240"/>
        <w:jc w:val="center"/>
        <w:rPr>
          <w:rFonts w:asciiTheme="minorHAnsi" w:hAnsiTheme="minorHAnsi" w:cstheme="minorHAnsi"/>
          <w:b/>
          <w:color w:val="auto"/>
        </w:rPr>
      </w:pPr>
      <w:r w:rsidRPr="0059629A">
        <w:rPr>
          <w:rFonts w:asciiTheme="minorHAnsi" w:hAnsiTheme="minorHAnsi" w:cstheme="minorHAnsi"/>
          <w:b/>
          <w:color w:val="auto"/>
        </w:rPr>
        <w:t xml:space="preserve">AGENDA </w:t>
      </w:r>
    </w:p>
    <w:p w14:paraId="24E37AA0" w14:textId="334BF15C" w:rsidR="00192DAA" w:rsidRDefault="00192DAA" w:rsidP="008839B0">
      <w:pPr>
        <w:pStyle w:val="Default"/>
        <w:spacing w:after="240"/>
        <w:jc w:val="center"/>
        <w:rPr>
          <w:rFonts w:asciiTheme="minorHAnsi" w:hAnsiTheme="minorHAnsi" w:cstheme="minorHAnsi"/>
          <w:b/>
          <w:color w:val="auto"/>
        </w:rPr>
      </w:pPr>
      <w:r w:rsidRPr="0059629A">
        <w:rPr>
          <w:rFonts w:asciiTheme="minorHAnsi" w:hAnsiTheme="minorHAnsi" w:cstheme="minorHAnsi"/>
          <w:b/>
          <w:color w:val="auto"/>
        </w:rPr>
        <w:t>Meeting</w:t>
      </w:r>
      <w:r w:rsidR="00C03927">
        <w:rPr>
          <w:rFonts w:asciiTheme="minorHAnsi" w:hAnsiTheme="minorHAnsi" w:cstheme="minorHAnsi"/>
          <w:b/>
          <w:color w:val="auto"/>
        </w:rPr>
        <w:t xml:space="preserve"> 53</w:t>
      </w:r>
      <w:r w:rsidR="008839B0">
        <w:rPr>
          <w:rFonts w:asciiTheme="minorHAnsi" w:hAnsiTheme="minorHAnsi" w:cstheme="minorHAnsi"/>
          <w:b/>
          <w:color w:val="auto"/>
        </w:rPr>
        <w:br/>
      </w:r>
      <w:r w:rsidR="00C03927">
        <w:rPr>
          <w:rFonts w:asciiTheme="minorHAnsi" w:hAnsiTheme="minorHAnsi" w:cstheme="minorHAnsi"/>
          <w:b/>
          <w:color w:val="auto"/>
        </w:rPr>
        <w:t>20 June</w:t>
      </w:r>
      <w:r w:rsidR="00E44956">
        <w:rPr>
          <w:rFonts w:asciiTheme="minorHAnsi" w:hAnsiTheme="minorHAnsi" w:cstheme="minorHAnsi"/>
          <w:b/>
          <w:color w:val="auto"/>
        </w:rPr>
        <w:t xml:space="preserve"> 2018</w:t>
      </w:r>
    </w:p>
    <w:tbl>
      <w:tblPr>
        <w:tblStyle w:val="TableGrid"/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43"/>
        <w:gridCol w:w="5848"/>
        <w:gridCol w:w="3232"/>
      </w:tblGrid>
      <w:tr w:rsidR="00D545F3" w:rsidRPr="0059629A" w14:paraId="24E37AA3" w14:textId="77777777" w:rsidTr="007876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</w:tcPr>
          <w:p w14:paraId="24E37AA1" w14:textId="77777777" w:rsidR="00D545F3" w:rsidRPr="0070566F" w:rsidRDefault="00D545F3" w:rsidP="004310E8">
            <w:pPr>
              <w:spacing w:before="120" w:after="24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A2" w14:textId="77777777" w:rsidR="00D545F3" w:rsidRPr="0070566F" w:rsidRDefault="00D545F3" w:rsidP="00CD262E">
            <w:pPr>
              <w:rPr>
                <w:rFonts w:asciiTheme="minorHAnsi" w:hAnsiTheme="minorHAnsi" w:cstheme="minorHAnsi"/>
                <w:b/>
              </w:rPr>
            </w:pPr>
            <w:r w:rsidRPr="0070566F">
              <w:rPr>
                <w:rFonts w:asciiTheme="minorHAnsi" w:hAnsiTheme="minorHAnsi" w:cstheme="minorHAnsi"/>
                <w:b/>
              </w:rPr>
              <w:t>Welcome an</w:t>
            </w:r>
            <w:r w:rsidR="00A73DAD" w:rsidRPr="0070566F">
              <w:rPr>
                <w:rFonts w:asciiTheme="minorHAnsi" w:hAnsiTheme="minorHAnsi" w:cstheme="minorHAnsi"/>
                <w:b/>
              </w:rPr>
              <w:t>d Opening Remarks – Attendance and</w:t>
            </w:r>
            <w:r w:rsidRPr="0070566F">
              <w:rPr>
                <w:rFonts w:asciiTheme="minorHAnsi" w:hAnsiTheme="minorHAnsi" w:cstheme="minorHAnsi"/>
                <w:b/>
              </w:rPr>
              <w:t xml:space="preserve"> Apologies </w:t>
            </w:r>
          </w:p>
        </w:tc>
      </w:tr>
      <w:tr w:rsidR="00AD715B" w:rsidRPr="007F6FCD" w14:paraId="24E37AA6" w14:textId="77777777" w:rsidTr="00787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A4" w14:textId="77777777" w:rsidR="00AD715B" w:rsidRPr="0070566F" w:rsidRDefault="00AD715B" w:rsidP="00CD262E">
            <w:pPr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70566F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A5" w14:textId="77777777" w:rsidR="00AD715B" w:rsidRPr="0070566F" w:rsidRDefault="00AD715B" w:rsidP="00CD262E">
            <w:pPr>
              <w:rPr>
                <w:rFonts w:asciiTheme="minorHAnsi" w:hAnsiTheme="minorHAnsi" w:cstheme="minorHAnsi"/>
                <w:b/>
              </w:rPr>
            </w:pPr>
            <w:r w:rsidRPr="0070566F"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787608" w:rsidRPr="0059629A" w14:paraId="24E37AAA" w14:textId="77777777" w:rsidTr="008839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7" w14:textId="77777777" w:rsidR="00787608" w:rsidRPr="0070566F" w:rsidRDefault="00787608" w:rsidP="001816F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5848" w:type="dxa"/>
            <w:vAlign w:val="center"/>
          </w:tcPr>
          <w:p w14:paraId="24E37AA8" w14:textId="77777777" w:rsidR="00787608" w:rsidRPr="0070566F" w:rsidRDefault="00787608" w:rsidP="00F952BF">
            <w:pPr>
              <w:spacing w:before="120" w:after="120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3232" w:type="dxa"/>
            <w:vAlign w:val="center"/>
          </w:tcPr>
          <w:p w14:paraId="24E37AA9" w14:textId="77777777" w:rsidR="00787608" w:rsidRPr="0070566F" w:rsidRDefault="00787608" w:rsidP="00F952BF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Standing Item</w:t>
            </w:r>
          </w:p>
        </w:tc>
      </w:tr>
      <w:tr w:rsidR="00787608" w:rsidRPr="0059629A" w14:paraId="24E37AAE" w14:textId="77777777" w:rsidTr="00883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B" w14:textId="77777777" w:rsidR="00787608" w:rsidRPr="0070566F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5848" w:type="dxa"/>
            <w:vAlign w:val="center"/>
          </w:tcPr>
          <w:p w14:paraId="24E37AAC" w14:textId="77777777" w:rsidR="00787608" w:rsidRPr="0070566F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Disclosure of Interests</w:t>
            </w:r>
          </w:p>
        </w:tc>
        <w:tc>
          <w:tcPr>
            <w:tcW w:w="3232" w:type="dxa"/>
            <w:vAlign w:val="center"/>
          </w:tcPr>
          <w:p w14:paraId="24E37AAD" w14:textId="77777777" w:rsidR="00787608" w:rsidRPr="0070566F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Standing Item</w:t>
            </w:r>
          </w:p>
        </w:tc>
      </w:tr>
      <w:tr w:rsidR="00787608" w:rsidRPr="0059629A" w14:paraId="24E37AB2" w14:textId="77777777" w:rsidTr="008839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F" w14:textId="77777777" w:rsidR="00787608" w:rsidRPr="0070566F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5848" w:type="dxa"/>
            <w:vAlign w:val="center"/>
          </w:tcPr>
          <w:p w14:paraId="24E37AB0" w14:textId="77777777" w:rsidR="00787608" w:rsidRPr="0070566F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3232" w:type="dxa"/>
            <w:vAlign w:val="center"/>
          </w:tcPr>
          <w:p w14:paraId="24E37AB1" w14:textId="77777777" w:rsidR="00787608" w:rsidRPr="0070566F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Standing Item</w:t>
            </w:r>
          </w:p>
        </w:tc>
      </w:tr>
      <w:tr w:rsidR="00787608" w:rsidRPr="0059629A" w14:paraId="24E37AB6" w14:textId="77777777" w:rsidTr="00883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3" w14:textId="77777777" w:rsidR="00787608" w:rsidRPr="0070566F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5848" w:type="dxa"/>
            <w:vAlign w:val="center"/>
          </w:tcPr>
          <w:p w14:paraId="24E37AB4" w14:textId="77777777" w:rsidR="00787608" w:rsidRPr="0070566F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3232" w:type="dxa"/>
            <w:vAlign w:val="center"/>
          </w:tcPr>
          <w:p w14:paraId="24E37AB5" w14:textId="77777777" w:rsidR="00787608" w:rsidRPr="0070566F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Standing Item</w:t>
            </w:r>
          </w:p>
        </w:tc>
      </w:tr>
      <w:tr w:rsidR="00787608" w:rsidRPr="0059629A" w14:paraId="24E37ABA" w14:textId="77777777" w:rsidTr="008839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7" w14:textId="77777777" w:rsidR="00787608" w:rsidRPr="0070566F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5848" w:type="dxa"/>
            <w:vAlign w:val="center"/>
          </w:tcPr>
          <w:p w14:paraId="24E37AB8" w14:textId="77777777" w:rsidR="00787608" w:rsidRPr="0070566F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Confirmation of Out-of-Session Decisions</w:t>
            </w:r>
          </w:p>
        </w:tc>
        <w:tc>
          <w:tcPr>
            <w:tcW w:w="3232" w:type="dxa"/>
            <w:vAlign w:val="center"/>
          </w:tcPr>
          <w:p w14:paraId="24E37AB9" w14:textId="77777777" w:rsidR="00787608" w:rsidRPr="0070566F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Standing Item</w:t>
            </w:r>
          </w:p>
        </w:tc>
      </w:tr>
      <w:tr w:rsidR="00787608" w:rsidRPr="0059629A" w14:paraId="24E37ABE" w14:textId="77777777" w:rsidTr="00883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B" w14:textId="77777777" w:rsidR="00787608" w:rsidRPr="0070566F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5848" w:type="dxa"/>
            <w:vAlign w:val="center"/>
          </w:tcPr>
          <w:p w14:paraId="24E37ABC" w14:textId="77777777" w:rsidR="00787608" w:rsidRPr="0070566F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3232" w:type="dxa"/>
            <w:vAlign w:val="center"/>
          </w:tcPr>
          <w:p w14:paraId="24E37ABD" w14:textId="77777777" w:rsidR="00787608" w:rsidRPr="0070566F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Standing Item</w:t>
            </w:r>
          </w:p>
        </w:tc>
      </w:tr>
      <w:tr w:rsidR="00787608" w:rsidRPr="0059629A" w14:paraId="24E37AC2" w14:textId="77777777" w:rsidTr="008839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F" w14:textId="77777777" w:rsidR="00787608" w:rsidRPr="0070566F" w:rsidRDefault="00787608" w:rsidP="00A108B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5848" w:type="dxa"/>
            <w:vAlign w:val="center"/>
          </w:tcPr>
          <w:p w14:paraId="24E37AC0" w14:textId="385B934D" w:rsidR="00787608" w:rsidRPr="0070566F" w:rsidRDefault="009C1341" w:rsidP="009C1341">
            <w:pPr>
              <w:spacing w:before="120" w:after="120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3232" w:type="dxa"/>
            <w:vAlign w:val="center"/>
          </w:tcPr>
          <w:p w14:paraId="24E37AC1" w14:textId="77777777" w:rsidR="00787608" w:rsidRPr="0070566F" w:rsidRDefault="00787608" w:rsidP="00A108BD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Standing Item</w:t>
            </w:r>
          </w:p>
        </w:tc>
      </w:tr>
      <w:tr w:rsidR="007E1C18" w:rsidRPr="0059629A" w14:paraId="24E37AC6" w14:textId="77777777" w:rsidTr="00883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C3" w14:textId="77777777" w:rsidR="007E1C18" w:rsidRPr="0070566F" w:rsidRDefault="007E1C18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5848" w:type="dxa"/>
            <w:vAlign w:val="center"/>
          </w:tcPr>
          <w:p w14:paraId="24E37AC4" w14:textId="6F687F0F" w:rsidR="007E1C18" w:rsidRPr="0070566F" w:rsidRDefault="009C1341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3232" w:type="dxa"/>
            <w:vAlign w:val="center"/>
          </w:tcPr>
          <w:p w14:paraId="24E37AC5" w14:textId="77777777" w:rsidR="007E1C18" w:rsidRPr="0070566F" w:rsidRDefault="007E1C18" w:rsidP="006E668F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Standing Item</w:t>
            </w:r>
          </w:p>
        </w:tc>
      </w:tr>
      <w:tr w:rsidR="002B374E" w:rsidRPr="0059629A" w14:paraId="24E37AC9" w14:textId="77777777" w:rsidTr="002B37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C7" w14:textId="77777777" w:rsidR="002B374E" w:rsidRPr="0070566F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C8" w14:textId="77777777" w:rsidR="002B374E" w:rsidRPr="0070566F" w:rsidRDefault="002B374E" w:rsidP="002B374E">
            <w:pPr>
              <w:rPr>
                <w:rFonts w:asciiTheme="minorHAnsi" w:hAnsiTheme="minorHAnsi" w:cstheme="minorHAnsi"/>
                <w:b/>
              </w:rPr>
            </w:pPr>
            <w:r w:rsidRPr="0070566F">
              <w:rPr>
                <w:rFonts w:asciiTheme="minorHAnsi" w:hAnsiTheme="minorHAnsi" w:cstheme="minorHAnsi"/>
                <w:b/>
              </w:rPr>
              <w:t>Advice</w:t>
            </w:r>
          </w:p>
        </w:tc>
      </w:tr>
      <w:tr w:rsidR="002B374E" w:rsidRPr="0059629A" w14:paraId="24E37ACD" w14:textId="77777777" w:rsidTr="00883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CA" w14:textId="4058030C" w:rsidR="002B374E" w:rsidRPr="0070566F" w:rsidRDefault="002B374E" w:rsidP="009531C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848" w:type="dxa"/>
            <w:vAlign w:val="center"/>
          </w:tcPr>
          <w:p w14:paraId="24E37ACB" w14:textId="555620C9" w:rsidR="002B374E" w:rsidRPr="0070566F" w:rsidRDefault="00E44956" w:rsidP="00E44956">
            <w:pPr>
              <w:spacing w:before="120" w:after="120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 xml:space="preserve">No </w:t>
            </w:r>
            <w:r>
              <w:rPr>
                <w:rFonts w:asciiTheme="minorHAnsi" w:hAnsiTheme="minorHAnsi" w:cstheme="minorHAnsi"/>
              </w:rPr>
              <w:t>Advice</w:t>
            </w:r>
            <w:r w:rsidRPr="0070566F">
              <w:rPr>
                <w:rFonts w:asciiTheme="minorHAnsi" w:hAnsiTheme="minorHAnsi" w:cstheme="minorHAnsi"/>
              </w:rPr>
              <w:t xml:space="preserve"> items</w:t>
            </w:r>
          </w:p>
        </w:tc>
        <w:tc>
          <w:tcPr>
            <w:tcW w:w="3232" w:type="dxa"/>
            <w:vAlign w:val="center"/>
          </w:tcPr>
          <w:p w14:paraId="24E37ACC" w14:textId="4F528580" w:rsidR="002B374E" w:rsidRPr="0070566F" w:rsidRDefault="002B374E" w:rsidP="006E668F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839B0" w:rsidRPr="007F6FCD" w14:paraId="2C98463E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628DEEB6" w14:textId="709692FD" w:rsidR="008839B0" w:rsidRPr="0070566F" w:rsidRDefault="008839B0" w:rsidP="00AC2E40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70566F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7A0BAA7C" w14:textId="5B91F7A2" w:rsidR="008839B0" w:rsidRPr="0070566F" w:rsidRDefault="008839B0" w:rsidP="00AC2E40">
            <w:pPr>
              <w:rPr>
                <w:rFonts w:asciiTheme="minorHAnsi" w:hAnsiTheme="minorHAnsi" w:cstheme="minorHAnsi"/>
                <w:b/>
              </w:rPr>
            </w:pPr>
            <w:r w:rsidRPr="0070566F"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2276B6" w:rsidRPr="007F6FCD" w14:paraId="56789FFB" w14:textId="77777777" w:rsidTr="00883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3" w:type="dxa"/>
            <w:shd w:val="clear" w:color="auto" w:fill="auto"/>
            <w:vAlign w:val="center"/>
          </w:tcPr>
          <w:p w14:paraId="614A677E" w14:textId="1BA81DA3" w:rsidR="002276B6" w:rsidRPr="0070566F" w:rsidRDefault="002276B6" w:rsidP="002276B6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5848" w:type="dxa"/>
            <w:shd w:val="clear" w:color="auto" w:fill="auto"/>
            <w:vAlign w:val="center"/>
          </w:tcPr>
          <w:p w14:paraId="3A5EA60B" w14:textId="22065AB5" w:rsidR="002276B6" w:rsidRPr="0070566F" w:rsidRDefault="002276B6" w:rsidP="002276B6">
            <w:pPr>
              <w:spacing w:before="120" w:after="120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No Bioregional Assessments items</w:t>
            </w:r>
          </w:p>
        </w:tc>
        <w:tc>
          <w:tcPr>
            <w:tcW w:w="3232" w:type="dxa"/>
            <w:shd w:val="clear" w:color="auto" w:fill="auto"/>
            <w:vAlign w:val="center"/>
          </w:tcPr>
          <w:p w14:paraId="7E712A81" w14:textId="16B2D143" w:rsidR="002276B6" w:rsidRPr="0070566F" w:rsidRDefault="002276B6" w:rsidP="002276B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B374E" w:rsidRPr="007F6FCD" w14:paraId="24E37AE2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E0" w14:textId="0094A53B" w:rsidR="002B374E" w:rsidRPr="0070566F" w:rsidRDefault="007C085D" w:rsidP="00AC2E40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70566F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E1" w14:textId="77777777" w:rsidR="002B374E" w:rsidRPr="0070566F" w:rsidRDefault="002B374E" w:rsidP="00AC2E40">
            <w:pPr>
              <w:rPr>
                <w:rFonts w:asciiTheme="minorHAnsi" w:hAnsiTheme="minorHAnsi" w:cstheme="minorHAnsi"/>
                <w:b/>
              </w:rPr>
            </w:pPr>
            <w:r w:rsidRPr="0070566F">
              <w:rPr>
                <w:rFonts w:asciiTheme="minorHAnsi" w:hAnsiTheme="minorHAnsi" w:cstheme="minorHAnsi"/>
                <w:b/>
              </w:rPr>
              <w:t xml:space="preserve">Other Business </w:t>
            </w:r>
          </w:p>
        </w:tc>
      </w:tr>
      <w:tr w:rsidR="002276B6" w:rsidRPr="0059629A" w14:paraId="24E37AE6" w14:textId="77777777" w:rsidTr="00227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E3" w14:textId="3A5D5BC0" w:rsidR="002276B6" w:rsidRPr="0070566F" w:rsidRDefault="002276B6" w:rsidP="002276B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5848" w:type="dxa"/>
            <w:vAlign w:val="center"/>
          </w:tcPr>
          <w:p w14:paraId="24E37AE4" w14:textId="524138C6" w:rsidR="002276B6" w:rsidRPr="00E86AE9" w:rsidRDefault="00C03927" w:rsidP="00E24B44">
            <w:pPr>
              <w:pStyle w:val="Default"/>
            </w:pPr>
            <w:r>
              <w:t>IESC 2017-2018 Annual Review of Activities</w:t>
            </w:r>
          </w:p>
        </w:tc>
        <w:tc>
          <w:tcPr>
            <w:tcW w:w="3232" w:type="dxa"/>
            <w:vAlign w:val="center"/>
          </w:tcPr>
          <w:p w14:paraId="24E37AE5" w14:textId="54735BF7" w:rsidR="002276B6" w:rsidRPr="0070566F" w:rsidRDefault="00A27369" w:rsidP="002276B6">
            <w:pPr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 xml:space="preserve">For </w:t>
            </w:r>
            <w:r>
              <w:rPr>
                <w:rFonts w:asciiTheme="minorHAnsi" w:hAnsiTheme="minorHAnsi"/>
              </w:rPr>
              <w:t>d</w:t>
            </w:r>
            <w:r w:rsidRPr="0070566F">
              <w:rPr>
                <w:rFonts w:asciiTheme="minorHAnsi" w:hAnsiTheme="minorHAnsi"/>
              </w:rPr>
              <w:t>iscussion</w:t>
            </w:r>
          </w:p>
        </w:tc>
      </w:tr>
      <w:tr w:rsidR="002276B6" w:rsidRPr="0059629A" w14:paraId="6A047A10" w14:textId="77777777" w:rsidTr="002276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6CC11E24" w14:textId="288F3071" w:rsidR="002276B6" w:rsidRPr="0070566F" w:rsidRDefault="002276B6" w:rsidP="002276B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5848" w:type="dxa"/>
            <w:vAlign w:val="center"/>
          </w:tcPr>
          <w:p w14:paraId="47AE431D" w14:textId="7A4B59FE" w:rsidR="002276B6" w:rsidRPr="00C03927" w:rsidRDefault="00C03927" w:rsidP="00A2736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C03927">
              <w:rPr>
                <w:rFonts w:asciiTheme="minorHAnsi" w:hAnsiTheme="minorHAnsi" w:cstheme="minorHAnsi"/>
                <w:color w:val="auto"/>
              </w:rPr>
              <w:t>Referrals under Part 2 of the EPBC Act</w:t>
            </w:r>
          </w:p>
        </w:tc>
        <w:tc>
          <w:tcPr>
            <w:tcW w:w="3232" w:type="dxa"/>
            <w:vAlign w:val="center"/>
          </w:tcPr>
          <w:p w14:paraId="03518914" w14:textId="21386299" w:rsidR="002276B6" w:rsidRPr="0070566F" w:rsidRDefault="00A27369" w:rsidP="002276B6">
            <w:pPr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 xml:space="preserve">For </w:t>
            </w:r>
            <w:r w:rsidRPr="00C03927">
              <w:rPr>
                <w:rFonts w:asciiTheme="minorHAnsi" w:hAnsiTheme="minorHAnsi" w:cstheme="minorHAnsi"/>
              </w:rPr>
              <w:t>discussion</w:t>
            </w:r>
          </w:p>
        </w:tc>
      </w:tr>
      <w:tr w:rsidR="00C03927" w:rsidRPr="0059629A" w14:paraId="5B803BC6" w14:textId="77777777" w:rsidTr="00227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07AEAA60" w14:textId="07E12531" w:rsidR="00C03927" w:rsidRPr="0070566F" w:rsidRDefault="00C03927" w:rsidP="002276B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4.3</w:t>
            </w:r>
          </w:p>
        </w:tc>
        <w:tc>
          <w:tcPr>
            <w:tcW w:w="5848" w:type="dxa"/>
            <w:vAlign w:val="center"/>
          </w:tcPr>
          <w:p w14:paraId="52CADDAB" w14:textId="2289A7C8" w:rsidR="00C03927" w:rsidRPr="00C03927" w:rsidRDefault="00C03927" w:rsidP="00A2736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Explanatory Note: Uncertainty Analysis </w:t>
            </w:r>
            <w:r w:rsidR="009F7E85">
              <w:rPr>
                <w:rFonts w:asciiTheme="minorHAnsi" w:hAnsiTheme="minorHAnsi" w:cstheme="minorHAnsi"/>
                <w:color w:val="auto"/>
              </w:rPr>
              <w:t>in Groundwater</w:t>
            </w:r>
            <w:r>
              <w:rPr>
                <w:rFonts w:asciiTheme="minorHAnsi" w:hAnsiTheme="minorHAnsi" w:cstheme="minorHAnsi"/>
                <w:color w:val="auto"/>
              </w:rPr>
              <w:t xml:space="preserve"> Modelling</w:t>
            </w:r>
          </w:p>
        </w:tc>
        <w:tc>
          <w:tcPr>
            <w:tcW w:w="3232" w:type="dxa"/>
            <w:vAlign w:val="center"/>
          </w:tcPr>
          <w:p w14:paraId="4BA6DD2F" w14:textId="6CD68FF2" w:rsidR="00C03927" w:rsidRPr="0070566F" w:rsidRDefault="00C03927" w:rsidP="002276B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 discussion</w:t>
            </w:r>
          </w:p>
        </w:tc>
      </w:tr>
      <w:tr w:rsidR="00C03927" w:rsidRPr="0059629A" w14:paraId="16F31E61" w14:textId="77777777" w:rsidTr="002276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52EE9400" w14:textId="7E5D37DD" w:rsidR="00C03927" w:rsidRPr="0070566F" w:rsidRDefault="00C03927" w:rsidP="002276B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4.4</w:t>
            </w:r>
          </w:p>
        </w:tc>
        <w:tc>
          <w:tcPr>
            <w:tcW w:w="5848" w:type="dxa"/>
            <w:vAlign w:val="center"/>
          </w:tcPr>
          <w:p w14:paraId="25B0A855" w14:textId="59350A5A" w:rsidR="00C03927" w:rsidRPr="00C03927" w:rsidRDefault="00C03927" w:rsidP="00A2736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Explanatory Note: Site Specific Guidelines and Monitoring of Physical and Chemical Parameters</w:t>
            </w:r>
          </w:p>
        </w:tc>
        <w:tc>
          <w:tcPr>
            <w:tcW w:w="3232" w:type="dxa"/>
            <w:vAlign w:val="center"/>
          </w:tcPr>
          <w:p w14:paraId="053680AD" w14:textId="060D2AFB" w:rsidR="00C03927" w:rsidRPr="0070566F" w:rsidRDefault="00C03927" w:rsidP="002276B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 discussion</w:t>
            </w:r>
          </w:p>
        </w:tc>
      </w:tr>
      <w:tr w:rsidR="00C03927" w:rsidRPr="0059629A" w14:paraId="1C3A8C7A" w14:textId="77777777" w:rsidTr="00227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0AAFB92A" w14:textId="78EB15A2" w:rsidR="00C03927" w:rsidRDefault="00C03927" w:rsidP="002276B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4.5</w:t>
            </w:r>
          </w:p>
        </w:tc>
        <w:tc>
          <w:tcPr>
            <w:tcW w:w="5848" w:type="dxa"/>
            <w:vAlign w:val="center"/>
          </w:tcPr>
          <w:p w14:paraId="125F255A" w14:textId="6DA9EE7F" w:rsidR="00C03927" w:rsidRDefault="00C03927" w:rsidP="00A2736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Explanatory Note: Groundwater Dependent Ecosystems</w:t>
            </w:r>
          </w:p>
        </w:tc>
        <w:tc>
          <w:tcPr>
            <w:tcW w:w="3232" w:type="dxa"/>
            <w:vAlign w:val="center"/>
          </w:tcPr>
          <w:p w14:paraId="67289DCC" w14:textId="2B2F67B6" w:rsidR="00C03927" w:rsidRDefault="00C03927" w:rsidP="002276B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 discussion</w:t>
            </w:r>
          </w:p>
        </w:tc>
      </w:tr>
      <w:tr w:rsidR="00C03927" w:rsidRPr="0059629A" w14:paraId="2A8CDC45" w14:textId="77777777" w:rsidTr="002276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3243B7F3" w14:textId="54AA8868" w:rsidR="00C03927" w:rsidRDefault="00C03927" w:rsidP="002276B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4.6</w:t>
            </w:r>
          </w:p>
        </w:tc>
        <w:tc>
          <w:tcPr>
            <w:tcW w:w="5848" w:type="dxa"/>
            <w:vAlign w:val="center"/>
          </w:tcPr>
          <w:p w14:paraId="6AF4BE97" w14:textId="2D3FEF13" w:rsidR="00C03927" w:rsidRDefault="00C03927" w:rsidP="00A2736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Explanatory Note: Lessons Learned and Forward Plan</w:t>
            </w:r>
          </w:p>
        </w:tc>
        <w:tc>
          <w:tcPr>
            <w:tcW w:w="3232" w:type="dxa"/>
            <w:vAlign w:val="center"/>
          </w:tcPr>
          <w:p w14:paraId="4A40947A" w14:textId="08C377F5" w:rsidR="00C03927" w:rsidRDefault="00C03927" w:rsidP="002276B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 discussion</w:t>
            </w:r>
          </w:p>
        </w:tc>
      </w:tr>
      <w:tr w:rsidR="00C03927" w:rsidRPr="0059629A" w14:paraId="41FB7E24" w14:textId="77777777" w:rsidTr="00227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15E924EC" w14:textId="6823061D" w:rsidR="00C03927" w:rsidRDefault="00C03927" w:rsidP="002276B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4.7</w:t>
            </w:r>
          </w:p>
        </w:tc>
        <w:tc>
          <w:tcPr>
            <w:tcW w:w="5848" w:type="dxa"/>
            <w:vAlign w:val="center"/>
          </w:tcPr>
          <w:p w14:paraId="2C3A371F" w14:textId="1AB086A4" w:rsidR="00C03927" w:rsidRDefault="00C03927" w:rsidP="00A2736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IESC Research Symposium Debrief</w:t>
            </w:r>
          </w:p>
        </w:tc>
        <w:tc>
          <w:tcPr>
            <w:tcW w:w="3232" w:type="dxa"/>
            <w:vAlign w:val="center"/>
          </w:tcPr>
          <w:p w14:paraId="50615B61" w14:textId="0129EF70" w:rsidR="00C03927" w:rsidRDefault="00C03927" w:rsidP="002276B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 discussion</w:t>
            </w:r>
          </w:p>
        </w:tc>
      </w:tr>
      <w:tr w:rsidR="0070566F" w:rsidRPr="0059629A" w14:paraId="4EBB8FC0" w14:textId="77777777" w:rsidTr="007056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150A117" w14:textId="4B5B3684" w:rsidR="0070566F" w:rsidRPr="0070566F" w:rsidRDefault="0070566F" w:rsidP="006E668F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70566F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7BE687F" w14:textId="061F74A0" w:rsidR="0070566F" w:rsidRPr="0070566F" w:rsidRDefault="0070566F" w:rsidP="0070566F">
            <w:pPr>
              <w:pStyle w:val="Default"/>
              <w:rPr>
                <w:rFonts w:asciiTheme="minorHAnsi" w:hAnsiTheme="minorHAnsi"/>
                <w:b/>
              </w:rPr>
            </w:pPr>
            <w:r w:rsidRPr="0070566F">
              <w:rPr>
                <w:rFonts w:asciiTheme="minorHAnsi" w:hAnsiTheme="minorHAnsi"/>
                <w:b/>
              </w:rPr>
              <w:t>Close of Meeting</w:t>
            </w:r>
          </w:p>
        </w:tc>
      </w:tr>
      <w:tr w:rsidR="0070566F" w:rsidRPr="0070566F" w14:paraId="1EC729CA" w14:textId="77777777" w:rsidTr="004D7D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50A6F1D3" w14:textId="233BC448" w:rsidR="0070566F" w:rsidRPr="0070566F" w:rsidRDefault="0070566F" w:rsidP="004D7D99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5848" w:type="dxa"/>
            <w:vAlign w:val="center"/>
          </w:tcPr>
          <w:p w14:paraId="2F9804D1" w14:textId="1FC4AC7C" w:rsidR="0070566F" w:rsidRPr="0070566F" w:rsidRDefault="0070566F" w:rsidP="004D7D99">
            <w:pPr>
              <w:pStyle w:val="Default"/>
              <w:rPr>
                <w:rFonts w:asciiTheme="minorHAnsi" w:hAnsiTheme="minorHAnsi"/>
              </w:rPr>
            </w:pPr>
            <w:r w:rsidRPr="0070566F">
              <w:rPr>
                <w:rFonts w:asciiTheme="minorHAnsi" w:hAnsiTheme="minorHAnsi"/>
              </w:rPr>
              <w:t xml:space="preserve">Meeting Summary and Close </w:t>
            </w:r>
          </w:p>
        </w:tc>
        <w:tc>
          <w:tcPr>
            <w:tcW w:w="3232" w:type="dxa"/>
            <w:vAlign w:val="center"/>
          </w:tcPr>
          <w:p w14:paraId="75FDA59B" w14:textId="0DE08FF2" w:rsidR="0070566F" w:rsidRPr="0070566F" w:rsidRDefault="0070566F" w:rsidP="0070566F">
            <w:pPr>
              <w:jc w:val="center"/>
              <w:rPr>
                <w:rFonts w:asciiTheme="minorHAnsi" w:hAnsiTheme="minorHAnsi" w:cstheme="minorHAnsi"/>
              </w:rPr>
            </w:pPr>
            <w:r w:rsidRPr="0070566F">
              <w:rPr>
                <w:rFonts w:asciiTheme="minorHAnsi" w:hAnsiTheme="minorHAnsi" w:cstheme="minorHAnsi"/>
              </w:rPr>
              <w:t xml:space="preserve">For </w:t>
            </w:r>
            <w:r>
              <w:rPr>
                <w:rFonts w:asciiTheme="minorHAnsi" w:hAnsiTheme="minorHAnsi"/>
              </w:rPr>
              <w:t>d</w:t>
            </w:r>
            <w:r w:rsidRPr="0070566F">
              <w:rPr>
                <w:rFonts w:asciiTheme="minorHAnsi" w:hAnsiTheme="minorHAnsi"/>
              </w:rPr>
              <w:t xml:space="preserve">iscussion </w:t>
            </w:r>
          </w:p>
        </w:tc>
      </w:tr>
    </w:tbl>
    <w:p w14:paraId="24E37AEB" w14:textId="5CAA5468" w:rsidR="000438CA" w:rsidRDefault="000438CA" w:rsidP="007C085D">
      <w:pPr>
        <w:spacing w:after="240"/>
      </w:pPr>
    </w:p>
    <w:sectPr w:rsidR="000438CA" w:rsidSect="007876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4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E37AEE" w14:textId="77777777" w:rsidR="00787608" w:rsidRDefault="00787608" w:rsidP="00A60185">
      <w:r>
        <w:separator/>
      </w:r>
    </w:p>
  </w:endnote>
  <w:endnote w:type="continuationSeparator" w:id="0">
    <w:p w14:paraId="24E37AEF" w14:textId="77777777" w:rsidR="00787608" w:rsidRDefault="00787608" w:rsidP="00A6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B6E60" w14:textId="77777777" w:rsidR="00D032E9" w:rsidRDefault="00D032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5B7EF" w14:textId="77777777" w:rsidR="00D032E9" w:rsidRDefault="00D032E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EndPr/>
        <w:sdtContent>
          <w:p w14:paraId="24E37AF3" w14:textId="77777777" w:rsidR="00787608" w:rsidRPr="0006200E" w:rsidRDefault="00787608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3D179B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14:paraId="24E37AF4" w14:textId="77777777" w:rsidR="00787608" w:rsidRDefault="007876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37AEC" w14:textId="77777777" w:rsidR="00787608" w:rsidRDefault="00787608" w:rsidP="00A60185">
      <w:r>
        <w:separator/>
      </w:r>
    </w:p>
  </w:footnote>
  <w:footnote w:type="continuationSeparator" w:id="0">
    <w:p w14:paraId="24E37AED" w14:textId="77777777" w:rsidR="00787608" w:rsidRDefault="00787608" w:rsidP="00A60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37AF0" w14:textId="77777777" w:rsidR="00787608" w:rsidRDefault="00E31520" w:rsidP="00E45765">
    <w:pPr>
      <w:pStyle w:val="Classification"/>
    </w:pPr>
    <w:r>
      <w:fldChar w:fldCharType="begin"/>
    </w:r>
    <w:r w:rsidR="00787608">
      <w:instrText xml:space="preserve"> DOCPROPERTY SecurityClassification \* MERGEFORMAT </w:instrText>
    </w:r>
    <w:r>
      <w:fldChar w:fldCharType="separate"/>
    </w:r>
    <w:r w:rsidR="003D179B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A5357" w14:textId="77777777" w:rsidR="00D032E9" w:rsidRDefault="00D032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203F1" w14:textId="77777777" w:rsidR="00D032E9" w:rsidRDefault="00D032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450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F745BC2"/>
    <w:multiLevelType w:val="multilevel"/>
    <w:tmpl w:val="E5E89F92"/>
    <w:numStyleLink w:val="BulletList"/>
  </w:abstractNum>
  <w:abstractNum w:abstractNumId="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5456429"/>
    <w:multiLevelType w:val="multilevel"/>
    <w:tmpl w:val="E898CC72"/>
    <w:numStyleLink w:val="KeyPoints"/>
  </w:abstractNum>
  <w:abstractNum w:abstractNumId="5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7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8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F85"/>
    <w:rsid w:val="0000055D"/>
    <w:rsid w:val="00000BB7"/>
    <w:rsid w:val="00000EBA"/>
    <w:rsid w:val="00001ABA"/>
    <w:rsid w:val="00003AE0"/>
    <w:rsid w:val="000042E1"/>
    <w:rsid w:val="000045A0"/>
    <w:rsid w:val="00004AEE"/>
    <w:rsid w:val="000052C4"/>
    <w:rsid w:val="00005CAA"/>
    <w:rsid w:val="00005F25"/>
    <w:rsid w:val="00006A4E"/>
    <w:rsid w:val="00007B6B"/>
    <w:rsid w:val="00010210"/>
    <w:rsid w:val="00010A97"/>
    <w:rsid w:val="00010F90"/>
    <w:rsid w:val="000110C9"/>
    <w:rsid w:val="00011750"/>
    <w:rsid w:val="00012AB0"/>
    <w:rsid w:val="00012D66"/>
    <w:rsid w:val="00013025"/>
    <w:rsid w:val="00014D22"/>
    <w:rsid w:val="00015786"/>
    <w:rsid w:val="00015ADA"/>
    <w:rsid w:val="00016628"/>
    <w:rsid w:val="0001753C"/>
    <w:rsid w:val="00020C99"/>
    <w:rsid w:val="000229FC"/>
    <w:rsid w:val="000236DB"/>
    <w:rsid w:val="00024858"/>
    <w:rsid w:val="000269D4"/>
    <w:rsid w:val="00026C09"/>
    <w:rsid w:val="0002707B"/>
    <w:rsid w:val="00027972"/>
    <w:rsid w:val="00030153"/>
    <w:rsid w:val="000318EB"/>
    <w:rsid w:val="00032057"/>
    <w:rsid w:val="000320BB"/>
    <w:rsid w:val="00032986"/>
    <w:rsid w:val="0003307D"/>
    <w:rsid w:val="00033D27"/>
    <w:rsid w:val="00033E47"/>
    <w:rsid w:val="0003471E"/>
    <w:rsid w:val="00035520"/>
    <w:rsid w:val="00035693"/>
    <w:rsid w:val="00035B2D"/>
    <w:rsid w:val="00036D1D"/>
    <w:rsid w:val="00036E97"/>
    <w:rsid w:val="00037C29"/>
    <w:rsid w:val="00041B23"/>
    <w:rsid w:val="00041D5C"/>
    <w:rsid w:val="00042DFF"/>
    <w:rsid w:val="00042E20"/>
    <w:rsid w:val="000438CA"/>
    <w:rsid w:val="00045BE4"/>
    <w:rsid w:val="00047BBB"/>
    <w:rsid w:val="00047C3A"/>
    <w:rsid w:val="00050220"/>
    <w:rsid w:val="0005148E"/>
    <w:rsid w:val="00055A46"/>
    <w:rsid w:val="00057207"/>
    <w:rsid w:val="0005799C"/>
    <w:rsid w:val="00061B2B"/>
    <w:rsid w:val="000622DE"/>
    <w:rsid w:val="000628CA"/>
    <w:rsid w:val="0006339B"/>
    <w:rsid w:val="00063B66"/>
    <w:rsid w:val="000641E7"/>
    <w:rsid w:val="000650C9"/>
    <w:rsid w:val="000655F8"/>
    <w:rsid w:val="0006661E"/>
    <w:rsid w:val="00067E7C"/>
    <w:rsid w:val="00070192"/>
    <w:rsid w:val="0007075A"/>
    <w:rsid w:val="0007192E"/>
    <w:rsid w:val="00072577"/>
    <w:rsid w:val="000725B6"/>
    <w:rsid w:val="00072C5A"/>
    <w:rsid w:val="00072D60"/>
    <w:rsid w:val="00073F9C"/>
    <w:rsid w:val="00074F47"/>
    <w:rsid w:val="000759E5"/>
    <w:rsid w:val="0007670D"/>
    <w:rsid w:val="000817D6"/>
    <w:rsid w:val="00082D6D"/>
    <w:rsid w:val="000836D8"/>
    <w:rsid w:val="000840B7"/>
    <w:rsid w:val="00084AC6"/>
    <w:rsid w:val="00084D37"/>
    <w:rsid w:val="00084EFB"/>
    <w:rsid w:val="00085347"/>
    <w:rsid w:val="0008544A"/>
    <w:rsid w:val="00085E5C"/>
    <w:rsid w:val="00086481"/>
    <w:rsid w:val="00091421"/>
    <w:rsid w:val="00091608"/>
    <w:rsid w:val="000918BD"/>
    <w:rsid w:val="000927DA"/>
    <w:rsid w:val="0009333C"/>
    <w:rsid w:val="00093CB9"/>
    <w:rsid w:val="00093CE2"/>
    <w:rsid w:val="00093CE9"/>
    <w:rsid w:val="00094069"/>
    <w:rsid w:val="0009414B"/>
    <w:rsid w:val="00094FC4"/>
    <w:rsid w:val="00095774"/>
    <w:rsid w:val="00095865"/>
    <w:rsid w:val="0009704F"/>
    <w:rsid w:val="000979AF"/>
    <w:rsid w:val="000979F6"/>
    <w:rsid w:val="000A0CBE"/>
    <w:rsid w:val="000A0DE5"/>
    <w:rsid w:val="000A0F11"/>
    <w:rsid w:val="000A125A"/>
    <w:rsid w:val="000A1418"/>
    <w:rsid w:val="000A173B"/>
    <w:rsid w:val="000A2196"/>
    <w:rsid w:val="000A23FD"/>
    <w:rsid w:val="000A490B"/>
    <w:rsid w:val="000A57CD"/>
    <w:rsid w:val="000A67DE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518F"/>
    <w:rsid w:val="000B734F"/>
    <w:rsid w:val="000B7681"/>
    <w:rsid w:val="000B7B42"/>
    <w:rsid w:val="000C02B7"/>
    <w:rsid w:val="000C0656"/>
    <w:rsid w:val="000C0D57"/>
    <w:rsid w:val="000C13BA"/>
    <w:rsid w:val="000C238F"/>
    <w:rsid w:val="000C2994"/>
    <w:rsid w:val="000C5100"/>
    <w:rsid w:val="000C5342"/>
    <w:rsid w:val="000C581B"/>
    <w:rsid w:val="000C675F"/>
    <w:rsid w:val="000C706A"/>
    <w:rsid w:val="000C7E93"/>
    <w:rsid w:val="000D2887"/>
    <w:rsid w:val="000D2DA8"/>
    <w:rsid w:val="000D3C63"/>
    <w:rsid w:val="000D42F1"/>
    <w:rsid w:val="000D5379"/>
    <w:rsid w:val="000D57DB"/>
    <w:rsid w:val="000D6D63"/>
    <w:rsid w:val="000D6F7E"/>
    <w:rsid w:val="000D7667"/>
    <w:rsid w:val="000D774A"/>
    <w:rsid w:val="000E0081"/>
    <w:rsid w:val="000E07CF"/>
    <w:rsid w:val="000E0E3A"/>
    <w:rsid w:val="000E150E"/>
    <w:rsid w:val="000E28CF"/>
    <w:rsid w:val="000E2A0B"/>
    <w:rsid w:val="000E31C1"/>
    <w:rsid w:val="000E5356"/>
    <w:rsid w:val="000E5998"/>
    <w:rsid w:val="000E6B74"/>
    <w:rsid w:val="000F0710"/>
    <w:rsid w:val="000F1193"/>
    <w:rsid w:val="000F1AE1"/>
    <w:rsid w:val="000F22B0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4DCF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AF3"/>
    <w:rsid w:val="00125F1B"/>
    <w:rsid w:val="00125F23"/>
    <w:rsid w:val="001265A6"/>
    <w:rsid w:val="00127371"/>
    <w:rsid w:val="0012754B"/>
    <w:rsid w:val="00127588"/>
    <w:rsid w:val="00127628"/>
    <w:rsid w:val="0012770E"/>
    <w:rsid w:val="00127B45"/>
    <w:rsid w:val="00127D60"/>
    <w:rsid w:val="00130795"/>
    <w:rsid w:val="00130BFC"/>
    <w:rsid w:val="001310E7"/>
    <w:rsid w:val="00131205"/>
    <w:rsid w:val="00131A3E"/>
    <w:rsid w:val="001337D4"/>
    <w:rsid w:val="001338D3"/>
    <w:rsid w:val="00134758"/>
    <w:rsid w:val="0013523C"/>
    <w:rsid w:val="001371E1"/>
    <w:rsid w:val="001403B6"/>
    <w:rsid w:val="001409D7"/>
    <w:rsid w:val="00140F64"/>
    <w:rsid w:val="001452F6"/>
    <w:rsid w:val="00145C9A"/>
    <w:rsid w:val="00146A54"/>
    <w:rsid w:val="0014731E"/>
    <w:rsid w:val="001475A5"/>
    <w:rsid w:val="00147B32"/>
    <w:rsid w:val="00147C12"/>
    <w:rsid w:val="00150760"/>
    <w:rsid w:val="00150EC0"/>
    <w:rsid w:val="001527A1"/>
    <w:rsid w:val="00152C0B"/>
    <w:rsid w:val="00152C3F"/>
    <w:rsid w:val="001530DC"/>
    <w:rsid w:val="00153200"/>
    <w:rsid w:val="00153FB3"/>
    <w:rsid w:val="00154346"/>
    <w:rsid w:val="00154948"/>
    <w:rsid w:val="00154989"/>
    <w:rsid w:val="001549D4"/>
    <w:rsid w:val="00154AD3"/>
    <w:rsid w:val="00155775"/>
    <w:rsid w:val="00155A9F"/>
    <w:rsid w:val="0015678A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185C"/>
    <w:rsid w:val="00161C3E"/>
    <w:rsid w:val="00162C5D"/>
    <w:rsid w:val="0016360C"/>
    <w:rsid w:val="0016420E"/>
    <w:rsid w:val="00164C4C"/>
    <w:rsid w:val="00164D5C"/>
    <w:rsid w:val="00164FBC"/>
    <w:rsid w:val="00165349"/>
    <w:rsid w:val="00166DFD"/>
    <w:rsid w:val="0016752A"/>
    <w:rsid w:val="0016780A"/>
    <w:rsid w:val="00167B22"/>
    <w:rsid w:val="001703A8"/>
    <w:rsid w:val="0017059E"/>
    <w:rsid w:val="001713FA"/>
    <w:rsid w:val="001721C1"/>
    <w:rsid w:val="00172B6B"/>
    <w:rsid w:val="00172D13"/>
    <w:rsid w:val="0017361B"/>
    <w:rsid w:val="00173AE2"/>
    <w:rsid w:val="00173EBF"/>
    <w:rsid w:val="00175ED3"/>
    <w:rsid w:val="00176667"/>
    <w:rsid w:val="00177BB4"/>
    <w:rsid w:val="001816F2"/>
    <w:rsid w:val="00182A8C"/>
    <w:rsid w:val="001842A2"/>
    <w:rsid w:val="00184CFF"/>
    <w:rsid w:val="00187EC0"/>
    <w:rsid w:val="00187FA8"/>
    <w:rsid w:val="00190BD0"/>
    <w:rsid w:val="00192B7F"/>
    <w:rsid w:val="00192CDF"/>
    <w:rsid w:val="00192DAA"/>
    <w:rsid w:val="00192F5E"/>
    <w:rsid w:val="0019347A"/>
    <w:rsid w:val="0019376C"/>
    <w:rsid w:val="00193B52"/>
    <w:rsid w:val="00195ECC"/>
    <w:rsid w:val="001969D7"/>
    <w:rsid w:val="00197618"/>
    <w:rsid w:val="00197772"/>
    <w:rsid w:val="001A175A"/>
    <w:rsid w:val="001A195C"/>
    <w:rsid w:val="001A210A"/>
    <w:rsid w:val="001A233F"/>
    <w:rsid w:val="001A29F9"/>
    <w:rsid w:val="001A454D"/>
    <w:rsid w:val="001A51C8"/>
    <w:rsid w:val="001A64E2"/>
    <w:rsid w:val="001A6B29"/>
    <w:rsid w:val="001A6E02"/>
    <w:rsid w:val="001B0781"/>
    <w:rsid w:val="001B0E9F"/>
    <w:rsid w:val="001B10BA"/>
    <w:rsid w:val="001B17C1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6204"/>
    <w:rsid w:val="001B7A17"/>
    <w:rsid w:val="001C0C8B"/>
    <w:rsid w:val="001C18E6"/>
    <w:rsid w:val="001C282D"/>
    <w:rsid w:val="001C4F3D"/>
    <w:rsid w:val="001D0CDC"/>
    <w:rsid w:val="001D1399"/>
    <w:rsid w:val="001D17B0"/>
    <w:rsid w:val="001D1D20"/>
    <w:rsid w:val="001D1D82"/>
    <w:rsid w:val="001D2932"/>
    <w:rsid w:val="001D6234"/>
    <w:rsid w:val="001D62E0"/>
    <w:rsid w:val="001D65F9"/>
    <w:rsid w:val="001D7D21"/>
    <w:rsid w:val="001E005F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35F5"/>
    <w:rsid w:val="001E5067"/>
    <w:rsid w:val="001E516F"/>
    <w:rsid w:val="001E6572"/>
    <w:rsid w:val="001E6A51"/>
    <w:rsid w:val="001E6FF6"/>
    <w:rsid w:val="001F0B00"/>
    <w:rsid w:val="001F0D29"/>
    <w:rsid w:val="001F1318"/>
    <w:rsid w:val="001F392E"/>
    <w:rsid w:val="001F5768"/>
    <w:rsid w:val="001F57A5"/>
    <w:rsid w:val="001F7A2B"/>
    <w:rsid w:val="0020121A"/>
    <w:rsid w:val="00202BA7"/>
    <w:rsid w:val="00202C90"/>
    <w:rsid w:val="00202F81"/>
    <w:rsid w:val="00203B62"/>
    <w:rsid w:val="00204D30"/>
    <w:rsid w:val="00206838"/>
    <w:rsid w:val="00206AB7"/>
    <w:rsid w:val="00211CB3"/>
    <w:rsid w:val="002129C3"/>
    <w:rsid w:val="00213085"/>
    <w:rsid w:val="00213DE8"/>
    <w:rsid w:val="00214A60"/>
    <w:rsid w:val="00215CE4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6E0"/>
    <w:rsid w:val="0022579C"/>
    <w:rsid w:val="00225F79"/>
    <w:rsid w:val="00226637"/>
    <w:rsid w:val="002276B6"/>
    <w:rsid w:val="002277BA"/>
    <w:rsid w:val="00227A95"/>
    <w:rsid w:val="002308C5"/>
    <w:rsid w:val="002316BD"/>
    <w:rsid w:val="00231C72"/>
    <w:rsid w:val="002335A1"/>
    <w:rsid w:val="00233AD8"/>
    <w:rsid w:val="00234925"/>
    <w:rsid w:val="002353A5"/>
    <w:rsid w:val="00241325"/>
    <w:rsid w:val="0024232A"/>
    <w:rsid w:val="00243A59"/>
    <w:rsid w:val="00243B0F"/>
    <w:rsid w:val="00244651"/>
    <w:rsid w:val="00245C8A"/>
    <w:rsid w:val="00246CE0"/>
    <w:rsid w:val="002473FC"/>
    <w:rsid w:val="00247891"/>
    <w:rsid w:val="00251D80"/>
    <w:rsid w:val="002520A5"/>
    <w:rsid w:val="0025221B"/>
    <w:rsid w:val="00252437"/>
    <w:rsid w:val="00252E3C"/>
    <w:rsid w:val="0025322C"/>
    <w:rsid w:val="002537FB"/>
    <w:rsid w:val="002544E4"/>
    <w:rsid w:val="002545AF"/>
    <w:rsid w:val="00254BFD"/>
    <w:rsid w:val="0025530A"/>
    <w:rsid w:val="00256647"/>
    <w:rsid w:val="0026099F"/>
    <w:rsid w:val="00260C27"/>
    <w:rsid w:val="002616BF"/>
    <w:rsid w:val="00261A26"/>
    <w:rsid w:val="00261B2F"/>
    <w:rsid w:val="00262198"/>
    <w:rsid w:val="00262327"/>
    <w:rsid w:val="002628F0"/>
    <w:rsid w:val="00263896"/>
    <w:rsid w:val="00264084"/>
    <w:rsid w:val="0026593F"/>
    <w:rsid w:val="00265D40"/>
    <w:rsid w:val="002677E5"/>
    <w:rsid w:val="002717B0"/>
    <w:rsid w:val="00271D93"/>
    <w:rsid w:val="00271DB9"/>
    <w:rsid w:val="0027422C"/>
    <w:rsid w:val="00275BEF"/>
    <w:rsid w:val="00276016"/>
    <w:rsid w:val="0027662D"/>
    <w:rsid w:val="002768E5"/>
    <w:rsid w:val="00277463"/>
    <w:rsid w:val="002779C6"/>
    <w:rsid w:val="0028491C"/>
    <w:rsid w:val="00285F1B"/>
    <w:rsid w:val="002877D0"/>
    <w:rsid w:val="00287B01"/>
    <w:rsid w:val="00290852"/>
    <w:rsid w:val="00291457"/>
    <w:rsid w:val="002919D3"/>
    <w:rsid w:val="00292330"/>
    <w:rsid w:val="00292430"/>
    <w:rsid w:val="00292A05"/>
    <w:rsid w:val="00292B81"/>
    <w:rsid w:val="00293A38"/>
    <w:rsid w:val="00294FEC"/>
    <w:rsid w:val="00295B83"/>
    <w:rsid w:val="00296166"/>
    <w:rsid w:val="002A070A"/>
    <w:rsid w:val="002A1DF6"/>
    <w:rsid w:val="002A241B"/>
    <w:rsid w:val="002A2E08"/>
    <w:rsid w:val="002A2F01"/>
    <w:rsid w:val="002A4559"/>
    <w:rsid w:val="002A4CF6"/>
    <w:rsid w:val="002A5D59"/>
    <w:rsid w:val="002A65A1"/>
    <w:rsid w:val="002A65AA"/>
    <w:rsid w:val="002A6923"/>
    <w:rsid w:val="002A6C32"/>
    <w:rsid w:val="002A7B83"/>
    <w:rsid w:val="002B102F"/>
    <w:rsid w:val="002B13EF"/>
    <w:rsid w:val="002B18AE"/>
    <w:rsid w:val="002B18DF"/>
    <w:rsid w:val="002B1D8A"/>
    <w:rsid w:val="002B2971"/>
    <w:rsid w:val="002B2DA4"/>
    <w:rsid w:val="002B374E"/>
    <w:rsid w:val="002B41E6"/>
    <w:rsid w:val="002B47B5"/>
    <w:rsid w:val="002B4CDC"/>
    <w:rsid w:val="002B543B"/>
    <w:rsid w:val="002B66E3"/>
    <w:rsid w:val="002C033E"/>
    <w:rsid w:val="002C07DF"/>
    <w:rsid w:val="002C1A67"/>
    <w:rsid w:val="002C1C93"/>
    <w:rsid w:val="002C25D3"/>
    <w:rsid w:val="002C3374"/>
    <w:rsid w:val="002C5066"/>
    <w:rsid w:val="002C5813"/>
    <w:rsid w:val="002C5A9F"/>
    <w:rsid w:val="002C6571"/>
    <w:rsid w:val="002C7DFF"/>
    <w:rsid w:val="002D0488"/>
    <w:rsid w:val="002D3303"/>
    <w:rsid w:val="002D39EF"/>
    <w:rsid w:val="002D3A86"/>
    <w:rsid w:val="002D4AAC"/>
    <w:rsid w:val="002D4C16"/>
    <w:rsid w:val="002D4D77"/>
    <w:rsid w:val="002D4DBF"/>
    <w:rsid w:val="002D4FE3"/>
    <w:rsid w:val="002D5563"/>
    <w:rsid w:val="002D5A7C"/>
    <w:rsid w:val="002D65C9"/>
    <w:rsid w:val="002D735B"/>
    <w:rsid w:val="002D7F89"/>
    <w:rsid w:val="002E0471"/>
    <w:rsid w:val="002E1B82"/>
    <w:rsid w:val="002E3F36"/>
    <w:rsid w:val="002E3F85"/>
    <w:rsid w:val="002E5A06"/>
    <w:rsid w:val="002E5AA9"/>
    <w:rsid w:val="002E6659"/>
    <w:rsid w:val="002E71C9"/>
    <w:rsid w:val="002F045A"/>
    <w:rsid w:val="002F23AC"/>
    <w:rsid w:val="002F3AF6"/>
    <w:rsid w:val="002F45D7"/>
    <w:rsid w:val="002F4FC2"/>
    <w:rsid w:val="002F53F1"/>
    <w:rsid w:val="002F580C"/>
    <w:rsid w:val="002F7775"/>
    <w:rsid w:val="002F7C1C"/>
    <w:rsid w:val="0030039D"/>
    <w:rsid w:val="00301FDB"/>
    <w:rsid w:val="00302838"/>
    <w:rsid w:val="00302AC7"/>
    <w:rsid w:val="0030326F"/>
    <w:rsid w:val="0030357C"/>
    <w:rsid w:val="00304559"/>
    <w:rsid w:val="00306076"/>
    <w:rsid w:val="00310701"/>
    <w:rsid w:val="0031134C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0AD6"/>
    <w:rsid w:val="003218E8"/>
    <w:rsid w:val="0032255A"/>
    <w:rsid w:val="0032275F"/>
    <w:rsid w:val="00322AF3"/>
    <w:rsid w:val="003243B9"/>
    <w:rsid w:val="00325280"/>
    <w:rsid w:val="00325504"/>
    <w:rsid w:val="00325BA2"/>
    <w:rsid w:val="00325E34"/>
    <w:rsid w:val="00325F63"/>
    <w:rsid w:val="00326656"/>
    <w:rsid w:val="00326A6B"/>
    <w:rsid w:val="00326C9C"/>
    <w:rsid w:val="0032721F"/>
    <w:rsid w:val="00327855"/>
    <w:rsid w:val="00330BE4"/>
    <w:rsid w:val="00330DCE"/>
    <w:rsid w:val="00331007"/>
    <w:rsid w:val="00331E11"/>
    <w:rsid w:val="00334761"/>
    <w:rsid w:val="003347E1"/>
    <w:rsid w:val="00334A42"/>
    <w:rsid w:val="00334D47"/>
    <w:rsid w:val="00335065"/>
    <w:rsid w:val="00335899"/>
    <w:rsid w:val="00335ECC"/>
    <w:rsid w:val="0033705C"/>
    <w:rsid w:val="003370E4"/>
    <w:rsid w:val="00337EBC"/>
    <w:rsid w:val="00341884"/>
    <w:rsid w:val="00341B71"/>
    <w:rsid w:val="00341DCD"/>
    <w:rsid w:val="003420CB"/>
    <w:rsid w:val="00343761"/>
    <w:rsid w:val="0034563E"/>
    <w:rsid w:val="00345EAF"/>
    <w:rsid w:val="00346A61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5BF3"/>
    <w:rsid w:val="003664A1"/>
    <w:rsid w:val="003674C3"/>
    <w:rsid w:val="0037016E"/>
    <w:rsid w:val="0037100F"/>
    <w:rsid w:val="00372908"/>
    <w:rsid w:val="00372A28"/>
    <w:rsid w:val="003767BB"/>
    <w:rsid w:val="00377A29"/>
    <w:rsid w:val="0038215E"/>
    <w:rsid w:val="00383020"/>
    <w:rsid w:val="003837FC"/>
    <w:rsid w:val="00385230"/>
    <w:rsid w:val="00386160"/>
    <w:rsid w:val="00387C98"/>
    <w:rsid w:val="00387E00"/>
    <w:rsid w:val="00391E88"/>
    <w:rsid w:val="00392A9D"/>
    <w:rsid w:val="003936BE"/>
    <w:rsid w:val="00394116"/>
    <w:rsid w:val="00394CBF"/>
    <w:rsid w:val="00394D7E"/>
    <w:rsid w:val="00395954"/>
    <w:rsid w:val="0039620F"/>
    <w:rsid w:val="003975FD"/>
    <w:rsid w:val="003A15E6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68D3"/>
    <w:rsid w:val="003A76BC"/>
    <w:rsid w:val="003B057D"/>
    <w:rsid w:val="003B06DA"/>
    <w:rsid w:val="003B1AA8"/>
    <w:rsid w:val="003B1C18"/>
    <w:rsid w:val="003B3BB9"/>
    <w:rsid w:val="003B3F22"/>
    <w:rsid w:val="003B444E"/>
    <w:rsid w:val="003B60CC"/>
    <w:rsid w:val="003B6237"/>
    <w:rsid w:val="003B63DA"/>
    <w:rsid w:val="003B671A"/>
    <w:rsid w:val="003C05B7"/>
    <w:rsid w:val="003C077A"/>
    <w:rsid w:val="003C10D2"/>
    <w:rsid w:val="003C1B25"/>
    <w:rsid w:val="003C2427"/>
    <w:rsid w:val="003C2443"/>
    <w:rsid w:val="003C4F7F"/>
    <w:rsid w:val="003C584C"/>
    <w:rsid w:val="003C597C"/>
    <w:rsid w:val="003C5DA3"/>
    <w:rsid w:val="003C66AE"/>
    <w:rsid w:val="003C6F1B"/>
    <w:rsid w:val="003C7EAB"/>
    <w:rsid w:val="003D179B"/>
    <w:rsid w:val="003D189B"/>
    <w:rsid w:val="003D2C53"/>
    <w:rsid w:val="003D2E21"/>
    <w:rsid w:val="003D2E85"/>
    <w:rsid w:val="003D4BCD"/>
    <w:rsid w:val="003D4DBD"/>
    <w:rsid w:val="003D6563"/>
    <w:rsid w:val="003D67DD"/>
    <w:rsid w:val="003D6C2B"/>
    <w:rsid w:val="003E01D8"/>
    <w:rsid w:val="003E0691"/>
    <w:rsid w:val="003E0CFF"/>
    <w:rsid w:val="003E19E9"/>
    <w:rsid w:val="003E1EB2"/>
    <w:rsid w:val="003E2100"/>
    <w:rsid w:val="003E2170"/>
    <w:rsid w:val="003E302E"/>
    <w:rsid w:val="003E444D"/>
    <w:rsid w:val="003E530D"/>
    <w:rsid w:val="003E533A"/>
    <w:rsid w:val="003E543B"/>
    <w:rsid w:val="003E5740"/>
    <w:rsid w:val="003E58B5"/>
    <w:rsid w:val="003F04F6"/>
    <w:rsid w:val="003F1733"/>
    <w:rsid w:val="003F1804"/>
    <w:rsid w:val="003F214A"/>
    <w:rsid w:val="003F29DE"/>
    <w:rsid w:val="003F4BFA"/>
    <w:rsid w:val="003F4C27"/>
    <w:rsid w:val="003F4DC6"/>
    <w:rsid w:val="003F50E2"/>
    <w:rsid w:val="003F54A8"/>
    <w:rsid w:val="003F688A"/>
    <w:rsid w:val="003F6F5B"/>
    <w:rsid w:val="003F7B19"/>
    <w:rsid w:val="00400831"/>
    <w:rsid w:val="00401067"/>
    <w:rsid w:val="004027EE"/>
    <w:rsid w:val="0040342D"/>
    <w:rsid w:val="00404C9A"/>
    <w:rsid w:val="00404F2F"/>
    <w:rsid w:val="00405C31"/>
    <w:rsid w:val="004066B8"/>
    <w:rsid w:val="00407FFE"/>
    <w:rsid w:val="0041192D"/>
    <w:rsid w:val="0041214B"/>
    <w:rsid w:val="00412EC0"/>
    <w:rsid w:val="0041380B"/>
    <w:rsid w:val="00413EE1"/>
    <w:rsid w:val="00415B3D"/>
    <w:rsid w:val="0041658F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24FD2"/>
    <w:rsid w:val="00427EC8"/>
    <w:rsid w:val="00430360"/>
    <w:rsid w:val="004310E8"/>
    <w:rsid w:val="00432402"/>
    <w:rsid w:val="00432B60"/>
    <w:rsid w:val="00433527"/>
    <w:rsid w:val="00434069"/>
    <w:rsid w:val="00434124"/>
    <w:rsid w:val="00434437"/>
    <w:rsid w:val="00435488"/>
    <w:rsid w:val="004354EA"/>
    <w:rsid w:val="00436A9A"/>
    <w:rsid w:val="00440698"/>
    <w:rsid w:val="004418F4"/>
    <w:rsid w:val="004425F1"/>
    <w:rsid w:val="0044340F"/>
    <w:rsid w:val="0044571E"/>
    <w:rsid w:val="00446713"/>
    <w:rsid w:val="00446B25"/>
    <w:rsid w:val="004473A5"/>
    <w:rsid w:val="004478CA"/>
    <w:rsid w:val="00447C69"/>
    <w:rsid w:val="00450276"/>
    <w:rsid w:val="0045102C"/>
    <w:rsid w:val="00452008"/>
    <w:rsid w:val="00453FE6"/>
    <w:rsid w:val="004540E2"/>
    <w:rsid w:val="00454454"/>
    <w:rsid w:val="00455173"/>
    <w:rsid w:val="0045779E"/>
    <w:rsid w:val="00457ADD"/>
    <w:rsid w:val="00457FF8"/>
    <w:rsid w:val="00460F91"/>
    <w:rsid w:val="0046101C"/>
    <w:rsid w:val="0046298D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517C"/>
    <w:rsid w:val="00476AE7"/>
    <w:rsid w:val="00476D6B"/>
    <w:rsid w:val="00477954"/>
    <w:rsid w:val="00481FA9"/>
    <w:rsid w:val="004821BC"/>
    <w:rsid w:val="00483226"/>
    <w:rsid w:val="00485DEE"/>
    <w:rsid w:val="004864C9"/>
    <w:rsid w:val="00486616"/>
    <w:rsid w:val="00490418"/>
    <w:rsid w:val="004906A0"/>
    <w:rsid w:val="0049188F"/>
    <w:rsid w:val="00492C16"/>
    <w:rsid w:val="00494A7D"/>
    <w:rsid w:val="004957B8"/>
    <w:rsid w:val="004A04ED"/>
    <w:rsid w:val="004A0678"/>
    <w:rsid w:val="004A375B"/>
    <w:rsid w:val="004A44FA"/>
    <w:rsid w:val="004A48A3"/>
    <w:rsid w:val="004A7B20"/>
    <w:rsid w:val="004A7C15"/>
    <w:rsid w:val="004A7D04"/>
    <w:rsid w:val="004B0AC5"/>
    <w:rsid w:val="004B0D92"/>
    <w:rsid w:val="004B0EC0"/>
    <w:rsid w:val="004B2F57"/>
    <w:rsid w:val="004B2FA8"/>
    <w:rsid w:val="004B3506"/>
    <w:rsid w:val="004B4EDB"/>
    <w:rsid w:val="004B566D"/>
    <w:rsid w:val="004B5C56"/>
    <w:rsid w:val="004B6067"/>
    <w:rsid w:val="004B66F1"/>
    <w:rsid w:val="004B6948"/>
    <w:rsid w:val="004C06F6"/>
    <w:rsid w:val="004C286F"/>
    <w:rsid w:val="004C30BE"/>
    <w:rsid w:val="004C3EA0"/>
    <w:rsid w:val="004C510E"/>
    <w:rsid w:val="004C56FB"/>
    <w:rsid w:val="004C6465"/>
    <w:rsid w:val="004C6F3D"/>
    <w:rsid w:val="004C746F"/>
    <w:rsid w:val="004C7D26"/>
    <w:rsid w:val="004D15C1"/>
    <w:rsid w:val="004D2480"/>
    <w:rsid w:val="004D3C1C"/>
    <w:rsid w:val="004D4165"/>
    <w:rsid w:val="004D47C4"/>
    <w:rsid w:val="004D4FA4"/>
    <w:rsid w:val="004D5E35"/>
    <w:rsid w:val="004E3BAD"/>
    <w:rsid w:val="004E4BBA"/>
    <w:rsid w:val="004E6E9C"/>
    <w:rsid w:val="004E7891"/>
    <w:rsid w:val="004E7F24"/>
    <w:rsid w:val="004F0091"/>
    <w:rsid w:val="004F280E"/>
    <w:rsid w:val="004F310A"/>
    <w:rsid w:val="004F3647"/>
    <w:rsid w:val="004F3740"/>
    <w:rsid w:val="004F3B4D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4766"/>
    <w:rsid w:val="00505863"/>
    <w:rsid w:val="00506497"/>
    <w:rsid w:val="00511610"/>
    <w:rsid w:val="005127BC"/>
    <w:rsid w:val="0051296A"/>
    <w:rsid w:val="005136D4"/>
    <w:rsid w:val="005138DB"/>
    <w:rsid w:val="00513921"/>
    <w:rsid w:val="005142AC"/>
    <w:rsid w:val="005145CF"/>
    <w:rsid w:val="00514B4A"/>
    <w:rsid w:val="00514C8E"/>
    <w:rsid w:val="00515CAA"/>
    <w:rsid w:val="00516DBF"/>
    <w:rsid w:val="00517571"/>
    <w:rsid w:val="005226F2"/>
    <w:rsid w:val="005241C4"/>
    <w:rsid w:val="00525DD8"/>
    <w:rsid w:val="00527274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463"/>
    <w:rsid w:val="005415E4"/>
    <w:rsid w:val="005415FA"/>
    <w:rsid w:val="00541906"/>
    <w:rsid w:val="00541B5B"/>
    <w:rsid w:val="00543167"/>
    <w:rsid w:val="00543C03"/>
    <w:rsid w:val="005448CC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2E44"/>
    <w:rsid w:val="00553C48"/>
    <w:rsid w:val="00554C6A"/>
    <w:rsid w:val="00555822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6ACF"/>
    <w:rsid w:val="00567D3A"/>
    <w:rsid w:val="00567E03"/>
    <w:rsid w:val="005706A6"/>
    <w:rsid w:val="00571020"/>
    <w:rsid w:val="005719B3"/>
    <w:rsid w:val="00572451"/>
    <w:rsid w:val="0057295E"/>
    <w:rsid w:val="005732AC"/>
    <w:rsid w:val="005738E5"/>
    <w:rsid w:val="005741FD"/>
    <w:rsid w:val="005742A3"/>
    <w:rsid w:val="005755D5"/>
    <w:rsid w:val="005761D7"/>
    <w:rsid w:val="0057799E"/>
    <w:rsid w:val="00577AC0"/>
    <w:rsid w:val="00577CD3"/>
    <w:rsid w:val="00581138"/>
    <w:rsid w:val="00581622"/>
    <w:rsid w:val="00581C39"/>
    <w:rsid w:val="00582534"/>
    <w:rsid w:val="005829B6"/>
    <w:rsid w:val="0058412E"/>
    <w:rsid w:val="00584793"/>
    <w:rsid w:val="0058517F"/>
    <w:rsid w:val="00586F89"/>
    <w:rsid w:val="005903B6"/>
    <w:rsid w:val="00591485"/>
    <w:rsid w:val="005914B8"/>
    <w:rsid w:val="005935BE"/>
    <w:rsid w:val="00593824"/>
    <w:rsid w:val="00593914"/>
    <w:rsid w:val="00595701"/>
    <w:rsid w:val="0059629A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A7463"/>
    <w:rsid w:val="005B140D"/>
    <w:rsid w:val="005B1C8F"/>
    <w:rsid w:val="005B2200"/>
    <w:rsid w:val="005B2275"/>
    <w:rsid w:val="005B25F2"/>
    <w:rsid w:val="005B33F8"/>
    <w:rsid w:val="005B3889"/>
    <w:rsid w:val="005B3F50"/>
    <w:rsid w:val="005B47EC"/>
    <w:rsid w:val="005B48CA"/>
    <w:rsid w:val="005B786B"/>
    <w:rsid w:val="005C00CD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C7E22"/>
    <w:rsid w:val="005D16E4"/>
    <w:rsid w:val="005D19D4"/>
    <w:rsid w:val="005D2058"/>
    <w:rsid w:val="005D6547"/>
    <w:rsid w:val="005D67DF"/>
    <w:rsid w:val="005D6931"/>
    <w:rsid w:val="005D6BC0"/>
    <w:rsid w:val="005D784A"/>
    <w:rsid w:val="005D78A6"/>
    <w:rsid w:val="005E276B"/>
    <w:rsid w:val="005E2CBE"/>
    <w:rsid w:val="005E3AC2"/>
    <w:rsid w:val="005E3C52"/>
    <w:rsid w:val="005E3DFC"/>
    <w:rsid w:val="005E4A84"/>
    <w:rsid w:val="005E5942"/>
    <w:rsid w:val="005E60AF"/>
    <w:rsid w:val="005E68A1"/>
    <w:rsid w:val="005E7001"/>
    <w:rsid w:val="005E76D3"/>
    <w:rsid w:val="005F0EC2"/>
    <w:rsid w:val="005F19AB"/>
    <w:rsid w:val="005F1DEA"/>
    <w:rsid w:val="005F5F97"/>
    <w:rsid w:val="00600988"/>
    <w:rsid w:val="006009C1"/>
    <w:rsid w:val="00600A2F"/>
    <w:rsid w:val="00600DCA"/>
    <w:rsid w:val="00601617"/>
    <w:rsid w:val="0060227A"/>
    <w:rsid w:val="00603356"/>
    <w:rsid w:val="00603716"/>
    <w:rsid w:val="00604A6B"/>
    <w:rsid w:val="00605277"/>
    <w:rsid w:val="00605358"/>
    <w:rsid w:val="00605C79"/>
    <w:rsid w:val="00606548"/>
    <w:rsid w:val="0060656B"/>
    <w:rsid w:val="00606756"/>
    <w:rsid w:val="00607EA0"/>
    <w:rsid w:val="00607FC9"/>
    <w:rsid w:val="00610DAE"/>
    <w:rsid w:val="00610E40"/>
    <w:rsid w:val="0061241E"/>
    <w:rsid w:val="00612D43"/>
    <w:rsid w:val="00612E7C"/>
    <w:rsid w:val="00614E48"/>
    <w:rsid w:val="00614E51"/>
    <w:rsid w:val="006156A7"/>
    <w:rsid w:val="006163F8"/>
    <w:rsid w:val="00616A9F"/>
    <w:rsid w:val="00616E20"/>
    <w:rsid w:val="00617958"/>
    <w:rsid w:val="006204B8"/>
    <w:rsid w:val="00620752"/>
    <w:rsid w:val="00620877"/>
    <w:rsid w:val="00621DD7"/>
    <w:rsid w:val="006222D4"/>
    <w:rsid w:val="00622E8F"/>
    <w:rsid w:val="00622FE1"/>
    <w:rsid w:val="0062352D"/>
    <w:rsid w:val="00623715"/>
    <w:rsid w:val="00624004"/>
    <w:rsid w:val="00624491"/>
    <w:rsid w:val="00624E35"/>
    <w:rsid w:val="0062521C"/>
    <w:rsid w:val="00625D71"/>
    <w:rsid w:val="00625FCE"/>
    <w:rsid w:val="006265BE"/>
    <w:rsid w:val="006267DA"/>
    <w:rsid w:val="00626935"/>
    <w:rsid w:val="00626CCF"/>
    <w:rsid w:val="00630641"/>
    <w:rsid w:val="00630A2B"/>
    <w:rsid w:val="00631308"/>
    <w:rsid w:val="00632DC7"/>
    <w:rsid w:val="0063393E"/>
    <w:rsid w:val="00633DF3"/>
    <w:rsid w:val="006345DB"/>
    <w:rsid w:val="00634911"/>
    <w:rsid w:val="00634A46"/>
    <w:rsid w:val="0063514E"/>
    <w:rsid w:val="006357FB"/>
    <w:rsid w:val="0063667F"/>
    <w:rsid w:val="00636EFE"/>
    <w:rsid w:val="006406FC"/>
    <w:rsid w:val="00640E57"/>
    <w:rsid w:val="0064147F"/>
    <w:rsid w:val="006417FE"/>
    <w:rsid w:val="00642211"/>
    <w:rsid w:val="00643472"/>
    <w:rsid w:val="006438C1"/>
    <w:rsid w:val="0064461E"/>
    <w:rsid w:val="00646122"/>
    <w:rsid w:val="0064732D"/>
    <w:rsid w:val="00647552"/>
    <w:rsid w:val="006514F1"/>
    <w:rsid w:val="006520E0"/>
    <w:rsid w:val="00652BE8"/>
    <w:rsid w:val="00652C90"/>
    <w:rsid w:val="006537B0"/>
    <w:rsid w:val="00653E16"/>
    <w:rsid w:val="00654B37"/>
    <w:rsid w:val="00655445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4CF"/>
    <w:rsid w:val="00667781"/>
    <w:rsid w:val="00667983"/>
    <w:rsid w:val="00667B33"/>
    <w:rsid w:val="00667C10"/>
    <w:rsid w:val="00667EF4"/>
    <w:rsid w:val="0067023F"/>
    <w:rsid w:val="00672704"/>
    <w:rsid w:val="0067434D"/>
    <w:rsid w:val="00674DC9"/>
    <w:rsid w:val="00675144"/>
    <w:rsid w:val="00675CCF"/>
    <w:rsid w:val="0067638E"/>
    <w:rsid w:val="00676B43"/>
    <w:rsid w:val="00676FCA"/>
    <w:rsid w:val="00677177"/>
    <w:rsid w:val="006774F1"/>
    <w:rsid w:val="00677DF0"/>
    <w:rsid w:val="006819FD"/>
    <w:rsid w:val="00682E0D"/>
    <w:rsid w:val="006842D7"/>
    <w:rsid w:val="00684642"/>
    <w:rsid w:val="00684979"/>
    <w:rsid w:val="00685761"/>
    <w:rsid w:val="0068612E"/>
    <w:rsid w:val="00686571"/>
    <w:rsid w:val="00686BBB"/>
    <w:rsid w:val="00687833"/>
    <w:rsid w:val="00687C92"/>
    <w:rsid w:val="00691113"/>
    <w:rsid w:val="00691682"/>
    <w:rsid w:val="006916B5"/>
    <w:rsid w:val="0069206B"/>
    <w:rsid w:val="006933AF"/>
    <w:rsid w:val="006934B2"/>
    <w:rsid w:val="00694668"/>
    <w:rsid w:val="0069534E"/>
    <w:rsid w:val="0069669C"/>
    <w:rsid w:val="00696F1C"/>
    <w:rsid w:val="006A11E0"/>
    <w:rsid w:val="006A1200"/>
    <w:rsid w:val="006A1813"/>
    <w:rsid w:val="006A2010"/>
    <w:rsid w:val="006A217C"/>
    <w:rsid w:val="006A21FC"/>
    <w:rsid w:val="006A26BC"/>
    <w:rsid w:val="006A2DF9"/>
    <w:rsid w:val="006A360D"/>
    <w:rsid w:val="006A386C"/>
    <w:rsid w:val="006A4619"/>
    <w:rsid w:val="006A4F4E"/>
    <w:rsid w:val="006A53F7"/>
    <w:rsid w:val="006A597D"/>
    <w:rsid w:val="006A6082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58FD"/>
    <w:rsid w:val="006B7B5C"/>
    <w:rsid w:val="006C0618"/>
    <w:rsid w:val="006C14CA"/>
    <w:rsid w:val="006C1DC8"/>
    <w:rsid w:val="006C1F7F"/>
    <w:rsid w:val="006C2C59"/>
    <w:rsid w:val="006C4A1A"/>
    <w:rsid w:val="006C6587"/>
    <w:rsid w:val="006C66F0"/>
    <w:rsid w:val="006C6B5C"/>
    <w:rsid w:val="006C70C7"/>
    <w:rsid w:val="006C7926"/>
    <w:rsid w:val="006D037E"/>
    <w:rsid w:val="006D0393"/>
    <w:rsid w:val="006D1A83"/>
    <w:rsid w:val="006D1AFC"/>
    <w:rsid w:val="006D2D89"/>
    <w:rsid w:val="006D3759"/>
    <w:rsid w:val="006D4744"/>
    <w:rsid w:val="006D4934"/>
    <w:rsid w:val="006D705A"/>
    <w:rsid w:val="006D738C"/>
    <w:rsid w:val="006D7AB2"/>
    <w:rsid w:val="006D7E10"/>
    <w:rsid w:val="006E0A30"/>
    <w:rsid w:val="006E0DC3"/>
    <w:rsid w:val="006E120F"/>
    <w:rsid w:val="006E1CFE"/>
    <w:rsid w:val="006E25EA"/>
    <w:rsid w:val="006E2B8D"/>
    <w:rsid w:val="006E2DF7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E5B62"/>
    <w:rsid w:val="006F10C4"/>
    <w:rsid w:val="006F1317"/>
    <w:rsid w:val="006F1581"/>
    <w:rsid w:val="006F1AD9"/>
    <w:rsid w:val="006F1D56"/>
    <w:rsid w:val="006F23A9"/>
    <w:rsid w:val="006F2EAF"/>
    <w:rsid w:val="006F2F70"/>
    <w:rsid w:val="006F308D"/>
    <w:rsid w:val="006F3563"/>
    <w:rsid w:val="006F3E8C"/>
    <w:rsid w:val="006F40E9"/>
    <w:rsid w:val="006F50D4"/>
    <w:rsid w:val="006F5258"/>
    <w:rsid w:val="006F5603"/>
    <w:rsid w:val="006F6BCA"/>
    <w:rsid w:val="006F78E9"/>
    <w:rsid w:val="00700A88"/>
    <w:rsid w:val="00701400"/>
    <w:rsid w:val="007021DF"/>
    <w:rsid w:val="0070264B"/>
    <w:rsid w:val="007028CF"/>
    <w:rsid w:val="007037CF"/>
    <w:rsid w:val="0070566F"/>
    <w:rsid w:val="007063D0"/>
    <w:rsid w:val="00706800"/>
    <w:rsid w:val="00706BF7"/>
    <w:rsid w:val="00710371"/>
    <w:rsid w:val="00710EF0"/>
    <w:rsid w:val="00712D61"/>
    <w:rsid w:val="007134CF"/>
    <w:rsid w:val="00713BC3"/>
    <w:rsid w:val="007148CE"/>
    <w:rsid w:val="0071490D"/>
    <w:rsid w:val="007155DA"/>
    <w:rsid w:val="00716574"/>
    <w:rsid w:val="007167C0"/>
    <w:rsid w:val="00716D07"/>
    <w:rsid w:val="00716E25"/>
    <w:rsid w:val="00720347"/>
    <w:rsid w:val="00720481"/>
    <w:rsid w:val="007207A6"/>
    <w:rsid w:val="007207D1"/>
    <w:rsid w:val="0072087E"/>
    <w:rsid w:val="00720FA1"/>
    <w:rsid w:val="00722274"/>
    <w:rsid w:val="007230D3"/>
    <w:rsid w:val="00724978"/>
    <w:rsid w:val="00725246"/>
    <w:rsid w:val="007255D0"/>
    <w:rsid w:val="007262E9"/>
    <w:rsid w:val="00727CDE"/>
    <w:rsid w:val="00727DF0"/>
    <w:rsid w:val="00733193"/>
    <w:rsid w:val="00734650"/>
    <w:rsid w:val="00735DE0"/>
    <w:rsid w:val="00737379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6630"/>
    <w:rsid w:val="00747811"/>
    <w:rsid w:val="007506D7"/>
    <w:rsid w:val="00750AC8"/>
    <w:rsid w:val="0075118B"/>
    <w:rsid w:val="00752496"/>
    <w:rsid w:val="00752CBC"/>
    <w:rsid w:val="007538C4"/>
    <w:rsid w:val="007540B6"/>
    <w:rsid w:val="00754982"/>
    <w:rsid w:val="007554ED"/>
    <w:rsid w:val="0075694C"/>
    <w:rsid w:val="0075732A"/>
    <w:rsid w:val="007600F8"/>
    <w:rsid w:val="00760262"/>
    <w:rsid w:val="00762454"/>
    <w:rsid w:val="0076310C"/>
    <w:rsid w:val="0076337F"/>
    <w:rsid w:val="00764AAB"/>
    <w:rsid w:val="00765442"/>
    <w:rsid w:val="00766BAE"/>
    <w:rsid w:val="0076744F"/>
    <w:rsid w:val="00767BCE"/>
    <w:rsid w:val="00767EFC"/>
    <w:rsid w:val="007707DE"/>
    <w:rsid w:val="00770859"/>
    <w:rsid w:val="00770B5D"/>
    <w:rsid w:val="00770C5A"/>
    <w:rsid w:val="00771DCA"/>
    <w:rsid w:val="0077257A"/>
    <w:rsid w:val="007731EF"/>
    <w:rsid w:val="00774632"/>
    <w:rsid w:val="0077471F"/>
    <w:rsid w:val="007752F1"/>
    <w:rsid w:val="007759A8"/>
    <w:rsid w:val="00775AFF"/>
    <w:rsid w:val="00776768"/>
    <w:rsid w:val="0077780D"/>
    <w:rsid w:val="00777EFE"/>
    <w:rsid w:val="0078037E"/>
    <w:rsid w:val="00780832"/>
    <w:rsid w:val="00780883"/>
    <w:rsid w:val="00781228"/>
    <w:rsid w:val="0078187A"/>
    <w:rsid w:val="00781AF7"/>
    <w:rsid w:val="0078271D"/>
    <w:rsid w:val="00784D18"/>
    <w:rsid w:val="007850E7"/>
    <w:rsid w:val="0078518A"/>
    <w:rsid w:val="0078657A"/>
    <w:rsid w:val="00786844"/>
    <w:rsid w:val="00786B31"/>
    <w:rsid w:val="00786DBF"/>
    <w:rsid w:val="00787608"/>
    <w:rsid w:val="00787B4A"/>
    <w:rsid w:val="007913E7"/>
    <w:rsid w:val="0079169E"/>
    <w:rsid w:val="00792491"/>
    <w:rsid w:val="0079476D"/>
    <w:rsid w:val="007948BB"/>
    <w:rsid w:val="007956C4"/>
    <w:rsid w:val="00796611"/>
    <w:rsid w:val="007970F1"/>
    <w:rsid w:val="00797807"/>
    <w:rsid w:val="007A1354"/>
    <w:rsid w:val="007A2573"/>
    <w:rsid w:val="007A268B"/>
    <w:rsid w:val="007A3863"/>
    <w:rsid w:val="007A3B02"/>
    <w:rsid w:val="007A419D"/>
    <w:rsid w:val="007A51D7"/>
    <w:rsid w:val="007A5BC7"/>
    <w:rsid w:val="007A6343"/>
    <w:rsid w:val="007A6685"/>
    <w:rsid w:val="007A742C"/>
    <w:rsid w:val="007A7EB4"/>
    <w:rsid w:val="007B0080"/>
    <w:rsid w:val="007B06FC"/>
    <w:rsid w:val="007B106C"/>
    <w:rsid w:val="007B1A4E"/>
    <w:rsid w:val="007B1A6D"/>
    <w:rsid w:val="007B362E"/>
    <w:rsid w:val="007B3644"/>
    <w:rsid w:val="007B3D05"/>
    <w:rsid w:val="007B4166"/>
    <w:rsid w:val="007B44EF"/>
    <w:rsid w:val="007B470B"/>
    <w:rsid w:val="007B5360"/>
    <w:rsid w:val="007B5503"/>
    <w:rsid w:val="007B5745"/>
    <w:rsid w:val="007B58F9"/>
    <w:rsid w:val="007B5DE1"/>
    <w:rsid w:val="007B6131"/>
    <w:rsid w:val="007B6B74"/>
    <w:rsid w:val="007C085D"/>
    <w:rsid w:val="007C0F1F"/>
    <w:rsid w:val="007C179C"/>
    <w:rsid w:val="007C1E94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3F0B"/>
    <w:rsid w:val="007D4BA7"/>
    <w:rsid w:val="007D4CD1"/>
    <w:rsid w:val="007D7326"/>
    <w:rsid w:val="007D73D4"/>
    <w:rsid w:val="007D742F"/>
    <w:rsid w:val="007D79C3"/>
    <w:rsid w:val="007E0DAB"/>
    <w:rsid w:val="007E1416"/>
    <w:rsid w:val="007E1C18"/>
    <w:rsid w:val="007E1D99"/>
    <w:rsid w:val="007E2331"/>
    <w:rsid w:val="007E24F6"/>
    <w:rsid w:val="007E45C1"/>
    <w:rsid w:val="007E5619"/>
    <w:rsid w:val="007F0A99"/>
    <w:rsid w:val="007F1B0D"/>
    <w:rsid w:val="007F2A90"/>
    <w:rsid w:val="007F3E01"/>
    <w:rsid w:val="007F6265"/>
    <w:rsid w:val="007F6C31"/>
    <w:rsid w:val="007F6FCD"/>
    <w:rsid w:val="007F7C2C"/>
    <w:rsid w:val="00800262"/>
    <w:rsid w:val="00800F64"/>
    <w:rsid w:val="00801050"/>
    <w:rsid w:val="008011B9"/>
    <w:rsid w:val="00801A2E"/>
    <w:rsid w:val="00802176"/>
    <w:rsid w:val="00802F0B"/>
    <w:rsid w:val="0080330A"/>
    <w:rsid w:val="00806206"/>
    <w:rsid w:val="008063C0"/>
    <w:rsid w:val="00806785"/>
    <w:rsid w:val="0080689B"/>
    <w:rsid w:val="00806A3E"/>
    <w:rsid w:val="00810A67"/>
    <w:rsid w:val="00810B32"/>
    <w:rsid w:val="0081156C"/>
    <w:rsid w:val="00811B1A"/>
    <w:rsid w:val="008120CD"/>
    <w:rsid w:val="008137E5"/>
    <w:rsid w:val="00813F80"/>
    <w:rsid w:val="008164AC"/>
    <w:rsid w:val="00816575"/>
    <w:rsid w:val="008169EE"/>
    <w:rsid w:val="00817731"/>
    <w:rsid w:val="00820273"/>
    <w:rsid w:val="00820346"/>
    <w:rsid w:val="00820671"/>
    <w:rsid w:val="00820A70"/>
    <w:rsid w:val="0082252F"/>
    <w:rsid w:val="00823B34"/>
    <w:rsid w:val="00823D6A"/>
    <w:rsid w:val="00824A8A"/>
    <w:rsid w:val="0082547F"/>
    <w:rsid w:val="008257C0"/>
    <w:rsid w:val="00825B9B"/>
    <w:rsid w:val="008266F2"/>
    <w:rsid w:val="008273BE"/>
    <w:rsid w:val="00827BFE"/>
    <w:rsid w:val="0083138B"/>
    <w:rsid w:val="00831E94"/>
    <w:rsid w:val="00833254"/>
    <w:rsid w:val="0083334C"/>
    <w:rsid w:val="00833CF7"/>
    <w:rsid w:val="008343B5"/>
    <w:rsid w:val="00834A31"/>
    <w:rsid w:val="00834CDE"/>
    <w:rsid w:val="008363E3"/>
    <w:rsid w:val="00836B13"/>
    <w:rsid w:val="00837EBF"/>
    <w:rsid w:val="00840031"/>
    <w:rsid w:val="00840BD4"/>
    <w:rsid w:val="00840C29"/>
    <w:rsid w:val="00841656"/>
    <w:rsid w:val="00842464"/>
    <w:rsid w:val="00843EA5"/>
    <w:rsid w:val="0084437C"/>
    <w:rsid w:val="00844610"/>
    <w:rsid w:val="00845601"/>
    <w:rsid w:val="00845D91"/>
    <w:rsid w:val="0084694E"/>
    <w:rsid w:val="008470D0"/>
    <w:rsid w:val="008501CC"/>
    <w:rsid w:val="00850694"/>
    <w:rsid w:val="00850A4E"/>
    <w:rsid w:val="00852321"/>
    <w:rsid w:val="00852BF8"/>
    <w:rsid w:val="0085411B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67F6F"/>
    <w:rsid w:val="008703CE"/>
    <w:rsid w:val="00871270"/>
    <w:rsid w:val="00871DD0"/>
    <w:rsid w:val="008722D8"/>
    <w:rsid w:val="00872E9B"/>
    <w:rsid w:val="0087454E"/>
    <w:rsid w:val="00876C62"/>
    <w:rsid w:val="00880B19"/>
    <w:rsid w:val="00880DA2"/>
    <w:rsid w:val="0088368A"/>
    <w:rsid w:val="00883977"/>
    <w:rsid w:val="008839B0"/>
    <w:rsid w:val="00883B29"/>
    <w:rsid w:val="00883E13"/>
    <w:rsid w:val="00884BB2"/>
    <w:rsid w:val="00884CF9"/>
    <w:rsid w:val="00885240"/>
    <w:rsid w:val="00885BD7"/>
    <w:rsid w:val="00886CD4"/>
    <w:rsid w:val="0088701B"/>
    <w:rsid w:val="008877AE"/>
    <w:rsid w:val="00887D0D"/>
    <w:rsid w:val="00887DA5"/>
    <w:rsid w:val="008910E9"/>
    <w:rsid w:val="0089199F"/>
    <w:rsid w:val="00891ABF"/>
    <w:rsid w:val="00891C4A"/>
    <w:rsid w:val="0089257C"/>
    <w:rsid w:val="00892E19"/>
    <w:rsid w:val="00893FFF"/>
    <w:rsid w:val="00896BBF"/>
    <w:rsid w:val="008970B5"/>
    <w:rsid w:val="00897EF5"/>
    <w:rsid w:val="008A0EF0"/>
    <w:rsid w:val="008A0FC3"/>
    <w:rsid w:val="008A122E"/>
    <w:rsid w:val="008A227D"/>
    <w:rsid w:val="008A2FB4"/>
    <w:rsid w:val="008A3A95"/>
    <w:rsid w:val="008A3A9C"/>
    <w:rsid w:val="008A3C96"/>
    <w:rsid w:val="008A3EC9"/>
    <w:rsid w:val="008A3F5E"/>
    <w:rsid w:val="008A450D"/>
    <w:rsid w:val="008A5B21"/>
    <w:rsid w:val="008A5BA8"/>
    <w:rsid w:val="008A7141"/>
    <w:rsid w:val="008A75CF"/>
    <w:rsid w:val="008A7D72"/>
    <w:rsid w:val="008B14D4"/>
    <w:rsid w:val="008B3183"/>
    <w:rsid w:val="008B3E48"/>
    <w:rsid w:val="008B4019"/>
    <w:rsid w:val="008B4539"/>
    <w:rsid w:val="008B4E77"/>
    <w:rsid w:val="008B5285"/>
    <w:rsid w:val="008B52E2"/>
    <w:rsid w:val="008B65C9"/>
    <w:rsid w:val="008B6CB2"/>
    <w:rsid w:val="008B7A2E"/>
    <w:rsid w:val="008C0AD0"/>
    <w:rsid w:val="008C1016"/>
    <w:rsid w:val="008C1933"/>
    <w:rsid w:val="008C22F3"/>
    <w:rsid w:val="008C257A"/>
    <w:rsid w:val="008C27FF"/>
    <w:rsid w:val="008C2D4A"/>
    <w:rsid w:val="008C2FC1"/>
    <w:rsid w:val="008C3498"/>
    <w:rsid w:val="008C6436"/>
    <w:rsid w:val="008C68C1"/>
    <w:rsid w:val="008D007B"/>
    <w:rsid w:val="008D078E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D7246"/>
    <w:rsid w:val="008D7D67"/>
    <w:rsid w:val="008E0115"/>
    <w:rsid w:val="008E015B"/>
    <w:rsid w:val="008E070D"/>
    <w:rsid w:val="008E146A"/>
    <w:rsid w:val="008E18E1"/>
    <w:rsid w:val="008E22DD"/>
    <w:rsid w:val="008E297B"/>
    <w:rsid w:val="008E3F71"/>
    <w:rsid w:val="008E4AF1"/>
    <w:rsid w:val="008E51FE"/>
    <w:rsid w:val="008E5C17"/>
    <w:rsid w:val="008E651D"/>
    <w:rsid w:val="008E79FE"/>
    <w:rsid w:val="008F02A1"/>
    <w:rsid w:val="008F0F32"/>
    <w:rsid w:val="008F2243"/>
    <w:rsid w:val="008F2B0C"/>
    <w:rsid w:val="008F39B4"/>
    <w:rsid w:val="008F4162"/>
    <w:rsid w:val="008F426C"/>
    <w:rsid w:val="008F4282"/>
    <w:rsid w:val="008F739B"/>
    <w:rsid w:val="008F7C80"/>
    <w:rsid w:val="009005BD"/>
    <w:rsid w:val="0090096E"/>
    <w:rsid w:val="00901E26"/>
    <w:rsid w:val="009025CF"/>
    <w:rsid w:val="00902A7B"/>
    <w:rsid w:val="00902BE8"/>
    <w:rsid w:val="00903E02"/>
    <w:rsid w:val="00905AF6"/>
    <w:rsid w:val="00906F23"/>
    <w:rsid w:val="00907349"/>
    <w:rsid w:val="00910644"/>
    <w:rsid w:val="00910A5E"/>
    <w:rsid w:val="00911C02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1DBA"/>
    <w:rsid w:val="009228DD"/>
    <w:rsid w:val="00922B13"/>
    <w:rsid w:val="00923215"/>
    <w:rsid w:val="009242EF"/>
    <w:rsid w:val="009247D5"/>
    <w:rsid w:val="00924926"/>
    <w:rsid w:val="0092558C"/>
    <w:rsid w:val="0092582C"/>
    <w:rsid w:val="00925A70"/>
    <w:rsid w:val="009274C0"/>
    <w:rsid w:val="00927517"/>
    <w:rsid w:val="00927F2A"/>
    <w:rsid w:val="0093136D"/>
    <w:rsid w:val="00932291"/>
    <w:rsid w:val="00932848"/>
    <w:rsid w:val="00932861"/>
    <w:rsid w:val="0093319D"/>
    <w:rsid w:val="0093408E"/>
    <w:rsid w:val="009344F0"/>
    <w:rsid w:val="00940A1E"/>
    <w:rsid w:val="00940EE3"/>
    <w:rsid w:val="00941009"/>
    <w:rsid w:val="009413F9"/>
    <w:rsid w:val="00941E1E"/>
    <w:rsid w:val="009430E1"/>
    <w:rsid w:val="00943AD9"/>
    <w:rsid w:val="00944067"/>
    <w:rsid w:val="00945833"/>
    <w:rsid w:val="00946752"/>
    <w:rsid w:val="0094676B"/>
    <w:rsid w:val="00946CBF"/>
    <w:rsid w:val="00946F8B"/>
    <w:rsid w:val="009471AF"/>
    <w:rsid w:val="00947A2F"/>
    <w:rsid w:val="00947D3E"/>
    <w:rsid w:val="0095003D"/>
    <w:rsid w:val="009502EA"/>
    <w:rsid w:val="009509C3"/>
    <w:rsid w:val="00950AC2"/>
    <w:rsid w:val="00952996"/>
    <w:rsid w:val="00952DDF"/>
    <w:rsid w:val="009537DD"/>
    <w:rsid w:val="00953AE1"/>
    <w:rsid w:val="00953D1E"/>
    <w:rsid w:val="009571E0"/>
    <w:rsid w:val="0095787F"/>
    <w:rsid w:val="009617C7"/>
    <w:rsid w:val="0096397F"/>
    <w:rsid w:val="00963B6A"/>
    <w:rsid w:val="0096440B"/>
    <w:rsid w:val="0096470A"/>
    <w:rsid w:val="00964BE5"/>
    <w:rsid w:val="00965555"/>
    <w:rsid w:val="009656E5"/>
    <w:rsid w:val="00965C12"/>
    <w:rsid w:val="009665D4"/>
    <w:rsid w:val="00966CB7"/>
    <w:rsid w:val="00967225"/>
    <w:rsid w:val="00967F16"/>
    <w:rsid w:val="00970496"/>
    <w:rsid w:val="009708F0"/>
    <w:rsid w:val="00970950"/>
    <w:rsid w:val="00971355"/>
    <w:rsid w:val="009716DB"/>
    <w:rsid w:val="00972076"/>
    <w:rsid w:val="009725EA"/>
    <w:rsid w:val="00972E56"/>
    <w:rsid w:val="00973CE3"/>
    <w:rsid w:val="00975F78"/>
    <w:rsid w:val="0097665A"/>
    <w:rsid w:val="00976C66"/>
    <w:rsid w:val="00977837"/>
    <w:rsid w:val="00977E8B"/>
    <w:rsid w:val="00980275"/>
    <w:rsid w:val="009812D4"/>
    <w:rsid w:val="009817F0"/>
    <w:rsid w:val="00981D06"/>
    <w:rsid w:val="00982030"/>
    <w:rsid w:val="00982CCB"/>
    <w:rsid w:val="0098361F"/>
    <w:rsid w:val="00985428"/>
    <w:rsid w:val="00986253"/>
    <w:rsid w:val="0098682F"/>
    <w:rsid w:val="009874E1"/>
    <w:rsid w:val="009920D8"/>
    <w:rsid w:val="009923B8"/>
    <w:rsid w:val="00992791"/>
    <w:rsid w:val="00992CB8"/>
    <w:rsid w:val="00993468"/>
    <w:rsid w:val="00996626"/>
    <w:rsid w:val="00997974"/>
    <w:rsid w:val="00997BA7"/>
    <w:rsid w:val="009A02AF"/>
    <w:rsid w:val="009A03AD"/>
    <w:rsid w:val="009A1EDA"/>
    <w:rsid w:val="009A20C3"/>
    <w:rsid w:val="009A31D8"/>
    <w:rsid w:val="009A357D"/>
    <w:rsid w:val="009A35C2"/>
    <w:rsid w:val="009B0334"/>
    <w:rsid w:val="009B13DA"/>
    <w:rsid w:val="009B1472"/>
    <w:rsid w:val="009B1999"/>
    <w:rsid w:val="009B2511"/>
    <w:rsid w:val="009B29CD"/>
    <w:rsid w:val="009B38BE"/>
    <w:rsid w:val="009B3978"/>
    <w:rsid w:val="009B4AE1"/>
    <w:rsid w:val="009B4C07"/>
    <w:rsid w:val="009B4E67"/>
    <w:rsid w:val="009B6233"/>
    <w:rsid w:val="009B675E"/>
    <w:rsid w:val="009C0C98"/>
    <w:rsid w:val="009C12C8"/>
    <w:rsid w:val="009C1341"/>
    <w:rsid w:val="009C21C6"/>
    <w:rsid w:val="009C3D0F"/>
    <w:rsid w:val="009C3DDB"/>
    <w:rsid w:val="009C3EAF"/>
    <w:rsid w:val="009C46FB"/>
    <w:rsid w:val="009C659A"/>
    <w:rsid w:val="009C7DBF"/>
    <w:rsid w:val="009C7E84"/>
    <w:rsid w:val="009D00BA"/>
    <w:rsid w:val="009D0168"/>
    <w:rsid w:val="009D01C8"/>
    <w:rsid w:val="009D0299"/>
    <w:rsid w:val="009D0953"/>
    <w:rsid w:val="009D12BE"/>
    <w:rsid w:val="009D1519"/>
    <w:rsid w:val="009D1ADC"/>
    <w:rsid w:val="009D3170"/>
    <w:rsid w:val="009D58DB"/>
    <w:rsid w:val="009D5BE0"/>
    <w:rsid w:val="009D636F"/>
    <w:rsid w:val="009D67B0"/>
    <w:rsid w:val="009D787C"/>
    <w:rsid w:val="009E0F99"/>
    <w:rsid w:val="009E19C1"/>
    <w:rsid w:val="009E1B19"/>
    <w:rsid w:val="009E269C"/>
    <w:rsid w:val="009E29D3"/>
    <w:rsid w:val="009E5824"/>
    <w:rsid w:val="009E5842"/>
    <w:rsid w:val="009E5FF8"/>
    <w:rsid w:val="009E65D5"/>
    <w:rsid w:val="009E7275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9F7BDF"/>
    <w:rsid w:val="009F7E85"/>
    <w:rsid w:val="00A00044"/>
    <w:rsid w:val="00A00B4E"/>
    <w:rsid w:val="00A00F8E"/>
    <w:rsid w:val="00A0148C"/>
    <w:rsid w:val="00A0355E"/>
    <w:rsid w:val="00A03736"/>
    <w:rsid w:val="00A03906"/>
    <w:rsid w:val="00A04104"/>
    <w:rsid w:val="00A04D59"/>
    <w:rsid w:val="00A051BA"/>
    <w:rsid w:val="00A06277"/>
    <w:rsid w:val="00A079DC"/>
    <w:rsid w:val="00A105DE"/>
    <w:rsid w:val="00A108BD"/>
    <w:rsid w:val="00A111C2"/>
    <w:rsid w:val="00A11971"/>
    <w:rsid w:val="00A11D33"/>
    <w:rsid w:val="00A12413"/>
    <w:rsid w:val="00A136D8"/>
    <w:rsid w:val="00A15375"/>
    <w:rsid w:val="00A15423"/>
    <w:rsid w:val="00A154D1"/>
    <w:rsid w:val="00A1631A"/>
    <w:rsid w:val="00A17683"/>
    <w:rsid w:val="00A17846"/>
    <w:rsid w:val="00A20D38"/>
    <w:rsid w:val="00A214A5"/>
    <w:rsid w:val="00A21E3B"/>
    <w:rsid w:val="00A231AC"/>
    <w:rsid w:val="00A236BB"/>
    <w:rsid w:val="00A23CFC"/>
    <w:rsid w:val="00A24937"/>
    <w:rsid w:val="00A26965"/>
    <w:rsid w:val="00A272CF"/>
    <w:rsid w:val="00A27369"/>
    <w:rsid w:val="00A27546"/>
    <w:rsid w:val="00A30ECF"/>
    <w:rsid w:val="00A32AD5"/>
    <w:rsid w:val="00A3354C"/>
    <w:rsid w:val="00A33841"/>
    <w:rsid w:val="00A338AA"/>
    <w:rsid w:val="00A338E7"/>
    <w:rsid w:val="00A33947"/>
    <w:rsid w:val="00A33CB8"/>
    <w:rsid w:val="00A33E98"/>
    <w:rsid w:val="00A33FEA"/>
    <w:rsid w:val="00A34C77"/>
    <w:rsid w:val="00A35CAA"/>
    <w:rsid w:val="00A368C8"/>
    <w:rsid w:val="00A36E7F"/>
    <w:rsid w:val="00A36FD7"/>
    <w:rsid w:val="00A3785A"/>
    <w:rsid w:val="00A4005D"/>
    <w:rsid w:val="00A41BF5"/>
    <w:rsid w:val="00A41E65"/>
    <w:rsid w:val="00A42007"/>
    <w:rsid w:val="00A42074"/>
    <w:rsid w:val="00A43E0A"/>
    <w:rsid w:val="00A468F0"/>
    <w:rsid w:val="00A50328"/>
    <w:rsid w:val="00A505B3"/>
    <w:rsid w:val="00A50985"/>
    <w:rsid w:val="00A5188D"/>
    <w:rsid w:val="00A52438"/>
    <w:rsid w:val="00A525C1"/>
    <w:rsid w:val="00A530C7"/>
    <w:rsid w:val="00A53ABB"/>
    <w:rsid w:val="00A53B30"/>
    <w:rsid w:val="00A5477C"/>
    <w:rsid w:val="00A55241"/>
    <w:rsid w:val="00A55F5B"/>
    <w:rsid w:val="00A5630D"/>
    <w:rsid w:val="00A5634C"/>
    <w:rsid w:val="00A57207"/>
    <w:rsid w:val="00A576DF"/>
    <w:rsid w:val="00A60185"/>
    <w:rsid w:val="00A60418"/>
    <w:rsid w:val="00A60DD0"/>
    <w:rsid w:val="00A62C0B"/>
    <w:rsid w:val="00A63A2D"/>
    <w:rsid w:val="00A64851"/>
    <w:rsid w:val="00A6500D"/>
    <w:rsid w:val="00A65195"/>
    <w:rsid w:val="00A661EA"/>
    <w:rsid w:val="00A66B12"/>
    <w:rsid w:val="00A66C2D"/>
    <w:rsid w:val="00A71694"/>
    <w:rsid w:val="00A723C2"/>
    <w:rsid w:val="00A723EB"/>
    <w:rsid w:val="00A730F3"/>
    <w:rsid w:val="00A73DAD"/>
    <w:rsid w:val="00A74C6B"/>
    <w:rsid w:val="00A75544"/>
    <w:rsid w:val="00A75AB6"/>
    <w:rsid w:val="00A76392"/>
    <w:rsid w:val="00A77F7C"/>
    <w:rsid w:val="00A80676"/>
    <w:rsid w:val="00A8087F"/>
    <w:rsid w:val="00A814F9"/>
    <w:rsid w:val="00A81931"/>
    <w:rsid w:val="00A8287A"/>
    <w:rsid w:val="00A830E5"/>
    <w:rsid w:val="00A832A6"/>
    <w:rsid w:val="00A83877"/>
    <w:rsid w:val="00A84E12"/>
    <w:rsid w:val="00A862C4"/>
    <w:rsid w:val="00A86534"/>
    <w:rsid w:val="00A87135"/>
    <w:rsid w:val="00A875A2"/>
    <w:rsid w:val="00A8773A"/>
    <w:rsid w:val="00A91612"/>
    <w:rsid w:val="00A92216"/>
    <w:rsid w:val="00A92442"/>
    <w:rsid w:val="00A93280"/>
    <w:rsid w:val="00A93C5C"/>
    <w:rsid w:val="00A94679"/>
    <w:rsid w:val="00A951EA"/>
    <w:rsid w:val="00A95A22"/>
    <w:rsid w:val="00A95B5E"/>
    <w:rsid w:val="00A961C8"/>
    <w:rsid w:val="00A96242"/>
    <w:rsid w:val="00A963DF"/>
    <w:rsid w:val="00A96429"/>
    <w:rsid w:val="00A96446"/>
    <w:rsid w:val="00A965A3"/>
    <w:rsid w:val="00AA0BE9"/>
    <w:rsid w:val="00AA1322"/>
    <w:rsid w:val="00AA2548"/>
    <w:rsid w:val="00AA4A1E"/>
    <w:rsid w:val="00AA4BA4"/>
    <w:rsid w:val="00AA4E29"/>
    <w:rsid w:val="00AA58C4"/>
    <w:rsid w:val="00AA68B8"/>
    <w:rsid w:val="00AB075C"/>
    <w:rsid w:val="00AB09FC"/>
    <w:rsid w:val="00AB11C8"/>
    <w:rsid w:val="00AB1AB6"/>
    <w:rsid w:val="00AB222C"/>
    <w:rsid w:val="00AB43D9"/>
    <w:rsid w:val="00AB44CE"/>
    <w:rsid w:val="00AB5A58"/>
    <w:rsid w:val="00AB7092"/>
    <w:rsid w:val="00AB70E7"/>
    <w:rsid w:val="00AB7E0F"/>
    <w:rsid w:val="00AB7E32"/>
    <w:rsid w:val="00AB7ED0"/>
    <w:rsid w:val="00AC08A8"/>
    <w:rsid w:val="00AC211C"/>
    <w:rsid w:val="00AC29F5"/>
    <w:rsid w:val="00AC2E40"/>
    <w:rsid w:val="00AC3EA2"/>
    <w:rsid w:val="00AC4625"/>
    <w:rsid w:val="00AC4DA8"/>
    <w:rsid w:val="00AC6209"/>
    <w:rsid w:val="00AC642F"/>
    <w:rsid w:val="00AC6589"/>
    <w:rsid w:val="00AD00FF"/>
    <w:rsid w:val="00AD0170"/>
    <w:rsid w:val="00AD2534"/>
    <w:rsid w:val="00AD395C"/>
    <w:rsid w:val="00AD40EB"/>
    <w:rsid w:val="00AD4A80"/>
    <w:rsid w:val="00AD56C8"/>
    <w:rsid w:val="00AD57C9"/>
    <w:rsid w:val="00AD58F2"/>
    <w:rsid w:val="00AD6E31"/>
    <w:rsid w:val="00AD715B"/>
    <w:rsid w:val="00AE3A16"/>
    <w:rsid w:val="00AE3FAF"/>
    <w:rsid w:val="00AE42E8"/>
    <w:rsid w:val="00AE436D"/>
    <w:rsid w:val="00AE5EB1"/>
    <w:rsid w:val="00AF1455"/>
    <w:rsid w:val="00AF178C"/>
    <w:rsid w:val="00AF279A"/>
    <w:rsid w:val="00AF2DA0"/>
    <w:rsid w:val="00AF546F"/>
    <w:rsid w:val="00AF5599"/>
    <w:rsid w:val="00AF576F"/>
    <w:rsid w:val="00AF5C6E"/>
    <w:rsid w:val="00AF5FEE"/>
    <w:rsid w:val="00AF64D9"/>
    <w:rsid w:val="00AF7915"/>
    <w:rsid w:val="00B011E3"/>
    <w:rsid w:val="00B01A7E"/>
    <w:rsid w:val="00B049F9"/>
    <w:rsid w:val="00B0512A"/>
    <w:rsid w:val="00B0529F"/>
    <w:rsid w:val="00B05369"/>
    <w:rsid w:val="00B073B3"/>
    <w:rsid w:val="00B07787"/>
    <w:rsid w:val="00B10624"/>
    <w:rsid w:val="00B11646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0BB5"/>
    <w:rsid w:val="00B21195"/>
    <w:rsid w:val="00B21B77"/>
    <w:rsid w:val="00B22AE1"/>
    <w:rsid w:val="00B232EB"/>
    <w:rsid w:val="00B2484C"/>
    <w:rsid w:val="00B24B22"/>
    <w:rsid w:val="00B25310"/>
    <w:rsid w:val="00B25469"/>
    <w:rsid w:val="00B25D18"/>
    <w:rsid w:val="00B263B6"/>
    <w:rsid w:val="00B27318"/>
    <w:rsid w:val="00B2749A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37679"/>
    <w:rsid w:val="00B37AF2"/>
    <w:rsid w:val="00B37C28"/>
    <w:rsid w:val="00B37D0A"/>
    <w:rsid w:val="00B40FCB"/>
    <w:rsid w:val="00B41B16"/>
    <w:rsid w:val="00B425CC"/>
    <w:rsid w:val="00B4265A"/>
    <w:rsid w:val="00B435B2"/>
    <w:rsid w:val="00B43702"/>
    <w:rsid w:val="00B45519"/>
    <w:rsid w:val="00B46E81"/>
    <w:rsid w:val="00B4703C"/>
    <w:rsid w:val="00B47603"/>
    <w:rsid w:val="00B477A7"/>
    <w:rsid w:val="00B4793B"/>
    <w:rsid w:val="00B5053C"/>
    <w:rsid w:val="00B5057D"/>
    <w:rsid w:val="00B52466"/>
    <w:rsid w:val="00B53942"/>
    <w:rsid w:val="00B54DC4"/>
    <w:rsid w:val="00B54DE9"/>
    <w:rsid w:val="00B551D3"/>
    <w:rsid w:val="00B553EC"/>
    <w:rsid w:val="00B55824"/>
    <w:rsid w:val="00B55E3F"/>
    <w:rsid w:val="00B56864"/>
    <w:rsid w:val="00B56AB6"/>
    <w:rsid w:val="00B56D73"/>
    <w:rsid w:val="00B62297"/>
    <w:rsid w:val="00B62304"/>
    <w:rsid w:val="00B62D55"/>
    <w:rsid w:val="00B63743"/>
    <w:rsid w:val="00B63E42"/>
    <w:rsid w:val="00B6489C"/>
    <w:rsid w:val="00B6517E"/>
    <w:rsid w:val="00B65329"/>
    <w:rsid w:val="00B65918"/>
    <w:rsid w:val="00B65FE9"/>
    <w:rsid w:val="00B663C7"/>
    <w:rsid w:val="00B66FAE"/>
    <w:rsid w:val="00B723B6"/>
    <w:rsid w:val="00B74677"/>
    <w:rsid w:val="00B750B9"/>
    <w:rsid w:val="00B7582D"/>
    <w:rsid w:val="00B75D3E"/>
    <w:rsid w:val="00B76710"/>
    <w:rsid w:val="00B768BC"/>
    <w:rsid w:val="00B771B7"/>
    <w:rsid w:val="00B77378"/>
    <w:rsid w:val="00B800FC"/>
    <w:rsid w:val="00B80248"/>
    <w:rsid w:val="00B806A7"/>
    <w:rsid w:val="00B80743"/>
    <w:rsid w:val="00B81774"/>
    <w:rsid w:val="00B81BB7"/>
    <w:rsid w:val="00B81CE7"/>
    <w:rsid w:val="00B829EB"/>
    <w:rsid w:val="00B83912"/>
    <w:rsid w:val="00B8393C"/>
    <w:rsid w:val="00B84218"/>
    <w:rsid w:val="00B849A5"/>
    <w:rsid w:val="00B84DDE"/>
    <w:rsid w:val="00B866F7"/>
    <w:rsid w:val="00B909D6"/>
    <w:rsid w:val="00B90FF1"/>
    <w:rsid w:val="00B9155B"/>
    <w:rsid w:val="00B91700"/>
    <w:rsid w:val="00B91A6C"/>
    <w:rsid w:val="00B93DD0"/>
    <w:rsid w:val="00B95E10"/>
    <w:rsid w:val="00B9660F"/>
    <w:rsid w:val="00B96841"/>
    <w:rsid w:val="00B96BF2"/>
    <w:rsid w:val="00B97732"/>
    <w:rsid w:val="00B9796F"/>
    <w:rsid w:val="00B97F34"/>
    <w:rsid w:val="00BA0590"/>
    <w:rsid w:val="00BA0C98"/>
    <w:rsid w:val="00BA22F8"/>
    <w:rsid w:val="00BA2B1A"/>
    <w:rsid w:val="00BA2FA7"/>
    <w:rsid w:val="00BA4E12"/>
    <w:rsid w:val="00BA57A0"/>
    <w:rsid w:val="00BA5F49"/>
    <w:rsid w:val="00BA65A8"/>
    <w:rsid w:val="00BA660D"/>
    <w:rsid w:val="00BA6D19"/>
    <w:rsid w:val="00BA6E8A"/>
    <w:rsid w:val="00BA7461"/>
    <w:rsid w:val="00BA758B"/>
    <w:rsid w:val="00BA7A0B"/>
    <w:rsid w:val="00BA7DA9"/>
    <w:rsid w:val="00BB1073"/>
    <w:rsid w:val="00BB214A"/>
    <w:rsid w:val="00BB23FF"/>
    <w:rsid w:val="00BB24D8"/>
    <w:rsid w:val="00BB3AA3"/>
    <w:rsid w:val="00BB4966"/>
    <w:rsid w:val="00BB5352"/>
    <w:rsid w:val="00BB560C"/>
    <w:rsid w:val="00BB5CEC"/>
    <w:rsid w:val="00BB620C"/>
    <w:rsid w:val="00BB6822"/>
    <w:rsid w:val="00BB7129"/>
    <w:rsid w:val="00BC4215"/>
    <w:rsid w:val="00BC77D5"/>
    <w:rsid w:val="00BD1A6F"/>
    <w:rsid w:val="00BD23A2"/>
    <w:rsid w:val="00BD55FC"/>
    <w:rsid w:val="00BD59D7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0A10"/>
    <w:rsid w:val="00BF138C"/>
    <w:rsid w:val="00BF295D"/>
    <w:rsid w:val="00BF3E7F"/>
    <w:rsid w:val="00BF49FD"/>
    <w:rsid w:val="00BF5072"/>
    <w:rsid w:val="00BF56E4"/>
    <w:rsid w:val="00BF73A1"/>
    <w:rsid w:val="00BF798E"/>
    <w:rsid w:val="00BF7CEE"/>
    <w:rsid w:val="00C0119C"/>
    <w:rsid w:val="00C01377"/>
    <w:rsid w:val="00C01915"/>
    <w:rsid w:val="00C025F5"/>
    <w:rsid w:val="00C03880"/>
    <w:rsid w:val="00C03927"/>
    <w:rsid w:val="00C0628C"/>
    <w:rsid w:val="00C074B2"/>
    <w:rsid w:val="00C075A8"/>
    <w:rsid w:val="00C07893"/>
    <w:rsid w:val="00C07C90"/>
    <w:rsid w:val="00C104C4"/>
    <w:rsid w:val="00C105D7"/>
    <w:rsid w:val="00C10833"/>
    <w:rsid w:val="00C135CF"/>
    <w:rsid w:val="00C13E5A"/>
    <w:rsid w:val="00C15093"/>
    <w:rsid w:val="00C15646"/>
    <w:rsid w:val="00C1575B"/>
    <w:rsid w:val="00C15EC0"/>
    <w:rsid w:val="00C16218"/>
    <w:rsid w:val="00C16704"/>
    <w:rsid w:val="00C16855"/>
    <w:rsid w:val="00C178A2"/>
    <w:rsid w:val="00C21DDD"/>
    <w:rsid w:val="00C2272F"/>
    <w:rsid w:val="00C235BF"/>
    <w:rsid w:val="00C25221"/>
    <w:rsid w:val="00C265AF"/>
    <w:rsid w:val="00C2683F"/>
    <w:rsid w:val="00C26DC0"/>
    <w:rsid w:val="00C27950"/>
    <w:rsid w:val="00C27FCB"/>
    <w:rsid w:val="00C30312"/>
    <w:rsid w:val="00C30E2E"/>
    <w:rsid w:val="00C31218"/>
    <w:rsid w:val="00C3184D"/>
    <w:rsid w:val="00C318E7"/>
    <w:rsid w:val="00C34162"/>
    <w:rsid w:val="00C347DD"/>
    <w:rsid w:val="00C34DFC"/>
    <w:rsid w:val="00C358A6"/>
    <w:rsid w:val="00C359A2"/>
    <w:rsid w:val="00C35D05"/>
    <w:rsid w:val="00C36055"/>
    <w:rsid w:val="00C40403"/>
    <w:rsid w:val="00C418F0"/>
    <w:rsid w:val="00C41B05"/>
    <w:rsid w:val="00C41B60"/>
    <w:rsid w:val="00C424E0"/>
    <w:rsid w:val="00C42601"/>
    <w:rsid w:val="00C46282"/>
    <w:rsid w:val="00C4714E"/>
    <w:rsid w:val="00C50AC1"/>
    <w:rsid w:val="00C50B22"/>
    <w:rsid w:val="00C516E9"/>
    <w:rsid w:val="00C51C04"/>
    <w:rsid w:val="00C51CCA"/>
    <w:rsid w:val="00C53700"/>
    <w:rsid w:val="00C546D0"/>
    <w:rsid w:val="00C54C44"/>
    <w:rsid w:val="00C5504F"/>
    <w:rsid w:val="00C5542C"/>
    <w:rsid w:val="00C55897"/>
    <w:rsid w:val="00C57B55"/>
    <w:rsid w:val="00C628CF"/>
    <w:rsid w:val="00C63059"/>
    <w:rsid w:val="00C63376"/>
    <w:rsid w:val="00C634AC"/>
    <w:rsid w:val="00C650A9"/>
    <w:rsid w:val="00C65200"/>
    <w:rsid w:val="00C65D87"/>
    <w:rsid w:val="00C663BB"/>
    <w:rsid w:val="00C667AD"/>
    <w:rsid w:val="00C66B85"/>
    <w:rsid w:val="00C66D24"/>
    <w:rsid w:val="00C67458"/>
    <w:rsid w:val="00C67FAB"/>
    <w:rsid w:val="00C70E90"/>
    <w:rsid w:val="00C70FD1"/>
    <w:rsid w:val="00C71BA2"/>
    <w:rsid w:val="00C731CD"/>
    <w:rsid w:val="00C739A0"/>
    <w:rsid w:val="00C73AFD"/>
    <w:rsid w:val="00C74028"/>
    <w:rsid w:val="00C74F97"/>
    <w:rsid w:val="00C769FB"/>
    <w:rsid w:val="00C770E8"/>
    <w:rsid w:val="00C77C82"/>
    <w:rsid w:val="00C77E45"/>
    <w:rsid w:val="00C77F1B"/>
    <w:rsid w:val="00C81C05"/>
    <w:rsid w:val="00C82097"/>
    <w:rsid w:val="00C82113"/>
    <w:rsid w:val="00C8276E"/>
    <w:rsid w:val="00C8361A"/>
    <w:rsid w:val="00C842AC"/>
    <w:rsid w:val="00C866D0"/>
    <w:rsid w:val="00C86AE2"/>
    <w:rsid w:val="00C877DC"/>
    <w:rsid w:val="00C87D61"/>
    <w:rsid w:val="00C90589"/>
    <w:rsid w:val="00C91187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974"/>
    <w:rsid w:val="00CA0C2D"/>
    <w:rsid w:val="00CA18D4"/>
    <w:rsid w:val="00CA1F49"/>
    <w:rsid w:val="00CA26B1"/>
    <w:rsid w:val="00CA2FCD"/>
    <w:rsid w:val="00CA50BE"/>
    <w:rsid w:val="00CA5425"/>
    <w:rsid w:val="00CA6B63"/>
    <w:rsid w:val="00CB0202"/>
    <w:rsid w:val="00CB0692"/>
    <w:rsid w:val="00CB069C"/>
    <w:rsid w:val="00CB11E6"/>
    <w:rsid w:val="00CB1690"/>
    <w:rsid w:val="00CB4BF8"/>
    <w:rsid w:val="00CB59C6"/>
    <w:rsid w:val="00CB671C"/>
    <w:rsid w:val="00CB7D96"/>
    <w:rsid w:val="00CC05E5"/>
    <w:rsid w:val="00CC1086"/>
    <w:rsid w:val="00CC1A53"/>
    <w:rsid w:val="00CC1F05"/>
    <w:rsid w:val="00CC287B"/>
    <w:rsid w:val="00CC4365"/>
    <w:rsid w:val="00CC5EFD"/>
    <w:rsid w:val="00CC71A6"/>
    <w:rsid w:val="00CC7F89"/>
    <w:rsid w:val="00CD0112"/>
    <w:rsid w:val="00CD11B0"/>
    <w:rsid w:val="00CD1205"/>
    <w:rsid w:val="00CD262E"/>
    <w:rsid w:val="00CD32BF"/>
    <w:rsid w:val="00CD3C01"/>
    <w:rsid w:val="00CD3D4D"/>
    <w:rsid w:val="00CD4989"/>
    <w:rsid w:val="00CD5E3E"/>
    <w:rsid w:val="00CE1411"/>
    <w:rsid w:val="00CE3562"/>
    <w:rsid w:val="00CE6534"/>
    <w:rsid w:val="00CE6F9E"/>
    <w:rsid w:val="00CE71C2"/>
    <w:rsid w:val="00CE7BEE"/>
    <w:rsid w:val="00CE7D9E"/>
    <w:rsid w:val="00CF1C45"/>
    <w:rsid w:val="00CF29DD"/>
    <w:rsid w:val="00CF32DE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0984"/>
    <w:rsid w:val="00D021CB"/>
    <w:rsid w:val="00D026DE"/>
    <w:rsid w:val="00D032E9"/>
    <w:rsid w:val="00D03776"/>
    <w:rsid w:val="00D04BA4"/>
    <w:rsid w:val="00D06242"/>
    <w:rsid w:val="00D0731F"/>
    <w:rsid w:val="00D077E3"/>
    <w:rsid w:val="00D10F1A"/>
    <w:rsid w:val="00D116F8"/>
    <w:rsid w:val="00D132AE"/>
    <w:rsid w:val="00D1351B"/>
    <w:rsid w:val="00D135B7"/>
    <w:rsid w:val="00D137ED"/>
    <w:rsid w:val="00D139E7"/>
    <w:rsid w:val="00D14958"/>
    <w:rsid w:val="00D15044"/>
    <w:rsid w:val="00D15FFE"/>
    <w:rsid w:val="00D170AF"/>
    <w:rsid w:val="00D17296"/>
    <w:rsid w:val="00D17596"/>
    <w:rsid w:val="00D20CB1"/>
    <w:rsid w:val="00D20D14"/>
    <w:rsid w:val="00D20E06"/>
    <w:rsid w:val="00D217A5"/>
    <w:rsid w:val="00D222C5"/>
    <w:rsid w:val="00D22640"/>
    <w:rsid w:val="00D2484A"/>
    <w:rsid w:val="00D24E9B"/>
    <w:rsid w:val="00D26974"/>
    <w:rsid w:val="00D26C8A"/>
    <w:rsid w:val="00D26D3A"/>
    <w:rsid w:val="00D3234F"/>
    <w:rsid w:val="00D33A8D"/>
    <w:rsid w:val="00D34A67"/>
    <w:rsid w:val="00D34D2E"/>
    <w:rsid w:val="00D406BE"/>
    <w:rsid w:val="00D406DF"/>
    <w:rsid w:val="00D411DE"/>
    <w:rsid w:val="00D432C0"/>
    <w:rsid w:val="00D43F3D"/>
    <w:rsid w:val="00D44070"/>
    <w:rsid w:val="00D44593"/>
    <w:rsid w:val="00D446CA"/>
    <w:rsid w:val="00D44E7A"/>
    <w:rsid w:val="00D45E33"/>
    <w:rsid w:val="00D45EE3"/>
    <w:rsid w:val="00D4701D"/>
    <w:rsid w:val="00D4755F"/>
    <w:rsid w:val="00D476D7"/>
    <w:rsid w:val="00D47DDB"/>
    <w:rsid w:val="00D502F7"/>
    <w:rsid w:val="00D5031E"/>
    <w:rsid w:val="00D50618"/>
    <w:rsid w:val="00D509E9"/>
    <w:rsid w:val="00D50DEE"/>
    <w:rsid w:val="00D52F11"/>
    <w:rsid w:val="00D53B1C"/>
    <w:rsid w:val="00D545F3"/>
    <w:rsid w:val="00D603B0"/>
    <w:rsid w:val="00D612F9"/>
    <w:rsid w:val="00D615E6"/>
    <w:rsid w:val="00D61C39"/>
    <w:rsid w:val="00D63498"/>
    <w:rsid w:val="00D669FF"/>
    <w:rsid w:val="00D70D59"/>
    <w:rsid w:val="00D7147D"/>
    <w:rsid w:val="00D726EB"/>
    <w:rsid w:val="00D729C2"/>
    <w:rsid w:val="00D72C5D"/>
    <w:rsid w:val="00D7365C"/>
    <w:rsid w:val="00D73BF4"/>
    <w:rsid w:val="00D7412A"/>
    <w:rsid w:val="00D74894"/>
    <w:rsid w:val="00D750F8"/>
    <w:rsid w:val="00D75D55"/>
    <w:rsid w:val="00D76068"/>
    <w:rsid w:val="00D76A23"/>
    <w:rsid w:val="00D76A42"/>
    <w:rsid w:val="00D82074"/>
    <w:rsid w:val="00D82568"/>
    <w:rsid w:val="00D825F9"/>
    <w:rsid w:val="00D82894"/>
    <w:rsid w:val="00D83ACC"/>
    <w:rsid w:val="00D84BEA"/>
    <w:rsid w:val="00D852D2"/>
    <w:rsid w:val="00D85790"/>
    <w:rsid w:val="00D85D36"/>
    <w:rsid w:val="00D86D20"/>
    <w:rsid w:val="00D87E0B"/>
    <w:rsid w:val="00D92DAB"/>
    <w:rsid w:val="00D94B5D"/>
    <w:rsid w:val="00D94C29"/>
    <w:rsid w:val="00D95282"/>
    <w:rsid w:val="00D965A5"/>
    <w:rsid w:val="00DA0710"/>
    <w:rsid w:val="00DA189F"/>
    <w:rsid w:val="00DA1B12"/>
    <w:rsid w:val="00DA2A59"/>
    <w:rsid w:val="00DA40F0"/>
    <w:rsid w:val="00DA5440"/>
    <w:rsid w:val="00DA54C9"/>
    <w:rsid w:val="00DA5FD7"/>
    <w:rsid w:val="00DA6224"/>
    <w:rsid w:val="00DA66E7"/>
    <w:rsid w:val="00DA6739"/>
    <w:rsid w:val="00DA6950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39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9A7"/>
    <w:rsid w:val="00DC4F24"/>
    <w:rsid w:val="00DC6643"/>
    <w:rsid w:val="00DC77CB"/>
    <w:rsid w:val="00DD039A"/>
    <w:rsid w:val="00DD101E"/>
    <w:rsid w:val="00DD1A0E"/>
    <w:rsid w:val="00DD34FB"/>
    <w:rsid w:val="00DD63C0"/>
    <w:rsid w:val="00DD6860"/>
    <w:rsid w:val="00DD7A70"/>
    <w:rsid w:val="00DE2012"/>
    <w:rsid w:val="00DE21FA"/>
    <w:rsid w:val="00DE2CDE"/>
    <w:rsid w:val="00DE4971"/>
    <w:rsid w:val="00DE56A7"/>
    <w:rsid w:val="00DE5880"/>
    <w:rsid w:val="00DE5A6E"/>
    <w:rsid w:val="00DE635D"/>
    <w:rsid w:val="00DE6668"/>
    <w:rsid w:val="00DE6C2E"/>
    <w:rsid w:val="00DE7EDB"/>
    <w:rsid w:val="00DF116F"/>
    <w:rsid w:val="00DF1E5B"/>
    <w:rsid w:val="00DF2275"/>
    <w:rsid w:val="00DF2D89"/>
    <w:rsid w:val="00DF3D55"/>
    <w:rsid w:val="00DF3F5E"/>
    <w:rsid w:val="00DF5653"/>
    <w:rsid w:val="00DF6EFF"/>
    <w:rsid w:val="00DF76DA"/>
    <w:rsid w:val="00E01FA3"/>
    <w:rsid w:val="00E02B3D"/>
    <w:rsid w:val="00E03598"/>
    <w:rsid w:val="00E041ED"/>
    <w:rsid w:val="00E04E2D"/>
    <w:rsid w:val="00E053E6"/>
    <w:rsid w:val="00E0596E"/>
    <w:rsid w:val="00E064EA"/>
    <w:rsid w:val="00E06F66"/>
    <w:rsid w:val="00E076F8"/>
    <w:rsid w:val="00E1057B"/>
    <w:rsid w:val="00E10CDD"/>
    <w:rsid w:val="00E128E8"/>
    <w:rsid w:val="00E16DCF"/>
    <w:rsid w:val="00E20BD1"/>
    <w:rsid w:val="00E222A9"/>
    <w:rsid w:val="00E23720"/>
    <w:rsid w:val="00E23A07"/>
    <w:rsid w:val="00E23E70"/>
    <w:rsid w:val="00E24B44"/>
    <w:rsid w:val="00E25D3C"/>
    <w:rsid w:val="00E263B0"/>
    <w:rsid w:val="00E2640C"/>
    <w:rsid w:val="00E26787"/>
    <w:rsid w:val="00E2783B"/>
    <w:rsid w:val="00E27E26"/>
    <w:rsid w:val="00E305C6"/>
    <w:rsid w:val="00E31520"/>
    <w:rsid w:val="00E327F0"/>
    <w:rsid w:val="00E33127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1C1"/>
    <w:rsid w:val="00E43520"/>
    <w:rsid w:val="00E43679"/>
    <w:rsid w:val="00E43EC5"/>
    <w:rsid w:val="00E44956"/>
    <w:rsid w:val="00E4515E"/>
    <w:rsid w:val="00E45765"/>
    <w:rsid w:val="00E45C3F"/>
    <w:rsid w:val="00E47271"/>
    <w:rsid w:val="00E47B17"/>
    <w:rsid w:val="00E503AC"/>
    <w:rsid w:val="00E507A2"/>
    <w:rsid w:val="00E5098C"/>
    <w:rsid w:val="00E50CCB"/>
    <w:rsid w:val="00E51345"/>
    <w:rsid w:val="00E537F0"/>
    <w:rsid w:val="00E53B24"/>
    <w:rsid w:val="00E53F23"/>
    <w:rsid w:val="00E547D6"/>
    <w:rsid w:val="00E55E64"/>
    <w:rsid w:val="00E56564"/>
    <w:rsid w:val="00E5783E"/>
    <w:rsid w:val="00E60213"/>
    <w:rsid w:val="00E6115D"/>
    <w:rsid w:val="00E6139E"/>
    <w:rsid w:val="00E63390"/>
    <w:rsid w:val="00E6411C"/>
    <w:rsid w:val="00E644DC"/>
    <w:rsid w:val="00E65169"/>
    <w:rsid w:val="00E65407"/>
    <w:rsid w:val="00E661B2"/>
    <w:rsid w:val="00E66BAB"/>
    <w:rsid w:val="00E6718F"/>
    <w:rsid w:val="00E729EF"/>
    <w:rsid w:val="00E740CB"/>
    <w:rsid w:val="00E747CE"/>
    <w:rsid w:val="00E74D29"/>
    <w:rsid w:val="00E75841"/>
    <w:rsid w:val="00E76407"/>
    <w:rsid w:val="00E80512"/>
    <w:rsid w:val="00E81C05"/>
    <w:rsid w:val="00E82F99"/>
    <w:rsid w:val="00E8317F"/>
    <w:rsid w:val="00E837BB"/>
    <w:rsid w:val="00E83AE8"/>
    <w:rsid w:val="00E83C74"/>
    <w:rsid w:val="00E83CEE"/>
    <w:rsid w:val="00E863F7"/>
    <w:rsid w:val="00E86AE9"/>
    <w:rsid w:val="00E902A9"/>
    <w:rsid w:val="00E91F18"/>
    <w:rsid w:val="00E9226D"/>
    <w:rsid w:val="00E9258A"/>
    <w:rsid w:val="00E92E27"/>
    <w:rsid w:val="00E94076"/>
    <w:rsid w:val="00E94385"/>
    <w:rsid w:val="00E95579"/>
    <w:rsid w:val="00E95ADD"/>
    <w:rsid w:val="00E96215"/>
    <w:rsid w:val="00E96F7C"/>
    <w:rsid w:val="00EA05B2"/>
    <w:rsid w:val="00EA0696"/>
    <w:rsid w:val="00EA080C"/>
    <w:rsid w:val="00EA11EC"/>
    <w:rsid w:val="00EA1E0F"/>
    <w:rsid w:val="00EA1E16"/>
    <w:rsid w:val="00EA2DF4"/>
    <w:rsid w:val="00EA2F00"/>
    <w:rsid w:val="00EA305F"/>
    <w:rsid w:val="00EA416C"/>
    <w:rsid w:val="00EA54C6"/>
    <w:rsid w:val="00EA5941"/>
    <w:rsid w:val="00EA65B3"/>
    <w:rsid w:val="00EA6A4D"/>
    <w:rsid w:val="00EB000C"/>
    <w:rsid w:val="00EB04F3"/>
    <w:rsid w:val="00EB1E41"/>
    <w:rsid w:val="00EB247C"/>
    <w:rsid w:val="00EB32A1"/>
    <w:rsid w:val="00EB3C0C"/>
    <w:rsid w:val="00EB5A5A"/>
    <w:rsid w:val="00EB60CE"/>
    <w:rsid w:val="00EB61DD"/>
    <w:rsid w:val="00EB6C3F"/>
    <w:rsid w:val="00EB7D53"/>
    <w:rsid w:val="00EB7FF4"/>
    <w:rsid w:val="00EC06BE"/>
    <w:rsid w:val="00EC10A0"/>
    <w:rsid w:val="00EC2018"/>
    <w:rsid w:val="00EC368A"/>
    <w:rsid w:val="00EC3A02"/>
    <w:rsid w:val="00EC46E6"/>
    <w:rsid w:val="00EC594D"/>
    <w:rsid w:val="00EC5F81"/>
    <w:rsid w:val="00EC6C58"/>
    <w:rsid w:val="00EC71F7"/>
    <w:rsid w:val="00EC7451"/>
    <w:rsid w:val="00EC7ECB"/>
    <w:rsid w:val="00ED11A5"/>
    <w:rsid w:val="00ED164F"/>
    <w:rsid w:val="00ED1B4D"/>
    <w:rsid w:val="00ED33DE"/>
    <w:rsid w:val="00ED3458"/>
    <w:rsid w:val="00ED4079"/>
    <w:rsid w:val="00ED4109"/>
    <w:rsid w:val="00ED42EC"/>
    <w:rsid w:val="00ED6F93"/>
    <w:rsid w:val="00ED77A7"/>
    <w:rsid w:val="00ED7A13"/>
    <w:rsid w:val="00ED7F33"/>
    <w:rsid w:val="00EE1C69"/>
    <w:rsid w:val="00EE3146"/>
    <w:rsid w:val="00EE3ADC"/>
    <w:rsid w:val="00EE4CB6"/>
    <w:rsid w:val="00EE55D6"/>
    <w:rsid w:val="00EF0650"/>
    <w:rsid w:val="00EF0B3A"/>
    <w:rsid w:val="00EF1EBC"/>
    <w:rsid w:val="00EF25D6"/>
    <w:rsid w:val="00EF3213"/>
    <w:rsid w:val="00EF3A36"/>
    <w:rsid w:val="00EF4B6C"/>
    <w:rsid w:val="00EF50BB"/>
    <w:rsid w:val="00EF53FF"/>
    <w:rsid w:val="00EF61D2"/>
    <w:rsid w:val="00EF6C31"/>
    <w:rsid w:val="00F00188"/>
    <w:rsid w:val="00F00192"/>
    <w:rsid w:val="00F012C5"/>
    <w:rsid w:val="00F01DF6"/>
    <w:rsid w:val="00F02272"/>
    <w:rsid w:val="00F02F18"/>
    <w:rsid w:val="00F0340D"/>
    <w:rsid w:val="00F0529E"/>
    <w:rsid w:val="00F0536D"/>
    <w:rsid w:val="00F0599F"/>
    <w:rsid w:val="00F059A6"/>
    <w:rsid w:val="00F05A61"/>
    <w:rsid w:val="00F06BCC"/>
    <w:rsid w:val="00F073CD"/>
    <w:rsid w:val="00F10E70"/>
    <w:rsid w:val="00F1135A"/>
    <w:rsid w:val="00F11C84"/>
    <w:rsid w:val="00F15350"/>
    <w:rsid w:val="00F1572E"/>
    <w:rsid w:val="00F15A8C"/>
    <w:rsid w:val="00F161B1"/>
    <w:rsid w:val="00F16559"/>
    <w:rsid w:val="00F16A1A"/>
    <w:rsid w:val="00F176BA"/>
    <w:rsid w:val="00F17CED"/>
    <w:rsid w:val="00F17D59"/>
    <w:rsid w:val="00F17EAE"/>
    <w:rsid w:val="00F203AC"/>
    <w:rsid w:val="00F22D49"/>
    <w:rsid w:val="00F23756"/>
    <w:rsid w:val="00F23C1A"/>
    <w:rsid w:val="00F2523A"/>
    <w:rsid w:val="00F25FFA"/>
    <w:rsid w:val="00F26DFD"/>
    <w:rsid w:val="00F270B5"/>
    <w:rsid w:val="00F310D2"/>
    <w:rsid w:val="00F3137D"/>
    <w:rsid w:val="00F35811"/>
    <w:rsid w:val="00F35C1C"/>
    <w:rsid w:val="00F35CBE"/>
    <w:rsid w:val="00F36ED9"/>
    <w:rsid w:val="00F36F3D"/>
    <w:rsid w:val="00F37492"/>
    <w:rsid w:val="00F4018F"/>
    <w:rsid w:val="00F40D78"/>
    <w:rsid w:val="00F41A39"/>
    <w:rsid w:val="00F42369"/>
    <w:rsid w:val="00F43847"/>
    <w:rsid w:val="00F43A6A"/>
    <w:rsid w:val="00F4549E"/>
    <w:rsid w:val="00F477BD"/>
    <w:rsid w:val="00F50E6D"/>
    <w:rsid w:val="00F517F4"/>
    <w:rsid w:val="00F5275C"/>
    <w:rsid w:val="00F53491"/>
    <w:rsid w:val="00F5400C"/>
    <w:rsid w:val="00F54379"/>
    <w:rsid w:val="00F54CEB"/>
    <w:rsid w:val="00F554CB"/>
    <w:rsid w:val="00F55832"/>
    <w:rsid w:val="00F56060"/>
    <w:rsid w:val="00F562C2"/>
    <w:rsid w:val="00F56A51"/>
    <w:rsid w:val="00F57120"/>
    <w:rsid w:val="00F576F1"/>
    <w:rsid w:val="00F57E15"/>
    <w:rsid w:val="00F60A3C"/>
    <w:rsid w:val="00F60C40"/>
    <w:rsid w:val="00F61AAA"/>
    <w:rsid w:val="00F61BD7"/>
    <w:rsid w:val="00F645A6"/>
    <w:rsid w:val="00F65660"/>
    <w:rsid w:val="00F65A1C"/>
    <w:rsid w:val="00F65D6D"/>
    <w:rsid w:val="00F65F40"/>
    <w:rsid w:val="00F66473"/>
    <w:rsid w:val="00F66F50"/>
    <w:rsid w:val="00F67A07"/>
    <w:rsid w:val="00F703FB"/>
    <w:rsid w:val="00F75144"/>
    <w:rsid w:val="00F77E09"/>
    <w:rsid w:val="00F80501"/>
    <w:rsid w:val="00F82ADB"/>
    <w:rsid w:val="00F82CA1"/>
    <w:rsid w:val="00F82FF8"/>
    <w:rsid w:val="00F8330D"/>
    <w:rsid w:val="00F83C91"/>
    <w:rsid w:val="00F84305"/>
    <w:rsid w:val="00F847C7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2859"/>
    <w:rsid w:val="00F93932"/>
    <w:rsid w:val="00F9418E"/>
    <w:rsid w:val="00F952BF"/>
    <w:rsid w:val="00F954C9"/>
    <w:rsid w:val="00F957F8"/>
    <w:rsid w:val="00F96B68"/>
    <w:rsid w:val="00F973AA"/>
    <w:rsid w:val="00F97DD6"/>
    <w:rsid w:val="00FA01FB"/>
    <w:rsid w:val="00FA07F7"/>
    <w:rsid w:val="00FA0BBB"/>
    <w:rsid w:val="00FA0D73"/>
    <w:rsid w:val="00FA21AA"/>
    <w:rsid w:val="00FA2ACF"/>
    <w:rsid w:val="00FA4382"/>
    <w:rsid w:val="00FA4CF0"/>
    <w:rsid w:val="00FA5873"/>
    <w:rsid w:val="00FA61AA"/>
    <w:rsid w:val="00FA69A4"/>
    <w:rsid w:val="00FA6A43"/>
    <w:rsid w:val="00FA7D48"/>
    <w:rsid w:val="00FB0008"/>
    <w:rsid w:val="00FB1279"/>
    <w:rsid w:val="00FB1495"/>
    <w:rsid w:val="00FB158B"/>
    <w:rsid w:val="00FB21CE"/>
    <w:rsid w:val="00FB5FAB"/>
    <w:rsid w:val="00FB6AEC"/>
    <w:rsid w:val="00FB6BCB"/>
    <w:rsid w:val="00FB7E0A"/>
    <w:rsid w:val="00FC017C"/>
    <w:rsid w:val="00FC0DDA"/>
    <w:rsid w:val="00FC1F26"/>
    <w:rsid w:val="00FC3366"/>
    <w:rsid w:val="00FC416E"/>
    <w:rsid w:val="00FC4A1B"/>
    <w:rsid w:val="00FC531F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4D4"/>
    <w:rsid w:val="00FE054E"/>
    <w:rsid w:val="00FE0DD8"/>
    <w:rsid w:val="00FE1C23"/>
    <w:rsid w:val="00FE2BF2"/>
    <w:rsid w:val="00FE3229"/>
    <w:rsid w:val="00FE32FB"/>
    <w:rsid w:val="00FE62B8"/>
    <w:rsid w:val="00FE6565"/>
    <w:rsid w:val="00FE6BCF"/>
    <w:rsid w:val="00FE6D2F"/>
    <w:rsid w:val="00FE74C3"/>
    <w:rsid w:val="00FE76E5"/>
    <w:rsid w:val="00FF0408"/>
    <w:rsid w:val="00FF08BA"/>
    <w:rsid w:val="00FF215C"/>
    <w:rsid w:val="00FF2CB8"/>
    <w:rsid w:val="00FF444A"/>
    <w:rsid w:val="00FF49E8"/>
    <w:rsid w:val="00FF672F"/>
    <w:rsid w:val="00FF6DCF"/>
    <w:rsid w:val="00FF74FB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."/>
  <w:listSeparator w:val=","/>
  <w14:docId w14:val="24E37A9E"/>
  <w15:docId w15:val="{AFAC7EA0-7E73-4FA1-BF12-AF02B90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A0DFB366.dotm</Template>
  <TotalTime>0</TotalTime>
  <Pages>1</Pages>
  <Words>183</Words>
  <Characters>1048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53 Agenda</dc:title>
  <dc:creator>IESC</dc:creator>
  <cp:lastModifiedBy>Durack, Bec</cp:lastModifiedBy>
  <cp:revision>2</cp:revision>
  <dcterms:created xsi:type="dcterms:W3CDTF">2018-07-06T06:19:00Z</dcterms:created>
  <dcterms:modified xsi:type="dcterms:W3CDTF">2018-07-06T06:19:00Z</dcterms:modified>
</cp:coreProperties>
</file>