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4E37A9E" w14:textId="77777777" w:rsidR="00192DAA" w:rsidRPr="00012AB0" w:rsidRDefault="00192DAA" w:rsidP="004310E8">
      <w:pPr>
        <w:pStyle w:val="Heading1"/>
        <w:spacing w:after="240"/>
        <w:jc w:val="center"/>
        <w:rPr>
          <w:rFonts w:asciiTheme="minorHAnsi" w:hAnsiTheme="minorHAnsi" w:cstheme="minorHAnsi"/>
        </w:rPr>
      </w:pPr>
      <w:bookmarkStart w:id="0" w:name="_GoBack"/>
      <w:bookmarkEnd w:id="0"/>
      <w:r w:rsidRPr="00012AB0">
        <w:rPr>
          <w:rFonts w:asciiTheme="minorHAnsi" w:hAnsiTheme="minorHAnsi" w:cstheme="minorHAnsi"/>
        </w:rPr>
        <w:t>Independent Expert Scientific Committee on Coal Seam Gas and LARGE Coal Mining DEVELOPMENT</w:t>
      </w:r>
    </w:p>
    <w:p w14:paraId="24E37A9F" w14:textId="47C0AFF8" w:rsidR="00A73DAD" w:rsidRDefault="00192DAA" w:rsidP="004310E8">
      <w:pPr>
        <w:pStyle w:val="Default"/>
        <w:spacing w:after="240"/>
        <w:jc w:val="center"/>
        <w:rPr>
          <w:rFonts w:asciiTheme="minorHAnsi" w:hAnsiTheme="minorHAnsi" w:cstheme="minorHAnsi"/>
          <w:b/>
          <w:color w:val="auto"/>
        </w:rPr>
      </w:pPr>
      <w:r w:rsidRPr="0059629A">
        <w:rPr>
          <w:rFonts w:asciiTheme="minorHAnsi" w:hAnsiTheme="minorHAnsi" w:cstheme="minorHAnsi"/>
          <w:b/>
          <w:color w:val="auto"/>
        </w:rPr>
        <w:t>AGENDA Meeting</w:t>
      </w:r>
      <w:r w:rsidR="00D406DF">
        <w:rPr>
          <w:rFonts w:asciiTheme="minorHAnsi" w:hAnsiTheme="minorHAnsi" w:cstheme="minorHAnsi"/>
          <w:b/>
          <w:color w:val="auto"/>
        </w:rPr>
        <w:t xml:space="preserve"> 41</w:t>
      </w:r>
    </w:p>
    <w:p w14:paraId="24E37AA0" w14:textId="4B735509" w:rsidR="00192DAA" w:rsidRDefault="00D406DF" w:rsidP="004310E8">
      <w:pPr>
        <w:pStyle w:val="Default"/>
        <w:spacing w:before="120" w:after="240"/>
        <w:jc w:val="center"/>
        <w:rPr>
          <w:rFonts w:asciiTheme="minorHAnsi" w:hAnsiTheme="minorHAnsi" w:cstheme="minorHAnsi"/>
          <w:b/>
          <w:color w:val="auto"/>
        </w:rPr>
      </w:pPr>
      <w:r>
        <w:rPr>
          <w:rFonts w:asciiTheme="minorHAnsi" w:hAnsiTheme="minorHAnsi" w:cstheme="minorHAnsi"/>
          <w:b/>
          <w:color w:val="auto"/>
        </w:rPr>
        <w:t>12-13</w:t>
      </w:r>
      <w:r w:rsidR="003E530D">
        <w:rPr>
          <w:rFonts w:asciiTheme="minorHAnsi" w:hAnsiTheme="minorHAnsi" w:cstheme="minorHAnsi"/>
          <w:b/>
          <w:color w:val="auto"/>
        </w:rPr>
        <w:t xml:space="preserve"> </w:t>
      </w:r>
      <w:r>
        <w:rPr>
          <w:rFonts w:asciiTheme="minorHAnsi" w:hAnsiTheme="minorHAnsi" w:cstheme="minorHAnsi"/>
          <w:b/>
          <w:color w:val="auto"/>
        </w:rPr>
        <w:t xml:space="preserve">December </w:t>
      </w:r>
      <w:r w:rsidR="003E530D">
        <w:rPr>
          <w:rFonts w:asciiTheme="minorHAnsi" w:hAnsiTheme="minorHAnsi" w:cstheme="minorHAnsi"/>
          <w:b/>
          <w:color w:val="auto"/>
        </w:rPr>
        <w:t>2016</w:t>
      </w:r>
    </w:p>
    <w:tbl>
      <w:tblPr>
        <w:tblStyle w:val="TableGrid"/>
        <w:tblW w:w="9923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843"/>
        <w:gridCol w:w="5819"/>
        <w:gridCol w:w="3261"/>
      </w:tblGrid>
      <w:tr w:rsidR="00D545F3" w:rsidRPr="0059629A" w14:paraId="24E37AA3" w14:textId="77777777" w:rsidTr="0078760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843" w:type="dxa"/>
            <w:shd w:val="clear" w:color="auto" w:fill="FBD4B4" w:themeFill="accent6" w:themeFillTint="66"/>
          </w:tcPr>
          <w:p w14:paraId="24E37AA1" w14:textId="77777777" w:rsidR="00D545F3" w:rsidRPr="00BB214A" w:rsidRDefault="00D545F3" w:rsidP="004310E8">
            <w:pPr>
              <w:spacing w:before="120" w:after="24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9080" w:type="dxa"/>
            <w:gridSpan w:val="2"/>
            <w:shd w:val="clear" w:color="auto" w:fill="FBD4B4" w:themeFill="accent6" w:themeFillTint="66"/>
            <w:vAlign w:val="center"/>
          </w:tcPr>
          <w:p w14:paraId="24E37AA2" w14:textId="77777777" w:rsidR="00D545F3" w:rsidRPr="0059629A" w:rsidRDefault="00D545F3" w:rsidP="00CD262E">
            <w:pPr>
              <w:rPr>
                <w:rFonts w:asciiTheme="minorHAnsi" w:hAnsiTheme="minorHAnsi" w:cstheme="minorHAnsi"/>
                <w:b/>
              </w:rPr>
            </w:pPr>
            <w:r w:rsidRPr="0059629A">
              <w:rPr>
                <w:rFonts w:asciiTheme="minorHAnsi" w:hAnsiTheme="minorHAnsi" w:cstheme="minorHAnsi"/>
                <w:b/>
              </w:rPr>
              <w:t>Welcome an</w:t>
            </w:r>
            <w:r w:rsidR="00A73DAD">
              <w:rPr>
                <w:rFonts w:asciiTheme="minorHAnsi" w:hAnsiTheme="minorHAnsi" w:cstheme="minorHAnsi"/>
                <w:b/>
              </w:rPr>
              <w:t>d Opening Remarks – Attendance and</w:t>
            </w:r>
            <w:r w:rsidRPr="0059629A">
              <w:rPr>
                <w:rFonts w:asciiTheme="minorHAnsi" w:hAnsiTheme="minorHAnsi" w:cstheme="minorHAnsi"/>
                <w:b/>
              </w:rPr>
              <w:t xml:space="preserve"> Apologies</w:t>
            </w:r>
            <w:r>
              <w:rPr>
                <w:rFonts w:asciiTheme="minorHAnsi" w:hAnsiTheme="minorHAnsi" w:cstheme="minorHAnsi"/>
                <w:b/>
              </w:rPr>
              <w:t xml:space="preserve"> </w:t>
            </w:r>
          </w:p>
        </w:tc>
      </w:tr>
      <w:tr w:rsidR="00AD715B" w:rsidRPr="007F6FCD" w14:paraId="24E37AA6" w14:textId="77777777" w:rsidTr="007876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843" w:type="dxa"/>
            <w:shd w:val="clear" w:color="auto" w:fill="FBD4B4" w:themeFill="accent6" w:themeFillTint="66"/>
            <w:vAlign w:val="center"/>
          </w:tcPr>
          <w:p w14:paraId="24E37AA4" w14:textId="77777777" w:rsidR="00AD715B" w:rsidRPr="007F6FCD" w:rsidRDefault="00AD715B" w:rsidP="00CD262E">
            <w:pPr>
              <w:spacing w:before="120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1</w:t>
            </w:r>
          </w:p>
        </w:tc>
        <w:tc>
          <w:tcPr>
            <w:tcW w:w="9080" w:type="dxa"/>
            <w:gridSpan w:val="2"/>
            <w:shd w:val="clear" w:color="auto" w:fill="FBD4B4" w:themeFill="accent6" w:themeFillTint="66"/>
            <w:vAlign w:val="center"/>
          </w:tcPr>
          <w:p w14:paraId="24E37AA5" w14:textId="77777777" w:rsidR="00AD715B" w:rsidRPr="007F6FCD" w:rsidRDefault="00AD715B" w:rsidP="00CD262E">
            <w:p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Standing Items</w:t>
            </w:r>
          </w:p>
        </w:tc>
      </w:tr>
      <w:tr w:rsidR="00787608" w:rsidRPr="0059629A" w14:paraId="24E37AAA" w14:textId="77777777" w:rsidTr="004310E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41"/>
        </w:trPr>
        <w:tc>
          <w:tcPr>
            <w:tcW w:w="843" w:type="dxa"/>
            <w:vAlign w:val="center"/>
          </w:tcPr>
          <w:p w14:paraId="24E37AA7" w14:textId="77777777" w:rsidR="00787608" w:rsidRPr="0059629A" w:rsidRDefault="00787608" w:rsidP="001816F2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1.1</w:t>
            </w:r>
          </w:p>
        </w:tc>
        <w:tc>
          <w:tcPr>
            <w:tcW w:w="5819" w:type="dxa"/>
            <w:vAlign w:val="center"/>
          </w:tcPr>
          <w:p w14:paraId="24E37AA8" w14:textId="77777777" w:rsidR="00787608" w:rsidRPr="0059629A" w:rsidRDefault="00787608" w:rsidP="00F952BF">
            <w:pPr>
              <w:spacing w:before="120"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Acknowledgement of Country</w:t>
            </w:r>
          </w:p>
        </w:tc>
        <w:tc>
          <w:tcPr>
            <w:tcW w:w="3261" w:type="dxa"/>
            <w:vAlign w:val="center"/>
          </w:tcPr>
          <w:p w14:paraId="24E37AA9" w14:textId="77777777" w:rsidR="00787608" w:rsidRPr="00F952BF" w:rsidRDefault="00787608" w:rsidP="00F952BF">
            <w:pPr>
              <w:contextualSpacing/>
              <w:jc w:val="center"/>
              <w:rPr>
                <w:rFonts w:asciiTheme="minorHAnsi" w:hAnsiTheme="minorHAnsi" w:cstheme="minorHAnsi"/>
              </w:rPr>
            </w:pPr>
            <w:r w:rsidRPr="00F952BF">
              <w:rPr>
                <w:rFonts w:asciiTheme="minorHAnsi" w:hAnsiTheme="minorHAnsi" w:cstheme="minorHAnsi"/>
                <w:sz w:val="20"/>
                <w:szCs w:val="20"/>
              </w:rPr>
              <w:t>Standing Item</w:t>
            </w:r>
          </w:p>
        </w:tc>
      </w:tr>
      <w:tr w:rsidR="00787608" w:rsidRPr="0059629A" w14:paraId="24E37AAE" w14:textId="77777777" w:rsidTr="004310E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1"/>
        </w:trPr>
        <w:tc>
          <w:tcPr>
            <w:tcW w:w="843" w:type="dxa"/>
            <w:vAlign w:val="center"/>
          </w:tcPr>
          <w:p w14:paraId="24E37AAB" w14:textId="77777777" w:rsidR="00787608" w:rsidRPr="0059629A" w:rsidRDefault="00787608" w:rsidP="00192DAA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1.2</w:t>
            </w:r>
          </w:p>
        </w:tc>
        <w:tc>
          <w:tcPr>
            <w:tcW w:w="5819" w:type="dxa"/>
            <w:vAlign w:val="center"/>
          </w:tcPr>
          <w:p w14:paraId="24E37AAC" w14:textId="77777777" w:rsidR="00787608" w:rsidRPr="0059629A" w:rsidRDefault="00787608" w:rsidP="00192DAA">
            <w:pPr>
              <w:spacing w:before="120"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Disclosure of Interests</w:t>
            </w:r>
          </w:p>
        </w:tc>
        <w:tc>
          <w:tcPr>
            <w:tcW w:w="3261" w:type="dxa"/>
            <w:vAlign w:val="center"/>
          </w:tcPr>
          <w:p w14:paraId="24E37AAD" w14:textId="77777777" w:rsidR="00787608" w:rsidRPr="0059629A" w:rsidRDefault="00787608" w:rsidP="00E23720">
            <w:pPr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Standing Item</w:t>
            </w:r>
          </w:p>
        </w:tc>
      </w:tr>
      <w:tr w:rsidR="00787608" w:rsidRPr="0059629A" w14:paraId="24E37AB2" w14:textId="77777777" w:rsidTr="004310E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41"/>
        </w:trPr>
        <w:tc>
          <w:tcPr>
            <w:tcW w:w="843" w:type="dxa"/>
            <w:vAlign w:val="center"/>
          </w:tcPr>
          <w:p w14:paraId="24E37AAF" w14:textId="77777777" w:rsidR="00787608" w:rsidRPr="0059629A" w:rsidRDefault="00787608" w:rsidP="00192DAA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1.3</w:t>
            </w:r>
          </w:p>
        </w:tc>
        <w:tc>
          <w:tcPr>
            <w:tcW w:w="5819" w:type="dxa"/>
            <w:vAlign w:val="center"/>
          </w:tcPr>
          <w:p w14:paraId="24E37AB0" w14:textId="77777777" w:rsidR="00787608" w:rsidRPr="0059629A" w:rsidRDefault="00787608" w:rsidP="00192DAA">
            <w:pPr>
              <w:spacing w:before="120"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Confirmation of Agenda</w:t>
            </w:r>
          </w:p>
        </w:tc>
        <w:tc>
          <w:tcPr>
            <w:tcW w:w="3261" w:type="dxa"/>
            <w:vAlign w:val="center"/>
          </w:tcPr>
          <w:p w14:paraId="24E37AB1" w14:textId="77777777" w:rsidR="00787608" w:rsidRPr="0059629A" w:rsidRDefault="00787608" w:rsidP="00E23720">
            <w:pPr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Standing Item</w:t>
            </w:r>
          </w:p>
        </w:tc>
      </w:tr>
      <w:tr w:rsidR="00787608" w:rsidRPr="0059629A" w14:paraId="24E37AB6" w14:textId="77777777" w:rsidTr="004310E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1"/>
        </w:trPr>
        <w:tc>
          <w:tcPr>
            <w:tcW w:w="843" w:type="dxa"/>
            <w:vAlign w:val="center"/>
          </w:tcPr>
          <w:p w14:paraId="24E37AB3" w14:textId="77777777" w:rsidR="00787608" w:rsidRPr="0059629A" w:rsidRDefault="00787608" w:rsidP="00192DAA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1.4</w:t>
            </w:r>
          </w:p>
        </w:tc>
        <w:tc>
          <w:tcPr>
            <w:tcW w:w="5819" w:type="dxa"/>
            <w:vAlign w:val="center"/>
          </w:tcPr>
          <w:p w14:paraId="24E37AB4" w14:textId="77777777" w:rsidR="00787608" w:rsidRPr="0059629A" w:rsidRDefault="00787608" w:rsidP="00192DAA">
            <w:pPr>
              <w:spacing w:before="120"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Action Items</w:t>
            </w:r>
          </w:p>
        </w:tc>
        <w:tc>
          <w:tcPr>
            <w:tcW w:w="3261" w:type="dxa"/>
            <w:vAlign w:val="center"/>
          </w:tcPr>
          <w:p w14:paraId="24E37AB5" w14:textId="77777777" w:rsidR="00787608" w:rsidRPr="0059629A" w:rsidRDefault="00787608" w:rsidP="00E23720">
            <w:pPr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Standing Item</w:t>
            </w:r>
          </w:p>
        </w:tc>
      </w:tr>
      <w:tr w:rsidR="00787608" w:rsidRPr="0059629A" w14:paraId="24E37ABA" w14:textId="77777777" w:rsidTr="004310E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41"/>
        </w:trPr>
        <w:tc>
          <w:tcPr>
            <w:tcW w:w="843" w:type="dxa"/>
            <w:vAlign w:val="center"/>
          </w:tcPr>
          <w:p w14:paraId="24E37AB7" w14:textId="77777777" w:rsidR="00787608" w:rsidRPr="0059629A" w:rsidRDefault="00787608" w:rsidP="00192DAA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1.5</w:t>
            </w:r>
          </w:p>
        </w:tc>
        <w:tc>
          <w:tcPr>
            <w:tcW w:w="5819" w:type="dxa"/>
            <w:vAlign w:val="center"/>
          </w:tcPr>
          <w:p w14:paraId="24E37AB8" w14:textId="77777777" w:rsidR="00787608" w:rsidRPr="0059629A" w:rsidRDefault="00787608" w:rsidP="00192DAA">
            <w:pPr>
              <w:spacing w:before="120"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Confirmation of Out-of-Session Decisions</w:t>
            </w:r>
          </w:p>
        </w:tc>
        <w:tc>
          <w:tcPr>
            <w:tcW w:w="3261" w:type="dxa"/>
            <w:vAlign w:val="center"/>
          </w:tcPr>
          <w:p w14:paraId="24E37AB9" w14:textId="77777777" w:rsidR="00787608" w:rsidRPr="0059629A" w:rsidRDefault="00787608" w:rsidP="00E23720">
            <w:pPr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Standing Item</w:t>
            </w:r>
          </w:p>
        </w:tc>
      </w:tr>
      <w:tr w:rsidR="00787608" w:rsidRPr="0059629A" w14:paraId="24E37ABE" w14:textId="77777777" w:rsidTr="004310E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1"/>
        </w:trPr>
        <w:tc>
          <w:tcPr>
            <w:tcW w:w="843" w:type="dxa"/>
            <w:vAlign w:val="center"/>
          </w:tcPr>
          <w:p w14:paraId="24E37ABB" w14:textId="77777777" w:rsidR="00787608" w:rsidRPr="0059629A" w:rsidRDefault="00787608" w:rsidP="00192DAA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1.6</w:t>
            </w:r>
          </w:p>
        </w:tc>
        <w:tc>
          <w:tcPr>
            <w:tcW w:w="5819" w:type="dxa"/>
            <w:vAlign w:val="center"/>
          </w:tcPr>
          <w:p w14:paraId="24E37ABC" w14:textId="77777777" w:rsidR="00787608" w:rsidRPr="0059629A" w:rsidRDefault="00787608" w:rsidP="00192DAA">
            <w:pPr>
              <w:spacing w:before="120"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Correspondence</w:t>
            </w:r>
          </w:p>
        </w:tc>
        <w:tc>
          <w:tcPr>
            <w:tcW w:w="3261" w:type="dxa"/>
            <w:vAlign w:val="center"/>
          </w:tcPr>
          <w:p w14:paraId="24E37ABD" w14:textId="77777777" w:rsidR="00787608" w:rsidRPr="0059629A" w:rsidRDefault="00787608" w:rsidP="00E23720">
            <w:pPr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Standing Item</w:t>
            </w:r>
          </w:p>
        </w:tc>
      </w:tr>
      <w:tr w:rsidR="00787608" w:rsidRPr="0059629A" w14:paraId="24E37AC2" w14:textId="77777777" w:rsidTr="004310E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41"/>
        </w:trPr>
        <w:tc>
          <w:tcPr>
            <w:tcW w:w="843" w:type="dxa"/>
            <w:vAlign w:val="center"/>
          </w:tcPr>
          <w:p w14:paraId="24E37ABF" w14:textId="77777777" w:rsidR="00787608" w:rsidRPr="00581622" w:rsidRDefault="00787608" w:rsidP="00A108BD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 w:rsidRPr="00581622">
              <w:rPr>
                <w:rFonts w:asciiTheme="minorHAnsi" w:hAnsiTheme="minorHAnsi" w:cstheme="minorHAnsi"/>
              </w:rPr>
              <w:t>1.7</w:t>
            </w:r>
          </w:p>
        </w:tc>
        <w:tc>
          <w:tcPr>
            <w:tcW w:w="5819" w:type="dxa"/>
            <w:vAlign w:val="center"/>
          </w:tcPr>
          <w:p w14:paraId="24E37AC0" w14:textId="77777777" w:rsidR="00787608" w:rsidRPr="00581622" w:rsidRDefault="00787608" w:rsidP="00A108BD">
            <w:pPr>
              <w:spacing w:before="120" w:after="120"/>
              <w:rPr>
                <w:rFonts w:asciiTheme="minorHAnsi" w:hAnsiTheme="minorHAnsi" w:cstheme="minorHAnsi"/>
              </w:rPr>
            </w:pPr>
            <w:r w:rsidRPr="00581622">
              <w:rPr>
                <w:rFonts w:asciiTheme="minorHAnsi" w:hAnsiTheme="minorHAnsi" w:cstheme="minorHAnsi"/>
              </w:rPr>
              <w:t>Environmental Scan</w:t>
            </w:r>
          </w:p>
        </w:tc>
        <w:tc>
          <w:tcPr>
            <w:tcW w:w="3261" w:type="dxa"/>
            <w:vAlign w:val="center"/>
          </w:tcPr>
          <w:p w14:paraId="24E37AC1" w14:textId="77777777" w:rsidR="00787608" w:rsidRPr="00581622" w:rsidRDefault="00787608" w:rsidP="00A108BD">
            <w:pPr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81622">
              <w:rPr>
                <w:rFonts w:asciiTheme="minorHAnsi" w:hAnsiTheme="minorHAnsi" w:cstheme="minorHAnsi"/>
                <w:sz w:val="20"/>
                <w:szCs w:val="20"/>
              </w:rPr>
              <w:t>Standing Item</w:t>
            </w:r>
          </w:p>
        </w:tc>
      </w:tr>
      <w:tr w:rsidR="007E1C18" w:rsidRPr="0059629A" w14:paraId="24E37AC6" w14:textId="77777777" w:rsidTr="004310E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1"/>
        </w:trPr>
        <w:tc>
          <w:tcPr>
            <w:tcW w:w="843" w:type="dxa"/>
            <w:vAlign w:val="center"/>
          </w:tcPr>
          <w:p w14:paraId="24E37AC3" w14:textId="77777777" w:rsidR="007E1C18" w:rsidRDefault="007E1C18" w:rsidP="006E668F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1.8</w:t>
            </w:r>
          </w:p>
        </w:tc>
        <w:tc>
          <w:tcPr>
            <w:tcW w:w="5819" w:type="dxa"/>
            <w:vAlign w:val="center"/>
          </w:tcPr>
          <w:p w14:paraId="24E37AC4" w14:textId="77777777" w:rsidR="007E1C18" w:rsidRDefault="007E1C18" w:rsidP="006E668F">
            <w:pPr>
              <w:spacing w:before="120"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Forward Planning Agenda</w:t>
            </w:r>
          </w:p>
        </w:tc>
        <w:tc>
          <w:tcPr>
            <w:tcW w:w="3261" w:type="dxa"/>
            <w:vAlign w:val="center"/>
          </w:tcPr>
          <w:p w14:paraId="24E37AC5" w14:textId="77777777" w:rsidR="007E1C18" w:rsidRDefault="007E1C18" w:rsidP="006E668F">
            <w:pPr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Standing Item</w:t>
            </w:r>
          </w:p>
        </w:tc>
      </w:tr>
      <w:tr w:rsidR="002B374E" w:rsidRPr="0059629A" w14:paraId="24E37AC9" w14:textId="77777777" w:rsidTr="002B374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41"/>
        </w:trPr>
        <w:tc>
          <w:tcPr>
            <w:tcW w:w="843" w:type="dxa"/>
            <w:shd w:val="clear" w:color="auto" w:fill="FBD4B4" w:themeFill="accent6" w:themeFillTint="66"/>
            <w:vAlign w:val="center"/>
          </w:tcPr>
          <w:p w14:paraId="24E37AC7" w14:textId="77777777" w:rsidR="002B374E" w:rsidRDefault="002B374E" w:rsidP="006E668F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 w:rsidRPr="002B374E">
              <w:rPr>
                <w:rFonts w:asciiTheme="minorHAnsi" w:hAnsiTheme="minorHAnsi" w:cstheme="minorHAnsi"/>
                <w:b/>
              </w:rPr>
              <w:t>2</w:t>
            </w:r>
          </w:p>
        </w:tc>
        <w:tc>
          <w:tcPr>
            <w:tcW w:w="9080" w:type="dxa"/>
            <w:gridSpan w:val="2"/>
            <w:shd w:val="clear" w:color="auto" w:fill="FBD4B4" w:themeFill="accent6" w:themeFillTint="66"/>
            <w:vAlign w:val="center"/>
          </w:tcPr>
          <w:p w14:paraId="24E37AC8" w14:textId="77777777" w:rsidR="002B374E" w:rsidRPr="002B374E" w:rsidRDefault="002B374E" w:rsidP="002B374E">
            <w:p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Advice</w:t>
            </w:r>
          </w:p>
        </w:tc>
      </w:tr>
      <w:tr w:rsidR="002B374E" w:rsidRPr="0059629A" w14:paraId="24E37ACD" w14:textId="77777777" w:rsidTr="004310E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1"/>
        </w:trPr>
        <w:tc>
          <w:tcPr>
            <w:tcW w:w="843" w:type="dxa"/>
            <w:vAlign w:val="center"/>
          </w:tcPr>
          <w:p w14:paraId="24E37ACA" w14:textId="77777777" w:rsidR="002B374E" w:rsidRDefault="002B374E" w:rsidP="009531CF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2.1</w:t>
            </w:r>
          </w:p>
        </w:tc>
        <w:tc>
          <w:tcPr>
            <w:tcW w:w="5819" w:type="dxa"/>
            <w:vAlign w:val="center"/>
          </w:tcPr>
          <w:p w14:paraId="24E37ACB" w14:textId="5361F691" w:rsidR="002B374E" w:rsidRDefault="00D406DF" w:rsidP="009531CF">
            <w:pPr>
              <w:spacing w:before="120"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New Acland Coal Mine Stage 3</w:t>
            </w:r>
          </w:p>
        </w:tc>
        <w:tc>
          <w:tcPr>
            <w:tcW w:w="3261" w:type="dxa"/>
            <w:vAlign w:val="center"/>
          </w:tcPr>
          <w:p w14:paraId="24E37ACC" w14:textId="647214E5" w:rsidR="002B374E" w:rsidRDefault="00F517F4" w:rsidP="006E668F">
            <w:pPr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For Decision</w:t>
            </w:r>
          </w:p>
        </w:tc>
      </w:tr>
      <w:tr w:rsidR="002B374E" w:rsidRPr="007F6FCD" w14:paraId="24E37AD0" w14:textId="77777777" w:rsidTr="0078760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843" w:type="dxa"/>
            <w:shd w:val="clear" w:color="auto" w:fill="FBD4B4" w:themeFill="accent6" w:themeFillTint="66"/>
            <w:vAlign w:val="center"/>
          </w:tcPr>
          <w:p w14:paraId="24E37ACE" w14:textId="77777777" w:rsidR="002B374E" w:rsidRDefault="002B374E" w:rsidP="007E1C18">
            <w:pPr>
              <w:spacing w:before="120" w:after="120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3</w:t>
            </w:r>
          </w:p>
        </w:tc>
        <w:tc>
          <w:tcPr>
            <w:tcW w:w="9080" w:type="dxa"/>
            <w:gridSpan w:val="2"/>
            <w:shd w:val="clear" w:color="auto" w:fill="FBD4B4" w:themeFill="accent6" w:themeFillTint="66"/>
            <w:vAlign w:val="center"/>
          </w:tcPr>
          <w:p w14:paraId="24E37ACF" w14:textId="77777777" w:rsidR="002B374E" w:rsidRDefault="002B374E" w:rsidP="00687833">
            <w:p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Bioregional Assessments</w:t>
            </w:r>
          </w:p>
        </w:tc>
      </w:tr>
      <w:tr w:rsidR="002B374E" w:rsidRPr="0059629A" w14:paraId="24E37AD4" w14:textId="77777777" w:rsidTr="004310E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1"/>
        </w:trPr>
        <w:tc>
          <w:tcPr>
            <w:tcW w:w="843" w:type="dxa"/>
            <w:vAlign w:val="center"/>
          </w:tcPr>
          <w:p w14:paraId="24E37AD1" w14:textId="77777777" w:rsidR="002B374E" w:rsidRPr="0059629A" w:rsidRDefault="002B374E" w:rsidP="00687833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3.1</w:t>
            </w:r>
          </w:p>
        </w:tc>
        <w:tc>
          <w:tcPr>
            <w:tcW w:w="5819" w:type="dxa"/>
            <w:vAlign w:val="center"/>
          </w:tcPr>
          <w:p w14:paraId="24E37AD2" w14:textId="77777777" w:rsidR="002B374E" w:rsidRPr="0059629A" w:rsidRDefault="002B374E" w:rsidP="002B374E">
            <w:pPr>
              <w:spacing w:before="120"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Bioregional Assessments Update</w:t>
            </w:r>
          </w:p>
        </w:tc>
        <w:tc>
          <w:tcPr>
            <w:tcW w:w="3261" w:type="dxa"/>
            <w:vAlign w:val="center"/>
          </w:tcPr>
          <w:p w14:paraId="24E37AD3" w14:textId="77777777" w:rsidR="002B374E" w:rsidRPr="0059629A" w:rsidRDefault="002B374E" w:rsidP="00687833">
            <w:pPr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Standing Item</w:t>
            </w:r>
          </w:p>
        </w:tc>
      </w:tr>
      <w:tr w:rsidR="002B374E" w:rsidRPr="007F6FCD" w14:paraId="24E37AD7" w14:textId="77777777" w:rsidTr="006E668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843" w:type="dxa"/>
            <w:shd w:val="clear" w:color="auto" w:fill="FBD4B4" w:themeFill="accent6" w:themeFillTint="66"/>
            <w:vAlign w:val="center"/>
          </w:tcPr>
          <w:p w14:paraId="24E37AD5" w14:textId="77777777" w:rsidR="002B374E" w:rsidRPr="007F6FCD" w:rsidRDefault="002B374E" w:rsidP="006E668F">
            <w:pPr>
              <w:spacing w:before="120" w:after="120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4</w:t>
            </w:r>
          </w:p>
        </w:tc>
        <w:tc>
          <w:tcPr>
            <w:tcW w:w="9080" w:type="dxa"/>
            <w:gridSpan w:val="2"/>
            <w:shd w:val="clear" w:color="auto" w:fill="FBD4B4" w:themeFill="accent6" w:themeFillTint="66"/>
            <w:vAlign w:val="center"/>
          </w:tcPr>
          <w:p w14:paraId="24E37AD6" w14:textId="77777777" w:rsidR="002B374E" w:rsidRPr="007F6FCD" w:rsidRDefault="002B374E" w:rsidP="006E668F">
            <w:p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Research</w:t>
            </w:r>
          </w:p>
        </w:tc>
      </w:tr>
      <w:tr w:rsidR="002B374E" w:rsidRPr="0059629A" w14:paraId="24E37ADB" w14:textId="77777777" w:rsidTr="006E66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1"/>
        </w:trPr>
        <w:tc>
          <w:tcPr>
            <w:tcW w:w="843" w:type="dxa"/>
            <w:vAlign w:val="center"/>
          </w:tcPr>
          <w:p w14:paraId="24E37AD8" w14:textId="77777777" w:rsidR="002B374E" w:rsidRPr="0059629A" w:rsidRDefault="002B374E" w:rsidP="006E668F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4.1</w:t>
            </w:r>
          </w:p>
        </w:tc>
        <w:tc>
          <w:tcPr>
            <w:tcW w:w="5819" w:type="dxa"/>
            <w:vAlign w:val="center"/>
          </w:tcPr>
          <w:p w14:paraId="24E37AD9" w14:textId="77777777" w:rsidR="002B374E" w:rsidRPr="0059629A" w:rsidRDefault="002B374E" w:rsidP="006E668F">
            <w:pPr>
              <w:spacing w:before="120"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Research update</w:t>
            </w:r>
          </w:p>
        </w:tc>
        <w:tc>
          <w:tcPr>
            <w:tcW w:w="3261" w:type="dxa"/>
            <w:vAlign w:val="center"/>
          </w:tcPr>
          <w:p w14:paraId="24E37ADA" w14:textId="77777777" w:rsidR="002B374E" w:rsidRPr="0059629A" w:rsidRDefault="002B374E" w:rsidP="006E668F">
            <w:pPr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Standing Item</w:t>
            </w:r>
          </w:p>
        </w:tc>
      </w:tr>
      <w:tr w:rsidR="00D406DF" w:rsidRPr="0059629A" w14:paraId="43FF4A4F" w14:textId="77777777" w:rsidTr="006E668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41"/>
        </w:trPr>
        <w:tc>
          <w:tcPr>
            <w:tcW w:w="843" w:type="dxa"/>
            <w:vAlign w:val="center"/>
          </w:tcPr>
          <w:p w14:paraId="7A99FD67" w14:textId="04427E37" w:rsidR="00D406DF" w:rsidRDefault="00D406DF" w:rsidP="006E668F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4.2</w:t>
            </w:r>
          </w:p>
        </w:tc>
        <w:tc>
          <w:tcPr>
            <w:tcW w:w="5819" w:type="dxa"/>
            <w:vAlign w:val="center"/>
          </w:tcPr>
          <w:p w14:paraId="009B4DC3" w14:textId="686EA024" w:rsidR="00D406DF" w:rsidRDefault="00D406DF" w:rsidP="006E668F">
            <w:pPr>
              <w:spacing w:before="120"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Presentation – Bore and well induced inter-aquifer groundwater connectivity</w:t>
            </w:r>
          </w:p>
        </w:tc>
        <w:tc>
          <w:tcPr>
            <w:tcW w:w="3261" w:type="dxa"/>
            <w:vAlign w:val="center"/>
          </w:tcPr>
          <w:p w14:paraId="6102D055" w14:textId="24F344E0" w:rsidR="00D406DF" w:rsidRDefault="00D406DF" w:rsidP="006E668F">
            <w:pPr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For Information</w:t>
            </w:r>
          </w:p>
        </w:tc>
      </w:tr>
      <w:tr w:rsidR="002B374E" w:rsidRPr="007F6FCD" w14:paraId="24E37AE2" w14:textId="77777777" w:rsidTr="004310E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843" w:type="dxa"/>
            <w:shd w:val="clear" w:color="auto" w:fill="FBD4B4" w:themeFill="accent6" w:themeFillTint="66"/>
            <w:vAlign w:val="center"/>
          </w:tcPr>
          <w:p w14:paraId="24E37AE0" w14:textId="77777777" w:rsidR="002B374E" w:rsidRPr="007F6FCD" w:rsidRDefault="002B374E" w:rsidP="00AC2E40">
            <w:pPr>
              <w:spacing w:before="120" w:after="120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5</w:t>
            </w:r>
          </w:p>
        </w:tc>
        <w:tc>
          <w:tcPr>
            <w:tcW w:w="9080" w:type="dxa"/>
            <w:gridSpan w:val="2"/>
            <w:shd w:val="clear" w:color="auto" w:fill="FBD4B4" w:themeFill="accent6" w:themeFillTint="66"/>
            <w:vAlign w:val="center"/>
          </w:tcPr>
          <w:p w14:paraId="24E37AE1" w14:textId="77777777" w:rsidR="002B374E" w:rsidRPr="007F6FCD" w:rsidRDefault="002B374E" w:rsidP="00AC2E40">
            <w:p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 xml:space="preserve">Other Business </w:t>
            </w:r>
          </w:p>
        </w:tc>
      </w:tr>
      <w:tr w:rsidR="002B374E" w:rsidRPr="0059629A" w14:paraId="24E37AE6" w14:textId="77777777" w:rsidTr="004310E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41"/>
        </w:trPr>
        <w:tc>
          <w:tcPr>
            <w:tcW w:w="843" w:type="dxa"/>
            <w:vAlign w:val="center"/>
          </w:tcPr>
          <w:p w14:paraId="24E37AE3" w14:textId="77777777" w:rsidR="002B374E" w:rsidRPr="009C21C6" w:rsidRDefault="002B374E" w:rsidP="007E1C18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5.1</w:t>
            </w:r>
          </w:p>
        </w:tc>
        <w:tc>
          <w:tcPr>
            <w:tcW w:w="5819" w:type="dxa"/>
            <w:vAlign w:val="center"/>
          </w:tcPr>
          <w:p w14:paraId="24E37AE4" w14:textId="77777777" w:rsidR="002B374E" w:rsidRPr="009C21C6" w:rsidRDefault="002B374E" w:rsidP="006E668F">
            <w:pPr>
              <w:spacing w:before="120"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Meeting Summary</w:t>
            </w:r>
          </w:p>
        </w:tc>
        <w:tc>
          <w:tcPr>
            <w:tcW w:w="3261" w:type="dxa"/>
            <w:vAlign w:val="center"/>
          </w:tcPr>
          <w:p w14:paraId="24E37AE5" w14:textId="77777777" w:rsidR="002B374E" w:rsidRDefault="002B374E" w:rsidP="006E668F">
            <w:pPr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For Discussion</w:t>
            </w:r>
          </w:p>
        </w:tc>
      </w:tr>
      <w:tr w:rsidR="00D406DF" w:rsidRPr="0059629A" w14:paraId="6A047A10" w14:textId="77777777" w:rsidTr="004310E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1"/>
        </w:trPr>
        <w:tc>
          <w:tcPr>
            <w:tcW w:w="843" w:type="dxa"/>
            <w:vAlign w:val="center"/>
          </w:tcPr>
          <w:p w14:paraId="6CC11E24" w14:textId="1012A612" w:rsidR="00D406DF" w:rsidRDefault="00D406DF" w:rsidP="006E668F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5.2</w:t>
            </w:r>
          </w:p>
        </w:tc>
        <w:tc>
          <w:tcPr>
            <w:tcW w:w="5819" w:type="dxa"/>
            <w:vAlign w:val="center"/>
          </w:tcPr>
          <w:p w14:paraId="47AE431D" w14:textId="5838C09B" w:rsidR="00D406DF" w:rsidRDefault="00D406DF" w:rsidP="006E668F">
            <w:pPr>
              <w:spacing w:before="120"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Presentation – Regulating the cumulative impacts of groundwater withdrawals: Australia and further afield</w:t>
            </w:r>
          </w:p>
        </w:tc>
        <w:tc>
          <w:tcPr>
            <w:tcW w:w="3261" w:type="dxa"/>
            <w:vAlign w:val="center"/>
          </w:tcPr>
          <w:p w14:paraId="03518914" w14:textId="1441F232" w:rsidR="00D406DF" w:rsidRDefault="00D406DF" w:rsidP="006E668F">
            <w:pPr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For Information</w:t>
            </w:r>
          </w:p>
        </w:tc>
      </w:tr>
      <w:tr w:rsidR="002B374E" w:rsidRPr="0059629A" w14:paraId="24E37AEA" w14:textId="77777777" w:rsidTr="004310E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41"/>
        </w:trPr>
        <w:tc>
          <w:tcPr>
            <w:tcW w:w="843" w:type="dxa"/>
            <w:vAlign w:val="center"/>
          </w:tcPr>
          <w:p w14:paraId="24E37AE7" w14:textId="23C9CEE3" w:rsidR="002B374E" w:rsidRDefault="00D406DF" w:rsidP="006E668F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5.3</w:t>
            </w:r>
          </w:p>
        </w:tc>
        <w:tc>
          <w:tcPr>
            <w:tcW w:w="5819" w:type="dxa"/>
            <w:vAlign w:val="center"/>
          </w:tcPr>
          <w:p w14:paraId="24E37AE8" w14:textId="20A364C9" w:rsidR="002B374E" w:rsidRDefault="00F517F4" w:rsidP="006E668F">
            <w:pPr>
              <w:spacing w:before="120"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Groundwater Modelling Uncertainity</w:t>
            </w:r>
          </w:p>
        </w:tc>
        <w:tc>
          <w:tcPr>
            <w:tcW w:w="3261" w:type="dxa"/>
            <w:vAlign w:val="center"/>
          </w:tcPr>
          <w:p w14:paraId="24E37AE9" w14:textId="5F8C6845" w:rsidR="002B374E" w:rsidRDefault="003E530D" w:rsidP="006E668F">
            <w:pPr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For Discussion</w:t>
            </w:r>
          </w:p>
        </w:tc>
      </w:tr>
      <w:tr w:rsidR="00D406DF" w:rsidRPr="0059629A" w14:paraId="105C2CB1" w14:textId="77777777" w:rsidTr="004310E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1"/>
        </w:trPr>
        <w:tc>
          <w:tcPr>
            <w:tcW w:w="843" w:type="dxa"/>
            <w:vAlign w:val="center"/>
          </w:tcPr>
          <w:p w14:paraId="301F26B1" w14:textId="1E4835C7" w:rsidR="00D406DF" w:rsidRDefault="00D406DF" w:rsidP="006E668F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5.4</w:t>
            </w:r>
          </w:p>
        </w:tc>
        <w:tc>
          <w:tcPr>
            <w:tcW w:w="5819" w:type="dxa"/>
            <w:vAlign w:val="center"/>
          </w:tcPr>
          <w:p w14:paraId="361C11AB" w14:textId="5343DF45" w:rsidR="00D406DF" w:rsidRDefault="00D406DF" w:rsidP="006E668F">
            <w:pPr>
              <w:spacing w:before="120"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Arrangement for new IESC Chair</w:t>
            </w:r>
          </w:p>
        </w:tc>
        <w:tc>
          <w:tcPr>
            <w:tcW w:w="3261" w:type="dxa"/>
            <w:vAlign w:val="center"/>
          </w:tcPr>
          <w:p w14:paraId="6DDE9DE4" w14:textId="6DD93AF2" w:rsidR="00D406DF" w:rsidRDefault="00D406DF" w:rsidP="006E668F">
            <w:pPr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For Information</w:t>
            </w:r>
          </w:p>
        </w:tc>
      </w:tr>
    </w:tbl>
    <w:p w14:paraId="24E37AEB" w14:textId="77777777" w:rsidR="00C54C44" w:rsidRDefault="00C54C44"/>
    <w:sectPr w:rsidR="00C54C44" w:rsidSect="00787608">
      <w:headerReference w:type="even" r:id="rId7"/>
      <w:footerReference w:type="default" r:id="rId8"/>
      <w:footerReference w:type="first" r:id="rId9"/>
      <w:pgSz w:w="11906" w:h="16838" w:code="9"/>
      <w:pgMar w:top="284" w:right="567" w:bottom="284" w:left="567" w:header="425" w:footer="15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4E37AEE" w14:textId="77777777" w:rsidR="00787608" w:rsidRDefault="00787608" w:rsidP="00A60185">
      <w:r>
        <w:separator/>
      </w:r>
    </w:p>
  </w:endnote>
  <w:endnote w:type="continuationSeparator" w:id="0">
    <w:p w14:paraId="24E37AEF" w14:textId="77777777" w:rsidR="00787608" w:rsidRDefault="00787608" w:rsidP="00A601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96297"/>
      <w:docPartObj>
        <w:docPartGallery w:val="Page Numbers (Bottom of Page)"/>
        <w:docPartUnique/>
      </w:docPartObj>
    </w:sdtPr>
    <w:sdtEndPr/>
    <w:sdtContent>
      <w:sdt>
        <w:sdtPr>
          <w:id w:val="565050523"/>
          <w:docPartObj>
            <w:docPartGallery w:val="Page Numbers (Top of Page)"/>
            <w:docPartUnique/>
          </w:docPartObj>
        </w:sdtPr>
        <w:sdtEndPr/>
        <w:sdtContent>
          <w:p w14:paraId="24E37AF1" w14:textId="77777777" w:rsidR="00787608" w:rsidRDefault="00787608">
            <w:pPr>
              <w:pStyle w:val="Footer"/>
              <w:jc w:val="right"/>
            </w:pPr>
            <w:r w:rsidRPr="0015708C">
              <w:rPr>
                <w:rFonts w:asciiTheme="minorHAnsi" w:hAnsiTheme="minorHAnsi"/>
              </w:rPr>
              <w:t xml:space="preserve">Page </w:t>
            </w:r>
            <w:r w:rsidR="00E31520" w:rsidRPr="0015708C">
              <w:rPr>
                <w:rFonts w:asciiTheme="minorHAnsi" w:hAnsiTheme="minorHAnsi"/>
                <w:b/>
              </w:rPr>
              <w:fldChar w:fldCharType="begin"/>
            </w:r>
            <w:r w:rsidRPr="0015708C">
              <w:rPr>
                <w:rFonts w:asciiTheme="minorHAnsi" w:hAnsiTheme="minorHAnsi"/>
                <w:b/>
              </w:rPr>
              <w:instrText xml:space="preserve"> PAGE </w:instrText>
            </w:r>
            <w:r w:rsidR="00E31520" w:rsidRPr="0015708C">
              <w:rPr>
                <w:rFonts w:asciiTheme="minorHAnsi" w:hAnsiTheme="minorHAnsi"/>
                <w:b/>
              </w:rPr>
              <w:fldChar w:fldCharType="separate"/>
            </w:r>
            <w:r w:rsidR="00F04319">
              <w:rPr>
                <w:rFonts w:asciiTheme="minorHAnsi" w:hAnsiTheme="minorHAnsi"/>
                <w:b/>
                <w:noProof/>
              </w:rPr>
              <w:t>1</w:t>
            </w:r>
            <w:r w:rsidR="00E31520" w:rsidRPr="0015708C">
              <w:rPr>
                <w:rFonts w:asciiTheme="minorHAnsi" w:hAnsiTheme="minorHAnsi"/>
                <w:b/>
              </w:rPr>
              <w:fldChar w:fldCharType="end"/>
            </w:r>
            <w:r w:rsidRPr="0015708C">
              <w:rPr>
                <w:rFonts w:asciiTheme="minorHAnsi" w:hAnsiTheme="minorHAnsi"/>
              </w:rPr>
              <w:t xml:space="preserve"> of </w:t>
            </w:r>
            <w:r w:rsidR="00E31520" w:rsidRPr="0015708C">
              <w:rPr>
                <w:rFonts w:asciiTheme="minorHAnsi" w:hAnsiTheme="minorHAnsi"/>
                <w:b/>
              </w:rPr>
              <w:fldChar w:fldCharType="begin"/>
            </w:r>
            <w:r w:rsidRPr="0015708C">
              <w:rPr>
                <w:rFonts w:asciiTheme="minorHAnsi" w:hAnsiTheme="minorHAnsi"/>
                <w:b/>
              </w:rPr>
              <w:instrText xml:space="preserve"> NUMPAGES  </w:instrText>
            </w:r>
            <w:r w:rsidR="00E31520" w:rsidRPr="0015708C">
              <w:rPr>
                <w:rFonts w:asciiTheme="minorHAnsi" w:hAnsiTheme="minorHAnsi"/>
                <w:b/>
              </w:rPr>
              <w:fldChar w:fldCharType="separate"/>
            </w:r>
            <w:r w:rsidR="00F04319">
              <w:rPr>
                <w:rFonts w:asciiTheme="minorHAnsi" w:hAnsiTheme="minorHAnsi"/>
                <w:b/>
                <w:noProof/>
              </w:rPr>
              <w:t>1</w:t>
            </w:r>
            <w:r w:rsidR="00E31520" w:rsidRPr="0015708C">
              <w:rPr>
                <w:rFonts w:asciiTheme="minorHAnsi" w:hAnsiTheme="minorHAnsi"/>
                <w:b/>
              </w:rPr>
              <w:fldChar w:fldCharType="end"/>
            </w:r>
          </w:p>
        </w:sdtContent>
      </w:sdt>
    </w:sdtContent>
  </w:sdt>
  <w:p w14:paraId="24E37AF2" w14:textId="77777777" w:rsidR="00787608" w:rsidRDefault="00787608" w:rsidP="005A462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inorHAnsi" w:hAnsiTheme="minorHAnsi" w:cstheme="minorHAnsi"/>
        <w:sz w:val="22"/>
        <w:szCs w:val="22"/>
      </w:rPr>
      <w:id w:val="26438722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  <w:sz w:val="22"/>
            <w:szCs w:val="22"/>
          </w:rPr>
          <w:id w:val="26438723"/>
          <w:docPartObj>
            <w:docPartGallery w:val="Page Numbers (Top of Page)"/>
            <w:docPartUnique/>
          </w:docPartObj>
        </w:sdtPr>
        <w:sdtEndPr/>
        <w:sdtContent>
          <w:p w14:paraId="24E37AF3" w14:textId="77777777" w:rsidR="00787608" w:rsidRPr="0006200E" w:rsidRDefault="00787608" w:rsidP="00BE103C">
            <w:pPr>
              <w:pStyle w:val="Footer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4D449F">
              <w:rPr>
                <w:rFonts w:asciiTheme="minorHAnsi" w:hAnsiTheme="minorHAnsi" w:cstheme="minorHAnsi"/>
                <w:sz w:val="22"/>
                <w:szCs w:val="22"/>
              </w:rPr>
              <w:t xml:space="preserve">Page </w:t>
            </w:r>
            <w:r w:rsidR="00E31520" w:rsidRPr="004D449F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begin"/>
            </w:r>
            <w:r w:rsidRPr="004D449F">
              <w:rPr>
                <w:rFonts w:asciiTheme="minorHAnsi" w:hAnsiTheme="minorHAnsi" w:cstheme="minorHAnsi"/>
                <w:b/>
                <w:sz w:val="22"/>
                <w:szCs w:val="22"/>
              </w:rPr>
              <w:instrText xml:space="preserve"> PAGE </w:instrText>
            </w:r>
            <w:r w:rsidR="00E31520" w:rsidRPr="004D449F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1</w:t>
            </w:r>
            <w:r w:rsidR="00E31520" w:rsidRPr="004D449F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end"/>
            </w:r>
            <w:r w:rsidRPr="004D449F">
              <w:rPr>
                <w:rFonts w:asciiTheme="minorHAnsi" w:hAnsiTheme="minorHAnsi" w:cstheme="minorHAnsi"/>
                <w:sz w:val="22"/>
                <w:szCs w:val="22"/>
              </w:rPr>
              <w:t xml:space="preserve"> of </w:t>
            </w:r>
            <w:r w:rsidR="00E31520" w:rsidRPr="004D449F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begin"/>
            </w:r>
            <w:r w:rsidRPr="004D449F">
              <w:rPr>
                <w:rFonts w:asciiTheme="minorHAnsi" w:hAnsiTheme="minorHAnsi" w:cstheme="minorHAnsi"/>
                <w:b/>
                <w:sz w:val="22"/>
                <w:szCs w:val="22"/>
              </w:rPr>
              <w:instrText xml:space="preserve"> NUMPAGES  </w:instrText>
            </w:r>
            <w:r w:rsidR="00E31520" w:rsidRPr="004D449F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separate"/>
            </w:r>
            <w:r w:rsidR="00C51C04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1</w:t>
            </w:r>
            <w:r w:rsidR="00E31520" w:rsidRPr="004D449F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end"/>
            </w:r>
          </w:p>
        </w:sdtContent>
      </w:sdt>
    </w:sdtContent>
  </w:sdt>
  <w:p w14:paraId="24E37AF4" w14:textId="77777777" w:rsidR="00787608" w:rsidRDefault="0078760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4E37AEC" w14:textId="77777777" w:rsidR="00787608" w:rsidRDefault="00787608" w:rsidP="00A60185">
      <w:r>
        <w:separator/>
      </w:r>
    </w:p>
  </w:footnote>
  <w:footnote w:type="continuationSeparator" w:id="0">
    <w:p w14:paraId="24E37AED" w14:textId="77777777" w:rsidR="00787608" w:rsidRDefault="00787608" w:rsidP="00A6018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4E37AF0" w14:textId="77777777" w:rsidR="00787608" w:rsidRDefault="00E31520" w:rsidP="00E45765">
    <w:pPr>
      <w:pStyle w:val="Classification"/>
    </w:pPr>
    <w:r>
      <w:fldChar w:fldCharType="begin"/>
    </w:r>
    <w:r w:rsidR="00787608">
      <w:instrText xml:space="preserve"> DOCPROPERTY SecurityClassification \* MERGEFORMAT </w:instrText>
    </w:r>
    <w:r>
      <w:fldChar w:fldCharType="separate"/>
    </w:r>
    <w:r w:rsidR="00C51C04">
      <w:rPr>
        <w:b/>
        <w:bCs/>
        <w:lang w:val="en-US"/>
      </w:rPr>
      <w:t>Error! Unknown document property name.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32DB9"/>
    <w:multiLevelType w:val="multilevel"/>
    <w:tmpl w:val="E5E89F92"/>
    <w:styleLink w:val="BulletList"/>
    <w:lvl w:ilvl="0">
      <w:start w:val="1"/>
      <w:numFmt w:val="bullet"/>
      <w:pStyle w:val="ListBullet"/>
      <w:lvlText w:val=""/>
      <w:lvlJc w:val="left"/>
      <w:pPr>
        <w:ind w:left="450" w:hanging="369"/>
      </w:pPr>
      <w:rPr>
        <w:rFonts w:ascii="Symbol" w:hAnsi="Symbol" w:hint="default"/>
      </w:rPr>
    </w:lvl>
    <w:lvl w:ilvl="1">
      <w:start w:val="1"/>
      <w:numFmt w:val="none"/>
      <w:pStyle w:val="ListBullet2"/>
      <w:lvlText w:val="-"/>
      <w:lvlJc w:val="left"/>
      <w:pPr>
        <w:ind w:left="737" w:hanging="368"/>
      </w:pPr>
      <w:rPr>
        <w:rFonts w:hint="default"/>
      </w:rPr>
    </w:lvl>
    <w:lvl w:ilvl="2">
      <w:start w:val="1"/>
      <w:numFmt w:val="none"/>
      <w:pStyle w:val="ListBullet3"/>
      <w:lvlText w:val=":"/>
      <w:lvlJc w:val="left"/>
      <w:pPr>
        <w:ind w:left="1106" w:hanging="369"/>
      </w:pPr>
      <w:rPr>
        <w:rFonts w:hint="default"/>
      </w:rPr>
    </w:lvl>
    <w:lvl w:ilvl="3">
      <w:start w:val="1"/>
      <w:numFmt w:val="none"/>
      <w:pStyle w:val="ListBullet4"/>
      <w:lvlText w:val=""/>
      <w:lvlJc w:val="left"/>
      <w:pPr>
        <w:ind w:left="1474" w:hanging="368"/>
      </w:pPr>
      <w:rPr>
        <w:rFonts w:hint="default"/>
        <w:color w:val="auto"/>
      </w:rPr>
    </w:lvl>
    <w:lvl w:ilvl="4">
      <w:start w:val="1"/>
      <w:numFmt w:val="none"/>
      <w:pStyle w:val="ListBullet5"/>
      <w:lvlText w:val=""/>
      <w:lvlJc w:val="left"/>
      <w:pPr>
        <w:ind w:left="1800" w:hanging="360"/>
      </w:pPr>
      <w:rPr>
        <w:rFonts w:hint="default"/>
        <w:color w:val="auto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  <w:color w:val="auto"/>
      </w:rPr>
    </w:lvl>
    <w:lvl w:ilvl="6">
      <w:start w:val="1"/>
      <w:numFmt w:val="none"/>
      <w:lvlText w:val=""/>
      <w:lvlJc w:val="left"/>
      <w:pPr>
        <w:ind w:left="2520" w:hanging="360"/>
      </w:pPr>
      <w:rPr>
        <w:rFonts w:hint="default"/>
        <w:color w:val="auto"/>
      </w:rPr>
    </w:lvl>
    <w:lvl w:ilvl="7">
      <w:start w:val="1"/>
      <w:numFmt w:val="none"/>
      <w:lvlText w:val=""/>
      <w:lvlJc w:val="left"/>
      <w:pPr>
        <w:ind w:left="2880" w:hanging="360"/>
      </w:pPr>
      <w:rPr>
        <w:rFonts w:hint="default"/>
        <w:color w:val="auto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hint="default"/>
        <w:color w:val="auto"/>
      </w:rPr>
    </w:lvl>
  </w:abstractNum>
  <w:abstractNum w:abstractNumId="1" w15:restartNumberingAfterBreak="0">
    <w:nsid w:val="1F745BC2"/>
    <w:multiLevelType w:val="multilevel"/>
    <w:tmpl w:val="E5E89F92"/>
    <w:numStyleLink w:val="BulletList"/>
  </w:abstractNum>
  <w:abstractNum w:abstractNumId="2" w15:restartNumberingAfterBreak="0">
    <w:nsid w:val="3098052F"/>
    <w:multiLevelType w:val="multilevel"/>
    <w:tmpl w:val="473EA67C"/>
    <w:lvl w:ilvl="0">
      <w:start w:val="1"/>
      <w:numFmt w:val="decimal"/>
      <w:pStyle w:val="ListParagraph"/>
      <w:lvlText w:val="%1."/>
      <w:lvlJc w:val="left"/>
      <w:pPr>
        <w:ind w:left="369" w:hanging="369"/>
      </w:pPr>
      <w:rPr>
        <w:rFonts w:hint="default"/>
      </w:rPr>
    </w:lvl>
    <w:lvl w:ilvl="1">
      <w:start w:val="1"/>
      <w:numFmt w:val="none"/>
      <w:lvlText w:val="-"/>
      <w:lvlJc w:val="left"/>
      <w:pPr>
        <w:ind w:left="737" w:hanging="368"/>
      </w:pPr>
      <w:rPr>
        <w:rFonts w:hint="default"/>
      </w:rPr>
    </w:lvl>
    <w:lvl w:ilvl="2">
      <w:start w:val="1"/>
      <w:numFmt w:val="none"/>
      <w:lvlText w:val=":"/>
      <w:lvlJc w:val="left"/>
      <w:pPr>
        <w:ind w:left="1106" w:hanging="369"/>
      </w:pPr>
      <w:rPr>
        <w:rFonts w:hint="default"/>
      </w:rPr>
    </w:lvl>
    <w:lvl w:ilvl="3">
      <w:start w:val="1"/>
      <w:numFmt w:val="none"/>
      <w:lvlText w:val=""/>
      <w:lvlJc w:val="left"/>
      <w:pPr>
        <w:ind w:left="1474" w:hanging="368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361C7DAA"/>
    <w:multiLevelType w:val="multilevel"/>
    <w:tmpl w:val="CAA83148"/>
    <w:styleLink w:val="Attach"/>
    <w:lvl w:ilvl="0">
      <w:start w:val="1"/>
      <w:numFmt w:val="upperLetter"/>
      <w:lvlText w:val="Attachment 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65456429"/>
    <w:multiLevelType w:val="multilevel"/>
    <w:tmpl w:val="E898CC72"/>
    <w:numStyleLink w:val="KeyPoints"/>
  </w:abstractNum>
  <w:abstractNum w:abstractNumId="5" w15:restartNumberingAfterBreak="0">
    <w:nsid w:val="762964D5"/>
    <w:multiLevelType w:val="multilevel"/>
    <w:tmpl w:val="E898CC72"/>
    <w:styleLink w:val="KeyPoints"/>
    <w:lvl w:ilvl="0">
      <w:start w:val="1"/>
      <w:numFmt w:val="decimal"/>
      <w:pStyle w:val="ListNumber"/>
      <w:lvlText w:val="%1."/>
      <w:lvlJc w:val="left"/>
      <w:pPr>
        <w:ind w:left="369" w:hanging="369"/>
      </w:pPr>
      <w:rPr>
        <w:rFonts w:ascii="Arial" w:hAnsi="Arial" w:hint="default"/>
        <w:sz w:val="22"/>
      </w:rPr>
    </w:lvl>
    <w:lvl w:ilvl="1">
      <w:start w:val="1"/>
      <w:numFmt w:val="lowerLetter"/>
      <w:pStyle w:val="ListNumber2"/>
      <w:lvlText w:val="%2."/>
      <w:lvlJc w:val="left"/>
      <w:pPr>
        <w:ind w:left="738" w:hanging="369"/>
      </w:pPr>
      <w:rPr>
        <w:rFonts w:hint="default"/>
      </w:rPr>
    </w:lvl>
    <w:lvl w:ilvl="2">
      <w:start w:val="1"/>
      <w:numFmt w:val="lowerRoman"/>
      <w:pStyle w:val="ListNumber3"/>
      <w:lvlText w:val="%3."/>
      <w:lvlJc w:val="left"/>
      <w:pPr>
        <w:ind w:left="1107" w:hanging="369"/>
      </w:pPr>
      <w:rPr>
        <w:rFonts w:hint="default"/>
      </w:rPr>
    </w:lvl>
    <w:lvl w:ilvl="3">
      <w:start w:val="1"/>
      <w:numFmt w:val="none"/>
      <w:pStyle w:val="ListNumber4"/>
      <w:lvlText w:val="%4"/>
      <w:lvlJc w:val="left"/>
      <w:pPr>
        <w:ind w:left="1476" w:hanging="369"/>
      </w:pPr>
      <w:rPr>
        <w:rFonts w:hint="default"/>
      </w:rPr>
    </w:lvl>
    <w:lvl w:ilvl="4">
      <w:start w:val="1"/>
      <w:numFmt w:val="none"/>
      <w:pStyle w:val="ListNumber5"/>
      <w:lvlText w:val=""/>
      <w:lvlJc w:val="left"/>
      <w:pPr>
        <w:ind w:left="1845" w:hanging="369"/>
      </w:pPr>
      <w:rPr>
        <w:rFonts w:hint="default"/>
      </w:rPr>
    </w:lvl>
    <w:lvl w:ilvl="5">
      <w:start w:val="1"/>
      <w:numFmt w:val="none"/>
      <w:lvlText w:val=""/>
      <w:lvlJc w:val="left"/>
      <w:pPr>
        <w:ind w:left="2214" w:hanging="369"/>
      </w:pPr>
      <w:rPr>
        <w:rFonts w:hint="default"/>
      </w:rPr>
    </w:lvl>
    <w:lvl w:ilvl="6">
      <w:start w:val="1"/>
      <w:numFmt w:val="none"/>
      <w:lvlText w:val=""/>
      <w:lvlJc w:val="left"/>
      <w:pPr>
        <w:ind w:left="2583" w:hanging="369"/>
      </w:pPr>
      <w:rPr>
        <w:rFonts w:hint="default"/>
      </w:rPr>
    </w:lvl>
    <w:lvl w:ilvl="7">
      <w:start w:val="1"/>
      <w:numFmt w:val="none"/>
      <w:lvlText w:val=""/>
      <w:lvlJc w:val="left"/>
      <w:pPr>
        <w:ind w:left="2952" w:hanging="369"/>
      </w:pPr>
      <w:rPr>
        <w:rFonts w:hint="default"/>
      </w:rPr>
    </w:lvl>
    <w:lvl w:ilvl="8">
      <w:start w:val="1"/>
      <w:numFmt w:val="none"/>
      <w:lvlText w:val=""/>
      <w:lvlJc w:val="left"/>
      <w:pPr>
        <w:ind w:left="3321" w:hanging="369"/>
      </w:pPr>
      <w:rPr>
        <w:rFonts w:hint="default"/>
      </w:r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2"/>
  </w:num>
  <w:num w:numId="5">
    <w:abstractNumId w:val="4"/>
    <w:lvlOverride w:ilvl="0">
      <w:lvl w:ilvl="0">
        <w:start w:val="1"/>
        <w:numFmt w:val="decimal"/>
        <w:pStyle w:val="ListNumber"/>
        <w:lvlText w:val="%1."/>
        <w:lvlJc w:val="left"/>
        <w:pPr>
          <w:ind w:left="369" w:hanging="369"/>
        </w:pPr>
        <w:rPr>
          <w:rFonts w:ascii="Arial" w:hAnsi="Arial" w:hint="default"/>
          <w:sz w:val="20"/>
          <w:szCs w:val="20"/>
        </w:rPr>
      </w:lvl>
    </w:lvlOverride>
  </w:num>
  <w:num w:numId="6">
    <w:abstractNumId w:val="1"/>
    <w:lvlOverride w:ilvl="0">
      <w:lvl w:ilvl="0">
        <w:start w:val="1"/>
        <w:numFmt w:val="bullet"/>
        <w:pStyle w:val="ListBullet"/>
        <w:lvlText w:val=""/>
        <w:lvlJc w:val="left"/>
        <w:pPr>
          <w:ind w:left="450" w:hanging="369"/>
        </w:pPr>
        <w:rPr>
          <w:rFonts w:ascii="Symbol" w:hAnsi="Symbol" w:hint="default"/>
          <w:sz w:val="16"/>
          <w:szCs w:val="16"/>
        </w:rPr>
      </w:lvl>
    </w:lvlOverride>
  </w:num>
  <w:num w:numId="7">
    <w:abstractNumId w:val="1"/>
    <w:lvlOverride w:ilvl="0">
      <w:lvl w:ilvl="0">
        <w:start w:val="1"/>
        <w:numFmt w:val="bullet"/>
        <w:pStyle w:val="ListBullet"/>
        <w:lvlText w:val=""/>
        <w:lvlJc w:val="left"/>
        <w:pPr>
          <w:ind w:left="450" w:hanging="369"/>
        </w:pPr>
        <w:rPr>
          <w:rFonts w:ascii="Symbol" w:hAnsi="Symbol" w:hint="default"/>
          <w:sz w:val="16"/>
          <w:szCs w:val="16"/>
        </w:rPr>
      </w:lvl>
    </w:lvlOverride>
  </w:num>
  <w:num w:numId="8">
    <w:abstractNumId w:val="1"/>
    <w:lvlOverride w:ilvl="0">
      <w:lvl w:ilvl="0">
        <w:start w:val="1"/>
        <w:numFmt w:val="bullet"/>
        <w:pStyle w:val="ListBullet"/>
        <w:lvlText w:val=""/>
        <w:lvlJc w:val="left"/>
        <w:pPr>
          <w:ind w:left="450" w:hanging="369"/>
        </w:pPr>
        <w:rPr>
          <w:rFonts w:ascii="Symbol" w:hAnsi="Symbol" w:hint="default"/>
          <w:sz w:val="16"/>
          <w:szCs w:val="16"/>
        </w:rPr>
      </w:lvl>
    </w:lvlOverride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hideSpellingErrors/>
  <w:hideGrammaticalErrors/>
  <w:activeWritingStyle w:appName="MSWord" w:lang="en-AU" w:vendorID="64" w:dllVersion="131078" w:nlCheck="1" w:checkStyle="1"/>
  <w:activeWritingStyle w:appName="MSWord" w:lang="en-US" w:vendorID="64" w:dllVersion="131078" w:nlCheck="1" w:checkStyle="1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921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3F85"/>
    <w:rsid w:val="0000055D"/>
    <w:rsid w:val="00000BB7"/>
    <w:rsid w:val="00000EBA"/>
    <w:rsid w:val="00001ABA"/>
    <w:rsid w:val="00003AE0"/>
    <w:rsid w:val="000042E1"/>
    <w:rsid w:val="000045A0"/>
    <w:rsid w:val="00004AEE"/>
    <w:rsid w:val="000052C4"/>
    <w:rsid w:val="00005CAA"/>
    <w:rsid w:val="00005F25"/>
    <w:rsid w:val="00006A4E"/>
    <w:rsid w:val="00007B6B"/>
    <w:rsid w:val="00010210"/>
    <w:rsid w:val="00010A97"/>
    <w:rsid w:val="00010F90"/>
    <w:rsid w:val="000110C9"/>
    <w:rsid w:val="00011750"/>
    <w:rsid w:val="00012AB0"/>
    <w:rsid w:val="00012D66"/>
    <w:rsid w:val="00013025"/>
    <w:rsid w:val="00014D22"/>
    <w:rsid w:val="00015786"/>
    <w:rsid w:val="00015ADA"/>
    <w:rsid w:val="00016628"/>
    <w:rsid w:val="0001753C"/>
    <w:rsid w:val="00020C99"/>
    <w:rsid w:val="000229FC"/>
    <w:rsid w:val="000236DB"/>
    <w:rsid w:val="000269D4"/>
    <w:rsid w:val="00026C09"/>
    <w:rsid w:val="0002707B"/>
    <w:rsid w:val="00027972"/>
    <w:rsid w:val="00030153"/>
    <w:rsid w:val="000318EB"/>
    <w:rsid w:val="00032057"/>
    <w:rsid w:val="000320BB"/>
    <w:rsid w:val="00032986"/>
    <w:rsid w:val="0003307D"/>
    <w:rsid w:val="00033D27"/>
    <w:rsid w:val="00033E47"/>
    <w:rsid w:val="0003471E"/>
    <w:rsid w:val="00035520"/>
    <w:rsid w:val="00035693"/>
    <w:rsid w:val="00035B2D"/>
    <w:rsid w:val="00036D1D"/>
    <w:rsid w:val="00036E97"/>
    <w:rsid w:val="00037C29"/>
    <w:rsid w:val="00041B23"/>
    <w:rsid w:val="00041D5C"/>
    <w:rsid w:val="00042DFF"/>
    <w:rsid w:val="00042E20"/>
    <w:rsid w:val="00045BE4"/>
    <w:rsid w:val="00047BBB"/>
    <w:rsid w:val="00047C3A"/>
    <w:rsid w:val="00050220"/>
    <w:rsid w:val="0005148E"/>
    <w:rsid w:val="00055A46"/>
    <w:rsid w:val="00057207"/>
    <w:rsid w:val="0005799C"/>
    <w:rsid w:val="00061B2B"/>
    <w:rsid w:val="000622DE"/>
    <w:rsid w:val="000628CA"/>
    <w:rsid w:val="0006339B"/>
    <w:rsid w:val="00063B66"/>
    <w:rsid w:val="000641E7"/>
    <w:rsid w:val="000650C9"/>
    <w:rsid w:val="000655F8"/>
    <w:rsid w:val="0006661E"/>
    <w:rsid w:val="00067E7C"/>
    <w:rsid w:val="00070192"/>
    <w:rsid w:val="0007075A"/>
    <w:rsid w:val="0007192E"/>
    <w:rsid w:val="00072577"/>
    <w:rsid w:val="000725B6"/>
    <w:rsid w:val="00072C5A"/>
    <w:rsid w:val="00072D60"/>
    <w:rsid w:val="00073F9C"/>
    <w:rsid w:val="00074F47"/>
    <w:rsid w:val="000759E5"/>
    <w:rsid w:val="0007670D"/>
    <w:rsid w:val="000817D6"/>
    <w:rsid w:val="00082D6D"/>
    <w:rsid w:val="000836D8"/>
    <w:rsid w:val="000840B7"/>
    <w:rsid w:val="00084AC6"/>
    <w:rsid w:val="00084D37"/>
    <w:rsid w:val="00084EFB"/>
    <w:rsid w:val="00085347"/>
    <w:rsid w:val="0008544A"/>
    <w:rsid w:val="00085E5C"/>
    <w:rsid w:val="00086481"/>
    <w:rsid w:val="00091421"/>
    <w:rsid w:val="00091608"/>
    <w:rsid w:val="000918BD"/>
    <w:rsid w:val="000927DA"/>
    <w:rsid w:val="0009333C"/>
    <w:rsid w:val="00093CB9"/>
    <w:rsid w:val="00093CE2"/>
    <w:rsid w:val="00093CE9"/>
    <w:rsid w:val="00094069"/>
    <w:rsid w:val="0009414B"/>
    <w:rsid w:val="00094FC4"/>
    <w:rsid w:val="00095774"/>
    <w:rsid w:val="00095865"/>
    <w:rsid w:val="0009704F"/>
    <w:rsid w:val="000979AF"/>
    <w:rsid w:val="000979F6"/>
    <w:rsid w:val="000A0CBE"/>
    <w:rsid w:val="000A0DE5"/>
    <w:rsid w:val="000A0F11"/>
    <w:rsid w:val="000A125A"/>
    <w:rsid w:val="000A1418"/>
    <w:rsid w:val="000A173B"/>
    <w:rsid w:val="000A2196"/>
    <w:rsid w:val="000A23FD"/>
    <w:rsid w:val="000A490B"/>
    <w:rsid w:val="000A57CD"/>
    <w:rsid w:val="000A67DE"/>
    <w:rsid w:val="000A6BF6"/>
    <w:rsid w:val="000A7051"/>
    <w:rsid w:val="000A7321"/>
    <w:rsid w:val="000A76B2"/>
    <w:rsid w:val="000B1DD0"/>
    <w:rsid w:val="000B3707"/>
    <w:rsid w:val="000B3758"/>
    <w:rsid w:val="000B387C"/>
    <w:rsid w:val="000B4CE8"/>
    <w:rsid w:val="000B518F"/>
    <w:rsid w:val="000B734F"/>
    <w:rsid w:val="000B7681"/>
    <w:rsid w:val="000B7B42"/>
    <w:rsid w:val="000C02B7"/>
    <w:rsid w:val="000C0656"/>
    <w:rsid w:val="000C0D57"/>
    <w:rsid w:val="000C13BA"/>
    <w:rsid w:val="000C238F"/>
    <w:rsid w:val="000C2994"/>
    <w:rsid w:val="000C5100"/>
    <w:rsid w:val="000C5342"/>
    <w:rsid w:val="000C581B"/>
    <w:rsid w:val="000C675F"/>
    <w:rsid w:val="000C706A"/>
    <w:rsid w:val="000C7E93"/>
    <w:rsid w:val="000D2887"/>
    <w:rsid w:val="000D2DA8"/>
    <w:rsid w:val="000D3C63"/>
    <w:rsid w:val="000D42F1"/>
    <w:rsid w:val="000D5379"/>
    <w:rsid w:val="000D57DB"/>
    <w:rsid w:val="000D6D63"/>
    <w:rsid w:val="000D6F7E"/>
    <w:rsid w:val="000D7667"/>
    <w:rsid w:val="000D774A"/>
    <w:rsid w:val="000E0081"/>
    <w:rsid w:val="000E07CF"/>
    <w:rsid w:val="000E0E3A"/>
    <w:rsid w:val="000E150E"/>
    <w:rsid w:val="000E28CF"/>
    <w:rsid w:val="000E2A0B"/>
    <w:rsid w:val="000E31C1"/>
    <w:rsid w:val="000E5356"/>
    <w:rsid w:val="000E5998"/>
    <w:rsid w:val="000E6B74"/>
    <w:rsid w:val="000F0710"/>
    <w:rsid w:val="000F1193"/>
    <w:rsid w:val="000F1AE1"/>
    <w:rsid w:val="000F22B0"/>
    <w:rsid w:val="000F2CF2"/>
    <w:rsid w:val="000F3CD5"/>
    <w:rsid w:val="000F535F"/>
    <w:rsid w:val="000F6F5D"/>
    <w:rsid w:val="00100532"/>
    <w:rsid w:val="00100BEF"/>
    <w:rsid w:val="00101BDA"/>
    <w:rsid w:val="001027A0"/>
    <w:rsid w:val="001028FE"/>
    <w:rsid w:val="00103B60"/>
    <w:rsid w:val="00104DCF"/>
    <w:rsid w:val="00105472"/>
    <w:rsid w:val="00106CAD"/>
    <w:rsid w:val="00106E1F"/>
    <w:rsid w:val="00110E04"/>
    <w:rsid w:val="00111326"/>
    <w:rsid w:val="00112370"/>
    <w:rsid w:val="00112488"/>
    <w:rsid w:val="00112EB1"/>
    <w:rsid w:val="0011498E"/>
    <w:rsid w:val="00116B7D"/>
    <w:rsid w:val="001175C9"/>
    <w:rsid w:val="001176A4"/>
    <w:rsid w:val="0011798A"/>
    <w:rsid w:val="00117A45"/>
    <w:rsid w:val="00121046"/>
    <w:rsid w:val="001211C9"/>
    <w:rsid w:val="001224AE"/>
    <w:rsid w:val="00123079"/>
    <w:rsid w:val="0012345D"/>
    <w:rsid w:val="00124070"/>
    <w:rsid w:val="00124870"/>
    <w:rsid w:val="00125AF3"/>
    <w:rsid w:val="00125F1B"/>
    <w:rsid w:val="00125F23"/>
    <w:rsid w:val="001265A6"/>
    <w:rsid w:val="00127371"/>
    <w:rsid w:val="0012754B"/>
    <w:rsid w:val="00127588"/>
    <w:rsid w:val="00127628"/>
    <w:rsid w:val="0012770E"/>
    <w:rsid w:val="00127B45"/>
    <w:rsid w:val="00127D60"/>
    <w:rsid w:val="00130795"/>
    <w:rsid w:val="00130BFC"/>
    <w:rsid w:val="001310E7"/>
    <w:rsid w:val="00131205"/>
    <w:rsid w:val="00131A3E"/>
    <w:rsid w:val="001337D4"/>
    <w:rsid w:val="001338D3"/>
    <w:rsid w:val="0013523C"/>
    <w:rsid w:val="001371E1"/>
    <w:rsid w:val="001403B6"/>
    <w:rsid w:val="001409D7"/>
    <w:rsid w:val="00140F64"/>
    <w:rsid w:val="001452F6"/>
    <w:rsid w:val="00145C9A"/>
    <w:rsid w:val="00146A54"/>
    <w:rsid w:val="0014731E"/>
    <w:rsid w:val="001475A5"/>
    <w:rsid w:val="00147B32"/>
    <w:rsid w:val="00147C12"/>
    <w:rsid w:val="00150760"/>
    <w:rsid w:val="00150EC0"/>
    <w:rsid w:val="001527A1"/>
    <w:rsid w:val="00152C0B"/>
    <w:rsid w:val="00152C3F"/>
    <w:rsid w:val="001530DC"/>
    <w:rsid w:val="00153200"/>
    <w:rsid w:val="00153FB3"/>
    <w:rsid w:val="00154346"/>
    <w:rsid w:val="00154948"/>
    <w:rsid w:val="00154989"/>
    <w:rsid w:val="001549D4"/>
    <w:rsid w:val="00154AD3"/>
    <w:rsid w:val="00155775"/>
    <w:rsid w:val="00155A9F"/>
    <w:rsid w:val="0015678A"/>
    <w:rsid w:val="00156B6B"/>
    <w:rsid w:val="00156BC4"/>
    <w:rsid w:val="00156C3C"/>
    <w:rsid w:val="0015708C"/>
    <w:rsid w:val="001600BF"/>
    <w:rsid w:val="00160262"/>
    <w:rsid w:val="0016098E"/>
    <w:rsid w:val="00160A61"/>
    <w:rsid w:val="00160DDB"/>
    <w:rsid w:val="0016185C"/>
    <w:rsid w:val="00161C3E"/>
    <w:rsid w:val="00162C5D"/>
    <w:rsid w:val="0016360C"/>
    <w:rsid w:val="0016420E"/>
    <w:rsid w:val="00164C4C"/>
    <w:rsid w:val="00164D5C"/>
    <w:rsid w:val="00164FBC"/>
    <w:rsid w:val="00165349"/>
    <w:rsid w:val="00166DFD"/>
    <w:rsid w:val="0016752A"/>
    <w:rsid w:val="0016780A"/>
    <w:rsid w:val="00167B22"/>
    <w:rsid w:val="001703A8"/>
    <w:rsid w:val="0017059E"/>
    <w:rsid w:val="001713FA"/>
    <w:rsid w:val="001721C1"/>
    <w:rsid w:val="00172B6B"/>
    <w:rsid w:val="0017361B"/>
    <w:rsid w:val="00173AE2"/>
    <w:rsid w:val="00173EBF"/>
    <w:rsid w:val="00175ED3"/>
    <w:rsid w:val="00176667"/>
    <w:rsid w:val="00177BB4"/>
    <w:rsid w:val="001816F2"/>
    <w:rsid w:val="00182A8C"/>
    <w:rsid w:val="001842A2"/>
    <w:rsid w:val="00184CFF"/>
    <w:rsid w:val="00187EC0"/>
    <w:rsid w:val="00187FA8"/>
    <w:rsid w:val="00190BD0"/>
    <w:rsid w:val="00192B7F"/>
    <w:rsid w:val="00192CDF"/>
    <w:rsid w:val="00192DAA"/>
    <w:rsid w:val="00192F5E"/>
    <w:rsid w:val="0019347A"/>
    <w:rsid w:val="0019376C"/>
    <w:rsid w:val="00193B52"/>
    <w:rsid w:val="00195ECC"/>
    <w:rsid w:val="001969D7"/>
    <w:rsid w:val="00197618"/>
    <w:rsid w:val="00197772"/>
    <w:rsid w:val="001A175A"/>
    <w:rsid w:val="001A195C"/>
    <w:rsid w:val="001A210A"/>
    <w:rsid w:val="001A233F"/>
    <w:rsid w:val="001A29F9"/>
    <w:rsid w:val="001A454D"/>
    <w:rsid w:val="001A51C8"/>
    <w:rsid w:val="001A64E2"/>
    <w:rsid w:val="001A6B29"/>
    <w:rsid w:val="001A6E02"/>
    <w:rsid w:val="001B0781"/>
    <w:rsid w:val="001B0E9F"/>
    <w:rsid w:val="001B10BA"/>
    <w:rsid w:val="001B17C1"/>
    <w:rsid w:val="001B1B69"/>
    <w:rsid w:val="001B1D7F"/>
    <w:rsid w:val="001B2DDF"/>
    <w:rsid w:val="001B2FFD"/>
    <w:rsid w:val="001B313B"/>
    <w:rsid w:val="001B4081"/>
    <w:rsid w:val="001B41EA"/>
    <w:rsid w:val="001B420B"/>
    <w:rsid w:val="001B4CA8"/>
    <w:rsid w:val="001B5C5F"/>
    <w:rsid w:val="001B5EA1"/>
    <w:rsid w:val="001B6204"/>
    <w:rsid w:val="001B7A17"/>
    <w:rsid w:val="001C0C8B"/>
    <w:rsid w:val="001C18E6"/>
    <w:rsid w:val="001C282D"/>
    <w:rsid w:val="001C4F3D"/>
    <w:rsid w:val="001D0CDC"/>
    <w:rsid w:val="001D1399"/>
    <w:rsid w:val="001D17B0"/>
    <w:rsid w:val="001D1D20"/>
    <w:rsid w:val="001D1D82"/>
    <w:rsid w:val="001D2932"/>
    <w:rsid w:val="001D6234"/>
    <w:rsid w:val="001D62E0"/>
    <w:rsid w:val="001D65F9"/>
    <w:rsid w:val="001D7D21"/>
    <w:rsid w:val="001E005F"/>
    <w:rsid w:val="001E02F5"/>
    <w:rsid w:val="001E059F"/>
    <w:rsid w:val="001E1182"/>
    <w:rsid w:val="001E149C"/>
    <w:rsid w:val="001E1CF6"/>
    <w:rsid w:val="001E1D84"/>
    <w:rsid w:val="001E1DA0"/>
    <w:rsid w:val="001E2113"/>
    <w:rsid w:val="001E2AB8"/>
    <w:rsid w:val="001E35F5"/>
    <w:rsid w:val="001E5067"/>
    <w:rsid w:val="001E516F"/>
    <w:rsid w:val="001E6572"/>
    <w:rsid w:val="001E6A51"/>
    <w:rsid w:val="001E6FF6"/>
    <w:rsid w:val="001F0B00"/>
    <w:rsid w:val="001F0D29"/>
    <w:rsid w:val="001F1318"/>
    <w:rsid w:val="001F392E"/>
    <w:rsid w:val="001F5768"/>
    <w:rsid w:val="001F57A5"/>
    <w:rsid w:val="001F7A2B"/>
    <w:rsid w:val="0020121A"/>
    <w:rsid w:val="00202BA7"/>
    <w:rsid w:val="00202C90"/>
    <w:rsid w:val="00202F81"/>
    <w:rsid w:val="00203B62"/>
    <w:rsid w:val="00204D30"/>
    <w:rsid w:val="00206838"/>
    <w:rsid w:val="00206AB7"/>
    <w:rsid w:val="00211CB3"/>
    <w:rsid w:val="002129C3"/>
    <w:rsid w:val="00213085"/>
    <w:rsid w:val="00213DE8"/>
    <w:rsid w:val="00214A60"/>
    <w:rsid w:val="00215CE4"/>
    <w:rsid w:val="00216118"/>
    <w:rsid w:val="002209AB"/>
    <w:rsid w:val="00222093"/>
    <w:rsid w:val="0022211D"/>
    <w:rsid w:val="002225CF"/>
    <w:rsid w:val="00222826"/>
    <w:rsid w:val="002235B9"/>
    <w:rsid w:val="00224271"/>
    <w:rsid w:val="00224651"/>
    <w:rsid w:val="00224771"/>
    <w:rsid w:val="002251E3"/>
    <w:rsid w:val="002256E0"/>
    <w:rsid w:val="0022579C"/>
    <w:rsid w:val="00225F79"/>
    <w:rsid w:val="00226637"/>
    <w:rsid w:val="002277BA"/>
    <w:rsid w:val="00227A95"/>
    <w:rsid w:val="002308C5"/>
    <w:rsid w:val="002316BD"/>
    <w:rsid w:val="00231C72"/>
    <w:rsid w:val="002335A1"/>
    <w:rsid w:val="00233AD8"/>
    <w:rsid w:val="00234925"/>
    <w:rsid w:val="002353A5"/>
    <w:rsid w:val="00241325"/>
    <w:rsid w:val="0024232A"/>
    <w:rsid w:val="00243A59"/>
    <w:rsid w:val="00243B0F"/>
    <w:rsid w:val="00244651"/>
    <w:rsid w:val="00245C8A"/>
    <w:rsid w:val="00246CE0"/>
    <w:rsid w:val="002473FC"/>
    <w:rsid w:val="00247891"/>
    <w:rsid w:val="00251D80"/>
    <w:rsid w:val="002520A5"/>
    <w:rsid w:val="0025221B"/>
    <w:rsid w:val="00252437"/>
    <w:rsid w:val="00252E3C"/>
    <w:rsid w:val="0025322C"/>
    <w:rsid w:val="002537FB"/>
    <w:rsid w:val="002544E4"/>
    <w:rsid w:val="002545AF"/>
    <w:rsid w:val="00254BFD"/>
    <w:rsid w:val="0025530A"/>
    <w:rsid w:val="00256647"/>
    <w:rsid w:val="0026099F"/>
    <w:rsid w:val="00260C27"/>
    <w:rsid w:val="002616BF"/>
    <w:rsid w:val="00261A26"/>
    <w:rsid w:val="00261B2F"/>
    <w:rsid w:val="00262198"/>
    <w:rsid w:val="00262327"/>
    <w:rsid w:val="002628F0"/>
    <w:rsid w:val="00263896"/>
    <w:rsid w:val="00264084"/>
    <w:rsid w:val="0026593F"/>
    <w:rsid w:val="00265D40"/>
    <w:rsid w:val="002677E5"/>
    <w:rsid w:val="002717B0"/>
    <w:rsid w:val="00271D93"/>
    <w:rsid w:val="00271DB9"/>
    <w:rsid w:val="0027422C"/>
    <w:rsid w:val="00275BEF"/>
    <w:rsid w:val="00276016"/>
    <w:rsid w:val="0027662D"/>
    <w:rsid w:val="002768E5"/>
    <w:rsid w:val="00277463"/>
    <w:rsid w:val="002779C6"/>
    <w:rsid w:val="0028491C"/>
    <w:rsid w:val="00285F1B"/>
    <w:rsid w:val="002877D0"/>
    <w:rsid w:val="00287B01"/>
    <w:rsid w:val="00290852"/>
    <w:rsid w:val="00291457"/>
    <w:rsid w:val="002919D3"/>
    <w:rsid w:val="00292330"/>
    <w:rsid w:val="00292430"/>
    <w:rsid w:val="00292A05"/>
    <w:rsid w:val="00292B81"/>
    <w:rsid w:val="00293A38"/>
    <w:rsid w:val="00294FEC"/>
    <w:rsid w:val="00295B83"/>
    <w:rsid w:val="00296166"/>
    <w:rsid w:val="002A070A"/>
    <w:rsid w:val="002A1DF6"/>
    <w:rsid w:val="002A241B"/>
    <w:rsid w:val="002A2E08"/>
    <w:rsid w:val="002A2F01"/>
    <w:rsid w:val="002A4559"/>
    <w:rsid w:val="002A4CF6"/>
    <w:rsid w:val="002A5D59"/>
    <w:rsid w:val="002A65A1"/>
    <w:rsid w:val="002A65AA"/>
    <w:rsid w:val="002A6C32"/>
    <w:rsid w:val="002A7B83"/>
    <w:rsid w:val="002B102F"/>
    <w:rsid w:val="002B13EF"/>
    <w:rsid w:val="002B18AE"/>
    <w:rsid w:val="002B18DF"/>
    <w:rsid w:val="002B1D8A"/>
    <w:rsid w:val="002B2971"/>
    <w:rsid w:val="002B2DA4"/>
    <w:rsid w:val="002B374E"/>
    <w:rsid w:val="002B41E6"/>
    <w:rsid w:val="002B47B5"/>
    <w:rsid w:val="002B4CDC"/>
    <w:rsid w:val="002B543B"/>
    <w:rsid w:val="002B66E3"/>
    <w:rsid w:val="002C033E"/>
    <w:rsid w:val="002C07DF"/>
    <w:rsid w:val="002C1A67"/>
    <w:rsid w:val="002C1C93"/>
    <w:rsid w:val="002C25D3"/>
    <w:rsid w:val="002C3374"/>
    <w:rsid w:val="002C5066"/>
    <w:rsid w:val="002C5813"/>
    <w:rsid w:val="002C5A9F"/>
    <w:rsid w:val="002C6571"/>
    <w:rsid w:val="002C7DFF"/>
    <w:rsid w:val="002D0488"/>
    <w:rsid w:val="002D3303"/>
    <w:rsid w:val="002D39EF"/>
    <w:rsid w:val="002D3A86"/>
    <w:rsid w:val="002D4AAC"/>
    <w:rsid w:val="002D4C16"/>
    <w:rsid w:val="002D4D77"/>
    <w:rsid w:val="002D4DBF"/>
    <w:rsid w:val="002D4FE3"/>
    <w:rsid w:val="002D5563"/>
    <w:rsid w:val="002D5A7C"/>
    <w:rsid w:val="002D65C9"/>
    <w:rsid w:val="002D735B"/>
    <w:rsid w:val="002D7F89"/>
    <w:rsid w:val="002E0471"/>
    <w:rsid w:val="002E1B82"/>
    <w:rsid w:val="002E3F36"/>
    <w:rsid w:val="002E3F85"/>
    <w:rsid w:val="002E5A06"/>
    <w:rsid w:val="002E5AA9"/>
    <w:rsid w:val="002E6659"/>
    <w:rsid w:val="002E71C9"/>
    <w:rsid w:val="002F045A"/>
    <w:rsid w:val="002F23AC"/>
    <w:rsid w:val="002F3AF6"/>
    <w:rsid w:val="002F45D7"/>
    <w:rsid w:val="002F4FC2"/>
    <w:rsid w:val="002F53F1"/>
    <w:rsid w:val="002F580C"/>
    <w:rsid w:val="002F7775"/>
    <w:rsid w:val="002F7C1C"/>
    <w:rsid w:val="0030039D"/>
    <w:rsid w:val="00301FDB"/>
    <w:rsid w:val="00302838"/>
    <w:rsid w:val="00302AC7"/>
    <w:rsid w:val="0030326F"/>
    <w:rsid w:val="0030357C"/>
    <w:rsid w:val="00304559"/>
    <w:rsid w:val="00306076"/>
    <w:rsid w:val="00310701"/>
    <w:rsid w:val="0031134C"/>
    <w:rsid w:val="00311A1C"/>
    <w:rsid w:val="003133FB"/>
    <w:rsid w:val="00313633"/>
    <w:rsid w:val="00314EBF"/>
    <w:rsid w:val="00315218"/>
    <w:rsid w:val="00315980"/>
    <w:rsid w:val="00315E42"/>
    <w:rsid w:val="00316F7F"/>
    <w:rsid w:val="0031725E"/>
    <w:rsid w:val="0031756E"/>
    <w:rsid w:val="00317A66"/>
    <w:rsid w:val="003203F2"/>
    <w:rsid w:val="003209DB"/>
    <w:rsid w:val="00320AD6"/>
    <w:rsid w:val="003218E8"/>
    <w:rsid w:val="0032255A"/>
    <w:rsid w:val="0032275F"/>
    <w:rsid w:val="00322AF3"/>
    <w:rsid w:val="003243B9"/>
    <w:rsid w:val="00325280"/>
    <w:rsid w:val="00325504"/>
    <w:rsid w:val="00325BA2"/>
    <w:rsid w:val="00325E34"/>
    <w:rsid w:val="00325F63"/>
    <w:rsid w:val="00326656"/>
    <w:rsid w:val="00326A6B"/>
    <w:rsid w:val="00326C9C"/>
    <w:rsid w:val="0032721F"/>
    <w:rsid w:val="00327855"/>
    <w:rsid w:val="00330BE4"/>
    <w:rsid w:val="00330DCE"/>
    <w:rsid w:val="00331007"/>
    <w:rsid w:val="00331E11"/>
    <w:rsid w:val="00334761"/>
    <w:rsid w:val="003347E1"/>
    <w:rsid w:val="00334A42"/>
    <w:rsid w:val="00334D47"/>
    <w:rsid w:val="00335065"/>
    <w:rsid w:val="00335899"/>
    <w:rsid w:val="00335ECC"/>
    <w:rsid w:val="0033705C"/>
    <w:rsid w:val="003370E4"/>
    <w:rsid w:val="00337EBC"/>
    <w:rsid w:val="00341884"/>
    <w:rsid w:val="00341B71"/>
    <w:rsid w:val="00341DCD"/>
    <w:rsid w:val="003420CB"/>
    <w:rsid w:val="00343761"/>
    <w:rsid w:val="0034563E"/>
    <w:rsid w:val="00345EAF"/>
    <w:rsid w:val="00346A61"/>
    <w:rsid w:val="00346FD5"/>
    <w:rsid w:val="00347850"/>
    <w:rsid w:val="003478AF"/>
    <w:rsid w:val="00347E3A"/>
    <w:rsid w:val="00350078"/>
    <w:rsid w:val="003504CF"/>
    <w:rsid w:val="003518D6"/>
    <w:rsid w:val="00352F46"/>
    <w:rsid w:val="0035460C"/>
    <w:rsid w:val="003556BD"/>
    <w:rsid w:val="00356680"/>
    <w:rsid w:val="003578C5"/>
    <w:rsid w:val="003606F6"/>
    <w:rsid w:val="00360BD2"/>
    <w:rsid w:val="00361564"/>
    <w:rsid w:val="0036202E"/>
    <w:rsid w:val="0036266B"/>
    <w:rsid w:val="003634E4"/>
    <w:rsid w:val="003650CC"/>
    <w:rsid w:val="00365147"/>
    <w:rsid w:val="00365BF3"/>
    <w:rsid w:val="003664A1"/>
    <w:rsid w:val="003674C3"/>
    <w:rsid w:val="0037016E"/>
    <w:rsid w:val="0037100F"/>
    <w:rsid w:val="00372908"/>
    <w:rsid w:val="00372A28"/>
    <w:rsid w:val="003767BB"/>
    <w:rsid w:val="00377A29"/>
    <w:rsid w:val="0038215E"/>
    <w:rsid w:val="00383020"/>
    <w:rsid w:val="003837FC"/>
    <w:rsid w:val="00385230"/>
    <w:rsid w:val="00386160"/>
    <w:rsid w:val="00387C98"/>
    <w:rsid w:val="00387E00"/>
    <w:rsid w:val="00391E88"/>
    <w:rsid w:val="00392A9D"/>
    <w:rsid w:val="003936BE"/>
    <w:rsid w:val="00394116"/>
    <w:rsid w:val="00394CBF"/>
    <w:rsid w:val="00394D7E"/>
    <w:rsid w:val="00395954"/>
    <w:rsid w:val="0039620F"/>
    <w:rsid w:val="003975FD"/>
    <w:rsid w:val="003A15E6"/>
    <w:rsid w:val="003A1895"/>
    <w:rsid w:val="003A21F9"/>
    <w:rsid w:val="003A26ED"/>
    <w:rsid w:val="003A2D1A"/>
    <w:rsid w:val="003A3AA9"/>
    <w:rsid w:val="003A3B87"/>
    <w:rsid w:val="003A5CBB"/>
    <w:rsid w:val="003A66AB"/>
    <w:rsid w:val="003A66E8"/>
    <w:rsid w:val="003A68A3"/>
    <w:rsid w:val="003A68D3"/>
    <w:rsid w:val="003A76BC"/>
    <w:rsid w:val="003B057D"/>
    <w:rsid w:val="003B06DA"/>
    <w:rsid w:val="003B1AA8"/>
    <w:rsid w:val="003B1C18"/>
    <w:rsid w:val="003B3BB9"/>
    <w:rsid w:val="003B3F22"/>
    <w:rsid w:val="003B444E"/>
    <w:rsid w:val="003B60CC"/>
    <w:rsid w:val="003B6237"/>
    <w:rsid w:val="003B63DA"/>
    <w:rsid w:val="003B671A"/>
    <w:rsid w:val="003C05B7"/>
    <w:rsid w:val="003C077A"/>
    <w:rsid w:val="003C10D2"/>
    <w:rsid w:val="003C1B25"/>
    <w:rsid w:val="003C2427"/>
    <w:rsid w:val="003C2443"/>
    <w:rsid w:val="003C4F7F"/>
    <w:rsid w:val="003C584C"/>
    <w:rsid w:val="003C597C"/>
    <w:rsid w:val="003C5DA3"/>
    <w:rsid w:val="003C66AE"/>
    <w:rsid w:val="003C6F1B"/>
    <w:rsid w:val="003C7EAB"/>
    <w:rsid w:val="003D189B"/>
    <w:rsid w:val="003D2C53"/>
    <w:rsid w:val="003D2E21"/>
    <w:rsid w:val="003D2E85"/>
    <w:rsid w:val="003D4BCD"/>
    <w:rsid w:val="003D4DBD"/>
    <w:rsid w:val="003D6563"/>
    <w:rsid w:val="003D67DD"/>
    <w:rsid w:val="003D6C2B"/>
    <w:rsid w:val="003E01D8"/>
    <w:rsid w:val="003E0691"/>
    <w:rsid w:val="003E0CFF"/>
    <w:rsid w:val="003E19E9"/>
    <w:rsid w:val="003E1EB2"/>
    <w:rsid w:val="003E2100"/>
    <w:rsid w:val="003E2170"/>
    <w:rsid w:val="003E302E"/>
    <w:rsid w:val="003E444D"/>
    <w:rsid w:val="003E530D"/>
    <w:rsid w:val="003E533A"/>
    <w:rsid w:val="003E543B"/>
    <w:rsid w:val="003E5740"/>
    <w:rsid w:val="003E58B5"/>
    <w:rsid w:val="003F04F6"/>
    <w:rsid w:val="003F1733"/>
    <w:rsid w:val="003F1804"/>
    <w:rsid w:val="003F214A"/>
    <w:rsid w:val="003F29DE"/>
    <w:rsid w:val="003F4BFA"/>
    <w:rsid w:val="003F4C27"/>
    <w:rsid w:val="003F4DC6"/>
    <w:rsid w:val="003F50E2"/>
    <w:rsid w:val="003F54A8"/>
    <w:rsid w:val="003F688A"/>
    <w:rsid w:val="003F6F5B"/>
    <w:rsid w:val="003F7B19"/>
    <w:rsid w:val="00400831"/>
    <w:rsid w:val="00401067"/>
    <w:rsid w:val="004027EE"/>
    <w:rsid w:val="0040342D"/>
    <w:rsid w:val="00404C9A"/>
    <w:rsid w:val="00404F2F"/>
    <w:rsid w:val="00405C31"/>
    <w:rsid w:val="004066B8"/>
    <w:rsid w:val="00407FFE"/>
    <w:rsid w:val="0041192D"/>
    <w:rsid w:val="0041214B"/>
    <w:rsid w:val="00412EC0"/>
    <w:rsid w:val="0041380B"/>
    <w:rsid w:val="00413EE1"/>
    <w:rsid w:val="00415B3D"/>
    <w:rsid w:val="0041658F"/>
    <w:rsid w:val="00417E04"/>
    <w:rsid w:val="004202B2"/>
    <w:rsid w:val="0042128E"/>
    <w:rsid w:val="00422347"/>
    <w:rsid w:val="00422545"/>
    <w:rsid w:val="004242D9"/>
    <w:rsid w:val="00424972"/>
    <w:rsid w:val="00424CE1"/>
    <w:rsid w:val="00424DD4"/>
    <w:rsid w:val="00424FD2"/>
    <w:rsid w:val="00427EC8"/>
    <w:rsid w:val="00430360"/>
    <w:rsid w:val="004310E8"/>
    <w:rsid w:val="00432B60"/>
    <w:rsid w:val="00433527"/>
    <w:rsid w:val="00434069"/>
    <w:rsid w:val="00434124"/>
    <w:rsid w:val="00434437"/>
    <w:rsid w:val="00435488"/>
    <w:rsid w:val="004354EA"/>
    <w:rsid w:val="00436A9A"/>
    <w:rsid w:val="00440698"/>
    <w:rsid w:val="004418F4"/>
    <w:rsid w:val="004425F1"/>
    <w:rsid w:val="0044340F"/>
    <w:rsid w:val="0044571E"/>
    <w:rsid w:val="00446713"/>
    <w:rsid w:val="00446B25"/>
    <w:rsid w:val="004473A5"/>
    <w:rsid w:val="004478CA"/>
    <w:rsid w:val="00447C69"/>
    <w:rsid w:val="00450276"/>
    <w:rsid w:val="0045102C"/>
    <w:rsid w:val="00452008"/>
    <w:rsid w:val="00453FE6"/>
    <w:rsid w:val="004540E2"/>
    <w:rsid w:val="00454454"/>
    <w:rsid w:val="00455173"/>
    <w:rsid w:val="0045779E"/>
    <w:rsid w:val="00457ADD"/>
    <w:rsid w:val="00457FF8"/>
    <w:rsid w:val="00460F91"/>
    <w:rsid w:val="0046101C"/>
    <w:rsid w:val="0046298D"/>
    <w:rsid w:val="00464E08"/>
    <w:rsid w:val="004666AE"/>
    <w:rsid w:val="00466D11"/>
    <w:rsid w:val="004674C0"/>
    <w:rsid w:val="00467924"/>
    <w:rsid w:val="004701A9"/>
    <w:rsid w:val="004712A5"/>
    <w:rsid w:val="004712D2"/>
    <w:rsid w:val="00471C5D"/>
    <w:rsid w:val="004722BF"/>
    <w:rsid w:val="0047266F"/>
    <w:rsid w:val="0047456C"/>
    <w:rsid w:val="00474E51"/>
    <w:rsid w:val="00475155"/>
    <w:rsid w:val="0047517C"/>
    <w:rsid w:val="00476AE7"/>
    <w:rsid w:val="00476D6B"/>
    <w:rsid w:val="00477954"/>
    <w:rsid w:val="00481FA9"/>
    <w:rsid w:val="004821BC"/>
    <w:rsid w:val="00483226"/>
    <w:rsid w:val="00485DEE"/>
    <w:rsid w:val="004864C9"/>
    <w:rsid w:val="00486616"/>
    <w:rsid w:val="00490418"/>
    <w:rsid w:val="004906A0"/>
    <w:rsid w:val="0049188F"/>
    <w:rsid w:val="00492C16"/>
    <w:rsid w:val="004957B8"/>
    <w:rsid w:val="004A04ED"/>
    <w:rsid w:val="004A0678"/>
    <w:rsid w:val="004A375B"/>
    <w:rsid w:val="004A44FA"/>
    <w:rsid w:val="004A48A3"/>
    <w:rsid w:val="004A7B20"/>
    <w:rsid w:val="004A7C15"/>
    <w:rsid w:val="004A7D04"/>
    <w:rsid w:val="004B0AC5"/>
    <w:rsid w:val="004B0D92"/>
    <w:rsid w:val="004B0EC0"/>
    <w:rsid w:val="004B2F57"/>
    <w:rsid w:val="004B2FA8"/>
    <w:rsid w:val="004B3506"/>
    <w:rsid w:val="004B4EDB"/>
    <w:rsid w:val="004B566D"/>
    <w:rsid w:val="004B5C56"/>
    <w:rsid w:val="004B66F1"/>
    <w:rsid w:val="004B6948"/>
    <w:rsid w:val="004C06F6"/>
    <w:rsid w:val="004C286F"/>
    <w:rsid w:val="004C30BE"/>
    <w:rsid w:val="004C3EA0"/>
    <w:rsid w:val="004C510E"/>
    <w:rsid w:val="004C56FB"/>
    <w:rsid w:val="004C6465"/>
    <w:rsid w:val="004C6F3D"/>
    <w:rsid w:val="004C746F"/>
    <w:rsid w:val="004C7D26"/>
    <w:rsid w:val="004D15C1"/>
    <w:rsid w:val="004D2480"/>
    <w:rsid w:val="004D3C1C"/>
    <w:rsid w:val="004D4165"/>
    <w:rsid w:val="004D47C4"/>
    <w:rsid w:val="004D4FA4"/>
    <w:rsid w:val="004D5E35"/>
    <w:rsid w:val="004E3BAD"/>
    <w:rsid w:val="004E4BBA"/>
    <w:rsid w:val="004E6E9C"/>
    <w:rsid w:val="004E7891"/>
    <w:rsid w:val="004E7F24"/>
    <w:rsid w:val="004F0091"/>
    <w:rsid w:val="004F280E"/>
    <w:rsid w:val="004F310A"/>
    <w:rsid w:val="004F3647"/>
    <w:rsid w:val="004F3740"/>
    <w:rsid w:val="004F3B4D"/>
    <w:rsid w:val="004F5A96"/>
    <w:rsid w:val="004F6743"/>
    <w:rsid w:val="004F6ECD"/>
    <w:rsid w:val="004F6FB8"/>
    <w:rsid w:val="004F7169"/>
    <w:rsid w:val="004F77A3"/>
    <w:rsid w:val="00500D66"/>
    <w:rsid w:val="00500F2E"/>
    <w:rsid w:val="005027B9"/>
    <w:rsid w:val="00503871"/>
    <w:rsid w:val="00504766"/>
    <w:rsid w:val="00505863"/>
    <w:rsid w:val="00506497"/>
    <w:rsid w:val="00511610"/>
    <w:rsid w:val="005127BC"/>
    <w:rsid w:val="0051296A"/>
    <w:rsid w:val="005136D4"/>
    <w:rsid w:val="005138DB"/>
    <w:rsid w:val="00513921"/>
    <w:rsid w:val="005142AC"/>
    <w:rsid w:val="005145CF"/>
    <w:rsid w:val="00514B4A"/>
    <w:rsid w:val="00514C8E"/>
    <w:rsid w:val="00515CAA"/>
    <w:rsid w:val="00516DBF"/>
    <w:rsid w:val="00517571"/>
    <w:rsid w:val="005226F2"/>
    <w:rsid w:val="005241C4"/>
    <w:rsid w:val="00525DD8"/>
    <w:rsid w:val="00527274"/>
    <w:rsid w:val="005305F9"/>
    <w:rsid w:val="00531DBF"/>
    <w:rsid w:val="005321CD"/>
    <w:rsid w:val="00532693"/>
    <w:rsid w:val="005335B6"/>
    <w:rsid w:val="0053372F"/>
    <w:rsid w:val="00533E31"/>
    <w:rsid w:val="00535140"/>
    <w:rsid w:val="00535719"/>
    <w:rsid w:val="00535952"/>
    <w:rsid w:val="00540D7C"/>
    <w:rsid w:val="005411C9"/>
    <w:rsid w:val="00541463"/>
    <w:rsid w:val="005415E4"/>
    <w:rsid w:val="005415FA"/>
    <w:rsid w:val="00541906"/>
    <w:rsid w:val="00541B5B"/>
    <w:rsid w:val="00543167"/>
    <w:rsid w:val="00543C03"/>
    <w:rsid w:val="005448CC"/>
    <w:rsid w:val="00544C7E"/>
    <w:rsid w:val="00545759"/>
    <w:rsid w:val="00545BE0"/>
    <w:rsid w:val="00545EAF"/>
    <w:rsid w:val="005461F4"/>
    <w:rsid w:val="00546930"/>
    <w:rsid w:val="00547B64"/>
    <w:rsid w:val="00547EA2"/>
    <w:rsid w:val="0055070A"/>
    <w:rsid w:val="00551A6D"/>
    <w:rsid w:val="005523C4"/>
    <w:rsid w:val="00552E44"/>
    <w:rsid w:val="00553C48"/>
    <w:rsid w:val="00554C6A"/>
    <w:rsid w:val="00555822"/>
    <w:rsid w:val="005560F6"/>
    <w:rsid w:val="005570EE"/>
    <w:rsid w:val="005576AB"/>
    <w:rsid w:val="005601FD"/>
    <w:rsid w:val="0056114F"/>
    <w:rsid w:val="00561B3A"/>
    <w:rsid w:val="00562E85"/>
    <w:rsid w:val="0056332F"/>
    <w:rsid w:val="0056491B"/>
    <w:rsid w:val="00564B2E"/>
    <w:rsid w:val="005655B4"/>
    <w:rsid w:val="005658DE"/>
    <w:rsid w:val="00565938"/>
    <w:rsid w:val="00566ACF"/>
    <w:rsid w:val="00567D3A"/>
    <w:rsid w:val="00567E03"/>
    <w:rsid w:val="005706A6"/>
    <w:rsid w:val="00571020"/>
    <w:rsid w:val="005719B3"/>
    <w:rsid w:val="00572451"/>
    <w:rsid w:val="0057295E"/>
    <w:rsid w:val="005732AC"/>
    <w:rsid w:val="005738E5"/>
    <w:rsid w:val="005741FD"/>
    <w:rsid w:val="005742A3"/>
    <w:rsid w:val="005755D5"/>
    <w:rsid w:val="005761D7"/>
    <w:rsid w:val="0057799E"/>
    <w:rsid w:val="00577AC0"/>
    <w:rsid w:val="00577CD3"/>
    <w:rsid w:val="00581138"/>
    <w:rsid w:val="00581622"/>
    <w:rsid w:val="00581C39"/>
    <w:rsid w:val="00582534"/>
    <w:rsid w:val="005829B6"/>
    <w:rsid w:val="0058412E"/>
    <w:rsid w:val="00584793"/>
    <w:rsid w:val="0058517F"/>
    <w:rsid w:val="00586F89"/>
    <w:rsid w:val="005903B6"/>
    <w:rsid w:val="00591485"/>
    <w:rsid w:val="005914B8"/>
    <w:rsid w:val="005935BE"/>
    <w:rsid w:val="00593824"/>
    <w:rsid w:val="00593914"/>
    <w:rsid w:val="00595701"/>
    <w:rsid w:val="0059629A"/>
    <w:rsid w:val="005A0247"/>
    <w:rsid w:val="005A126E"/>
    <w:rsid w:val="005A1408"/>
    <w:rsid w:val="005A43B4"/>
    <w:rsid w:val="005A452F"/>
    <w:rsid w:val="005A4622"/>
    <w:rsid w:val="005A4CED"/>
    <w:rsid w:val="005A55AE"/>
    <w:rsid w:val="005A5866"/>
    <w:rsid w:val="005A5DDA"/>
    <w:rsid w:val="005A7463"/>
    <w:rsid w:val="005B140D"/>
    <w:rsid w:val="005B1C8F"/>
    <w:rsid w:val="005B2200"/>
    <w:rsid w:val="005B2275"/>
    <w:rsid w:val="005B25F2"/>
    <w:rsid w:val="005B33F8"/>
    <w:rsid w:val="005B3889"/>
    <w:rsid w:val="005B3F50"/>
    <w:rsid w:val="005B47EC"/>
    <w:rsid w:val="005B48CA"/>
    <w:rsid w:val="005B786B"/>
    <w:rsid w:val="005C00CD"/>
    <w:rsid w:val="005C137A"/>
    <w:rsid w:val="005C13BA"/>
    <w:rsid w:val="005C1829"/>
    <w:rsid w:val="005C1FEA"/>
    <w:rsid w:val="005C2141"/>
    <w:rsid w:val="005C3055"/>
    <w:rsid w:val="005C3495"/>
    <w:rsid w:val="005C40FC"/>
    <w:rsid w:val="005C4622"/>
    <w:rsid w:val="005D16E4"/>
    <w:rsid w:val="005D19D4"/>
    <w:rsid w:val="005D2058"/>
    <w:rsid w:val="005D6547"/>
    <w:rsid w:val="005D6931"/>
    <w:rsid w:val="005D6BC0"/>
    <w:rsid w:val="005D784A"/>
    <w:rsid w:val="005D78A6"/>
    <w:rsid w:val="005E276B"/>
    <w:rsid w:val="005E3AC2"/>
    <w:rsid w:val="005E3C52"/>
    <w:rsid w:val="005E3DFC"/>
    <w:rsid w:val="005E4A84"/>
    <w:rsid w:val="005E5942"/>
    <w:rsid w:val="005E60AF"/>
    <w:rsid w:val="005E68A1"/>
    <w:rsid w:val="005E7001"/>
    <w:rsid w:val="005E76D3"/>
    <w:rsid w:val="005F0EC2"/>
    <w:rsid w:val="005F19AB"/>
    <w:rsid w:val="005F1DEA"/>
    <w:rsid w:val="005F5F97"/>
    <w:rsid w:val="00600988"/>
    <w:rsid w:val="006009C1"/>
    <w:rsid w:val="00600A2F"/>
    <w:rsid w:val="00600DCA"/>
    <w:rsid w:val="00601617"/>
    <w:rsid w:val="0060227A"/>
    <w:rsid w:val="00603356"/>
    <w:rsid w:val="00603716"/>
    <w:rsid w:val="00604A6B"/>
    <w:rsid w:val="00605277"/>
    <w:rsid w:val="00605358"/>
    <w:rsid w:val="00605C79"/>
    <w:rsid w:val="00606548"/>
    <w:rsid w:val="0060656B"/>
    <w:rsid w:val="00606756"/>
    <w:rsid w:val="00607EA0"/>
    <w:rsid w:val="00607FC9"/>
    <w:rsid w:val="00610DAE"/>
    <w:rsid w:val="00610E40"/>
    <w:rsid w:val="0061241E"/>
    <w:rsid w:val="00612D43"/>
    <w:rsid w:val="00612E7C"/>
    <w:rsid w:val="00614E48"/>
    <w:rsid w:val="00614E51"/>
    <w:rsid w:val="006156A7"/>
    <w:rsid w:val="006163F8"/>
    <w:rsid w:val="00616A9F"/>
    <w:rsid w:val="00616E20"/>
    <w:rsid w:val="00617958"/>
    <w:rsid w:val="006204B8"/>
    <w:rsid w:val="00620752"/>
    <w:rsid w:val="00620877"/>
    <w:rsid w:val="00621DD7"/>
    <w:rsid w:val="006222D4"/>
    <w:rsid w:val="00622E8F"/>
    <w:rsid w:val="00622FE1"/>
    <w:rsid w:val="0062352D"/>
    <w:rsid w:val="00623715"/>
    <w:rsid w:val="00624004"/>
    <w:rsid w:val="00624491"/>
    <w:rsid w:val="00624E35"/>
    <w:rsid w:val="0062521C"/>
    <w:rsid w:val="00625D71"/>
    <w:rsid w:val="00625FCE"/>
    <w:rsid w:val="006265BE"/>
    <w:rsid w:val="006267DA"/>
    <w:rsid w:val="00626935"/>
    <w:rsid w:val="00626CCF"/>
    <w:rsid w:val="00630641"/>
    <w:rsid w:val="00630A2B"/>
    <w:rsid w:val="00631308"/>
    <w:rsid w:val="00632DC7"/>
    <w:rsid w:val="0063393E"/>
    <w:rsid w:val="00633DF3"/>
    <w:rsid w:val="006345DB"/>
    <w:rsid w:val="00634911"/>
    <w:rsid w:val="00634A46"/>
    <w:rsid w:val="0063514E"/>
    <w:rsid w:val="006357FB"/>
    <w:rsid w:val="0063667F"/>
    <w:rsid w:val="00636EFE"/>
    <w:rsid w:val="006406FC"/>
    <w:rsid w:val="00640E57"/>
    <w:rsid w:val="0064147F"/>
    <w:rsid w:val="006417FE"/>
    <w:rsid w:val="00642211"/>
    <w:rsid w:val="00643472"/>
    <w:rsid w:val="006438C1"/>
    <w:rsid w:val="0064461E"/>
    <w:rsid w:val="00646122"/>
    <w:rsid w:val="0064732D"/>
    <w:rsid w:val="00647552"/>
    <w:rsid w:val="006514F1"/>
    <w:rsid w:val="006520E0"/>
    <w:rsid w:val="00652BE8"/>
    <w:rsid w:val="00652C90"/>
    <w:rsid w:val="006537B0"/>
    <w:rsid w:val="00653E16"/>
    <w:rsid w:val="00654B37"/>
    <w:rsid w:val="00655445"/>
    <w:rsid w:val="00655BF3"/>
    <w:rsid w:val="006568A3"/>
    <w:rsid w:val="00657220"/>
    <w:rsid w:val="00657362"/>
    <w:rsid w:val="00657672"/>
    <w:rsid w:val="0066104B"/>
    <w:rsid w:val="0066247D"/>
    <w:rsid w:val="00662AFF"/>
    <w:rsid w:val="006655EE"/>
    <w:rsid w:val="006659E6"/>
    <w:rsid w:val="006674CF"/>
    <w:rsid w:val="00667781"/>
    <w:rsid w:val="00667983"/>
    <w:rsid w:val="00667B33"/>
    <w:rsid w:val="00667C10"/>
    <w:rsid w:val="00667EF4"/>
    <w:rsid w:val="0067023F"/>
    <w:rsid w:val="00672704"/>
    <w:rsid w:val="0067434D"/>
    <w:rsid w:val="00674DC9"/>
    <w:rsid w:val="00675144"/>
    <w:rsid w:val="00675CCF"/>
    <w:rsid w:val="0067638E"/>
    <w:rsid w:val="00676B43"/>
    <w:rsid w:val="00676FCA"/>
    <w:rsid w:val="00677177"/>
    <w:rsid w:val="006774F1"/>
    <w:rsid w:val="00677DF0"/>
    <w:rsid w:val="006819FD"/>
    <w:rsid w:val="00682E0D"/>
    <w:rsid w:val="006842D7"/>
    <w:rsid w:val="00684642"/>
    <w:rsid w:val="00684979"/>
    <w:rsid w:val="00685761"/>
    <w:rsid w:val="0068612E"/>
    <w:rsid w:val="00686571"/>
    <w:rsid w:val="00686BBB"/>
    <w:rsid w:val="00687833"/>
    <w:rsid w:val="00687C92"/>
    <w:rsid w:val="00691113"/>
    <w:rsid w:val="00691682"/>
    <w:rsid w:val="006916B5"/>
    <w:rsid w:val="0069206B"/>
    <w:rsid w:val="006933AF"/>
    <w:rsid w:val="006934B2"/>
    <w:rsid w:val="00694668"/>
    <w:rsid w:val="0069534E"/>
    <w:rsid w:val="0069669C"/>
    <w:rsid w:val="00696F1C"/>
    <w:rsid w:val="006A11E0"/>
    <w:rsid w:val="006A1200"/>
    <w:rsid w:val="006A1813"/>
    <w:rsid w:val="006A2010"/>
    <w:rsid w:val="006A217C"/>
    <w:rsid w:val="006A21FC"/>
    <w:rsid w:val="006A26BC"/>
    <w:rsid w:val="006A2DF9"/>
    <w:rsid w:val="006A360D"/>
    <w:rsid w:val="006A386C"/>
    <w:rsid w:val="006A4619"/>
    <w:rsid w:val="006A4F4E"/>
    <w:rsid w:val="006A53F7"/>
    <w:rsid w:val="006A597D"/>
    <w:rsid w:val="006A6082"/>
    <w:rsid w:val="006A6791"/>
    <w:rsid w:val="006A6C23"/>
    <w:rsid w:val="006A7387"/>
    <w:rsid w:val="006B0AEC"/>
    <w:rsid w:val="006B122A"/>
    <w:rsid w:val="006B14DB"/>
    <w:rsid w:val="006B1B50"/>
    <w:rsid w:val="006B21C4"/>
    <w:rsid w:val="006B25B9"/>
    <w:rsid w:val="006B32D0"/>
    <w:rsid w:val="006B4714"/>
    <w:rsid w:val="006B58FD"/>
    <w:rsid w:val="006B7B5C"/>
    <w:rsid w:val="006C0618"/>
    <w:rsid w:val="006C14CA"/>
    <w:rsid w:val="006C1DC8"/>
    <w:rsid w:val="006C1F7F"/>
    <w:rsid w:val="006C2C59"/>
    <w:rsid w:val="006C4A1A"/>
    <w:rsid w:val="006C6587"/>
    <w:rsid w:val="006C66F0"/>
    <w:rsid w:val="006C6B5C"/>
    <w:rsid w:val="006C70C7"/>
    <w:rsid w:val="006C7926"/>
    <w:rsid w:val="006D037E"/>
    <w:rsid w:val="006D0393"/>
    <w:rsid w:val="006D1A83"/>
    <w:rsid w:val="006D1AFC"/>
    <w:rsid w:val="006D2D89"/>
    <w:rsid w:val="006D3759"/>
    <w:rsid w:val="006D4744"/>
    <w:rsid w:val="006D4934"/>
    <w:rsid w:val="006D705A"/>
    <w:rsid w:val="006D738C"/>
    <w:rsid w:val="006D7AB2"/>
    <w:rsid w:val="006D7E10"/>
    <w:rsid w:val="006E0A30"/>
    <w:rsid w:val="006E0DC3"/>
    <w:rsid w:val="006E120F"/>
    <w:rsid w:val="006E1CFE"/>
    <w:rsid w:val="006E25EA"/>
    <w:rsid w:val="006E2B8D"/>
    <w:rsid w:val="006E2DF7"/>
    <w:rsid w:val="006E306C"/>
    <w:rsid w:val="006E339B"/>
    <w:rsid w:val="006E3795"/>
    <w:rsid w:val="006E459D"/>
    <w:rsid w:val="006E4849"/>
    <w:rsid w:val="006E4E8E"/>
    <w:rsid w:val="006E5120"/>
    <w:rsid w:val="006E54E9"/>
    <w:rsid w:val="006E5712"/>
    <w:rsid w:val="006E5B62"/>
    <w:rsid w:val="006F10C4"/>
    <w:rsid w:val="006F1317"/>
    <w:rsid w:val="006F1581"/>
    <w:rsid w:val="006F1AD9"/>
    <w:rsid w:val="006F1D56"/>
    <w:rsid w:val="006F23A9"/>
    <w:rsid w:val="006F2EAF"/>
    <w:rsid w:val="006F2F70"/>
    <w:rsid w:val="006F308D"/>
    <w:rsid w:val="006F3563"/>
    <w:rsid w:val="006F3E8C"/>
    <w:rsid w:val="006F40E9"/>
    <w:rsid w:val="006F50D4"/>
    <w:rsid w:val="006F5258"/>
    <w:rsid w:val="006F5603"/>
    <w:rsid w:val="006F6BCA"/>
    <w:rsid w:val="006F78E9"/>
    <w:rsid w:val="00700A88"/>
    <w:rsid w:val="00701400"/>
    <w:rsid w:val="007021DF"/>
    <w:rsid w:val="0070264B"/>
    <w:rsid w:val="007028CF"/>
    <w:rsid w:val="007037CF"/>
    <w:rsid w:val="007063D0"/>
    <w:rsid w:val="00706800"/>
    <w:rsid w:val="00706BF7"/>
    <w:rsid w:val="00710371"/>
    <w:rsid w:val="00710EF0"/>
    <w:rsid w:val="00712D61"/>
    <w:rsid w:val="007134CF"/>
    <w:rsid w:val="00713BC3"/>
    <w:rsid w:val="007148CE"/>
    <w:rsid w:val="0071490D"/>
    <w:rsid w:val="007155DA"/>
    <w:rsid w:val="00716574"/>
    <w:rsid w:val="007167C0"/>
    <w:rsid w:val="00716D07"/>
    <w:rsid w:val="00716E25"/>
    <w:rsid w:val="00720347"/>
    <w:rsid w:val="00720481"/>
    <w:rsid w:val="007207A6"/>
    <w:rsid w:val="007207D1"/>
    <w:rsid w:val="0072087E"/>
    <w:rsid w:val="00720FA1"/>
    <w:rsid w:val="00722274"/>
    <w:rsid w:val="007230D3"/>
    <w:rsid w:val="00724978"/>
    <w:rsid w:val="00725246"/>
    <w:rsid w:val="007255D0"/>
    <w:rsid w:val="007262E9"/>
    <w:rsid w:val="00727CDE"/>
    <w:rsid w:val="00727DF0"/>
    <w:rsid w:val="00733193"/>
    <w:rsid w:val="00734650"/>
    <w:rsid w:val="00735DE0"/>
    <w:rsid w:val="00737379"/>
    <w:rsid w:val="00737622"/>
    <w:rsid w:val="00737E2A"/>
    <w:rsid w:val="00740979"/>
    <w:rsid w:val="007411DB"/>
    <w:rsid w:val="00741789"/>
    <w:rsid w:val="007418BA"/>
    <w:rsid w:val="00743475"/>
    <w:rsid w:val="00744DDA"/>
    <w:rsid w:val="00745E03"/>
    <w:rsid w:val="00745FD8"/>
    <w:rsid w:val="007461A4"/>
    <w:rsid w:val="00746630"/>
    <w:rsid w:val="00747811"/>
    <w:rsid w:val="007506D7"/>
    <w:rsid w:val="00750AC8"/>
    <w:rsid w:val="0075118B"/>
    <w:rsid w:val="00752496"/>
    <w:rsid w:val="00752CBC"/>
    <w:rsid w:val="007538C4"/>
    <w:rsid w:val="007540B6"/>
    <w:rsid w:val="00754982"/>
    <w:rsid w:val="007554ED"/>
    <w:rsid w:val="0075694C"/>
    <w:rsid w:val="0075732A"/>
    <w:rsid w:val="007600F8"/>
    <w:rsid w:val="00760262"/>
    <w:rsid w:val="00762454"/>
    <w:rsid w:val="0076310C"/>
    <w:rsid w:val="0076337F"/>
    <w:rsid w:val="00764AAB"/>
    <w:rsid w:val="00765442"/>
    <w:rsid w:val="00766BAE"/>
    <w:rsid w:val="0076744F"/>
    <w:rsid w:val="00767BCE"/>
    <w:rsid w:val="00767EFC"/>
    <w:rsid w:val="007707DE"/>
    <w:rsid w:val="00770859"/>
    <w:rsid w:val="00770B5D"/>
    <w:rsid w:val="00770C5A"/>
    <w:rsid w:val="00771DCA"/>
    <w:rsid w:val="0077257A"/>
    <w:rsid w:val="007731EF"/>
    <w:rsid w:val="00774632"/>
    <w:rsid w:val="0077471F"/>
    <w:rsid w:val="007752F1"/>
    <w:rsid w:val="007759A8"/>
    <w:rsid w:val="00775AFF"/>
    <w:rsid w:val="00776768"/>
    <w:rsid w:val="0077780D"/>
    <w:rsid w:val="00777EFE"/>
    <w:rsid w:val="0078037E"/>
    <w:rsid w:val="00780832"/>
    <w:rsid w:val="00780883"/>
    <w:rsid w:val="00781228"/>
    <w:rsid w:val="0078187A"/>
    <w:rsid w:val="00781AF7"/>
    <w:rsid w:val="0078271D"/>
    <w:rsid w:val="00784D18"/>
    <w:rsid w:val="007850E7"/>
    <w:rsid w:val="0078518A"/>
    <w:rsid w:val="0078657A"/>
    <w:rsid w:val="00786844"/>
    <w:rsid w:val="00786B31"/>
    <w:rsid w:val="00786DBF"/>
    <w:rsid w:val="00787608"/>
    <w:rsid w:val="00787B4A"/>
    <w:rsid w:val="007913E7"/>
    <w:rsid w:val="0079169E"/>
    <w:rsid w:val="00792491"/>
    <w:rsid w:val="0079476D"/>
    <w:rsid w:val="007948BB"/>
    <w:rsid w:val="007956C4"/>
    <w:rsid w:val="00796611"/>
    <w:rsid w:val="007970F1"/>
    <w:rsid w:val="00797807"/>
    <w:rsid w:val="007A1354"/>
    <w:rsid w:val="007A2573"/>
    <w:rsid w:val="007A268B"/>
    <w:rsid w:val="007A3863"/>
    <w:rsid w:val="007A3B02"/>
    <w:rsid w:val="007A419D"/>
    <w:rsid w:val="007A51D7"/>
    <w:rsid w:val="007A5BC7"/>
    <w:rsid w:val="007A6343"/>
    <w:rsid w:val="007A6685"/>
    <w:rsid w:val="007A742C"/>
    <w:rsid w:val="007A7EB4"/>
    <w:rsid w:val="007B0080"/>
    <w:rsid w:val="007B06FC"/>
    <w:rsid w:val="007B106C"/>
    <w:rsid w:val="007B1A4E"/>
    <w:rsid w:val="007B1A6D"/>
    <w:rsid w:val="007B362E"/>
    <w:rsid w:val="007B3644"/>
    <w:rsid w:val="007B3D05"/>
    <w:rsid w:val="007B4166"/>
    <w:rsid w:val="007B44EF"/>
    <w:rsid w:val="007B470B"/>
    <w:rsid w:val="007B5360"/>
    <w:rsid w:val="007B5503"/>
    <w:rsid w:val="007B5745"/>
    <w:rsid w:val="007B58F9"/>
    <w:rsid w:val="007B5DE1"/>
    <w:rsid w:val="007B6131"/>
    <w:rsid w:val="007B6B74"/>
    <w:rsid w:val="007C0F1F"/>
    <w:rsid w:val="007C179C"/>
    <w:rsid w:val="007C1E94"/>
    <w:rsid w:val="007C2D06"/>
    <w:rsid w:val="007C49FC"/>
    <w:rsid w:val="007C4F40"/>
    <w:rsid w:val="007C5003"/>
    <w:rsid w:val="007C52A3"/>
    <w:rsid w:val="007C65E5"/>
    <w:rsid w:val="007C6BB3"/>
    <w:rsid w:val="007D025D"/>
    <w:rsid w:val="007D0416"/>
    <w:rsid w:val="007D0E0D"/>
    <w:rsid w:val="007D12F7"/>
    <w:rsid w:val="007D14B4"/>
    <w:rsid w:val="007D2B31"/>
    <w:rsid w:val="007D2DCD"/>
    <w:rsid w:val="007D2F97"/>
    <w:rsid w:val="007D2F9E"/>
    <w:rsid w:val="007D3AD7"/>
    <w:rsid w:val="007D3B41"/>
    <w:rsid w:val="007D3F0B"/>
    <w:rsid w:val="007D4BA7"/>
    <w:rsid w:val="007D4CD1"/>
    <w:rsid w:val="007D7326"/>
    <w:rsid w:val="007D73D4"/>
    <w:rsid w:val="007D742F"/>
    <w:rsid w:val="007D79C3"/>
    <w:rsid w:val="007E0DAB"/>
    <w:rsid w:val="007E1416"/>
    <w:rsid w:val="007E1BD8"/>
    <w:rsid w:val="007E1C18"/>
    <w:rsid w:val="007E1D99"/>
    <w:rsid w:val="007E2331"/>
    <w:rsid w:val="007E24F6"/>
    <w:rsid w:val="007E45C1"/>
    <w:rsid w:val="007E5619"/>
    <w:rsid w:val="007F0A99"/>
    <w:rsid w:val="007F1B0D"/>
    <w:rsid w:val="007F2A90"/>
    <w:rsid w:val="007F3E01"/>
    <w:rsid w:val="007F6265"/>
    <w:rsid w:val="007F6C31"/>
    <w:rsid w:val="007F6FCD"/>
    <w:rsid w:val="007F7C2C"/>
    <w:rsid w:val="00800262"/>
    <w:rsid w:val="00800F64"/>
    <w:rsid w:val="00801050"/>
    <w:rsid w:val="008011B9"/>
    <w:rsid w:val="00801A2E"/>
    <w:rsid w:val="00802176"/>
    <w:rsid w:val="00802F0B"/>
    <w:rsid w:val="0080330A"/>
    <w:rsid w:val="00806206"/>
    <w:rsid w:val="008063C0"/>
    <w:rsid w:val="00806785"/>
    <w:rsid w:val="0080689B"/>
    <w:rsid w:val="00806A3E"/>
    <w:rsid w:val="00810A67"/>
    <w:rsid w:val="00810B32"/>
    <w:rsid w:val="0081156C"/>
    <w:rsid w:val="00811B1A"/>
    <w:rsid w:val="008120CD"/>
    <w:rsid w:val="008137E5"/>
    <w:rsid w:val="00813F80"/>
    <w:rsid w:val="008164AC"/>
    <w:rsid w:val="00816575"/>
    <w:rsid w:val="008169EE"/>
    <w:rsid w:val="00817731"/>
    <w:rsid w:val="00820273"/>
    <w:rsid w:val="00820346"/>
    <w:rsid w:val="00820671"/>
    <w:rsid w:val="00820A70"/>
    <w:rsid w:val="0082252F"/>
    <w:rsid w:val="00823B34"/>
    <w:rsid w:val="00823D6A"/>
    <w:rsid w:val="00824A8A"/>
    <w:rsid w:val="0082547F"/>
    <w:rsid w:val="008257C0"/>
    <w:rsid w:val="00825B9B"/>
    <w:rsid w:val="008266F2"/>
    <w:rsid w:val="008273BE"/>
    <w:rsid w:val="00827BFE"/>
    <w:rsid w:val="0083138B"/>
    <w:rsid w:val="00831E94"/>
    <w:rsid w:val="00833254"/>
    <w:rsid w:val="0083334C"/>
    <w:rsid w:val="00833CF7"/>
    <w:rsid w:val="008343B5"/>
    <w:rsid w:val="00834A31"/>
    <w:rsid w:val="00834CDE"/>
    <w:rsid w:val="008363E3"/>
    <w:rsid w:val="00836B13"/>
    <w:rsid w:val="00837EBF"/>
    <w:rsid w:val="00840031"/>
    <w:rsid w:val="00840BD4"/>
    <w:rsid w:val="00840C29"/>
    <w:rsid w:val="00841656"/>
    <w:rsid w:val="00842464"/>
    <w:rsid w:val="00843EA5"/>
    <w:rsid w:val="0084437C"/>
    <w:rsid w:val="00844610"/>
    <w:rsid w:val="00845601"/>
    <w:rsid w:val="00845D91"/>
    <w:rsid w:val="0084694E"/>
    <w:rsid w:val="008470D0"/>
    <w:rsid w:val="008501CC"/>
    <w:rsid w:val="00850694"/>
    <w:rsid w:val="00850A4E"/>
    <w:rsid w:val="00852321"/>
    <w:rsid w:val="00852BF8"/>
    <w:rsid w:val="0085411B"/>
    <w:rsid w:val="00855C5C"/>
    <w:rsid w:val="00855F21"/>
    <w:rsid w:val="00857948"/>
    <w:rsid w:val="00861738"/>
    <w:rsid w:val="008618E1"/>
    <w:rsid w:val="008624B1"/>
    <w:rsid w:val="00863ABB"/>
    <w:rsid w:val="008655A6"/>
    <w:rsid w:val="00866194"/>
    <w:rsid w:val="00866B97"/>
    <w:rsid w:val="008676C1"/>
    <w:rsid w:val="00867E0A"/>
    <w:rsid w:val="00867F09"/>
    <w:rsid w:val="00867F6F"/>
    <w:rsid w:val="008703CE"/>
    <w:rsid w:val="00871270"/>
    <w:rsid w:val="00871DD0"/>
    <w:rsid w:val="008722D8"/>
    <w:rsid w:val="00872E9B"/>
    <w:rsid w:val="0087454E"/>
    <w:rsid w:val="00876C62"/>
    <w:rsid w:val="00880B19"/>
    <w:rsid w:val="00880DA2"/>
    <w:rsid w:val="0088368A"/>
    <w:rsid w:val="00883977"/>
    <w:rsid w:val="00883B29"/>
    <w:rsid w:val="00883E13"/>
    <w:rsid w:val="00884BB2"/>
    <w:rsid w:val="00884CF9"/>
    <w:rsid w:val="00885240"/>
    <w:rsid w:val="00885BD7"/>
    <w:rsid w:val="00886CD4"/>
    <w:rsid w:val="0088701B"/>
    <w:rsid w:val="008877AE"/>
    <w:rsid w:val="00887D0D"/>
    <w:rsid w:val="00887DA5"/>
    <w:rsid w:val="008910E9"/>
    <w:rsid w:val="0089199F"/>
    <w:rsid w:val="00891ABF"/>
    <w:rsid w:val="00891C4A"/>
    <w:rsid w:val="0089257C"/>
    <w:rsid w:val="00892E19"/>
    <w:rsid w:val="00893FFF"/>
    <w:rsid w:val="00896BBF"/>
    <w:rsid w:val="008970B5"/>
    <w:rsid w:val="00897EF5"/>
    <w:rsid w:val="008A0EF0"/>
    <w:rsid w:val="008A0FC3"/>
    <w:rsid w:val="008A227D"/>
    <w:rsid w:val="008A2FB4"/>
    <w:rsid w:val="008A3A95"/>
    <w:rsid w:val="008A3A9C"/>
    <w:rsid w:val="008A3C96"/>
    <w:rsid w:val="008A3EC9"/>
    <w:rsid w:val="008A3F5E"/>
    <w:rsid w:val="008A450D"/>
    <w:rsid w:val="008A5B21"/>
    <w:rsid w:val="008A5BA8"/>
    <w:rsid w:val="008A7141"/>
    <w:rsid w:val="008A75CF"/>
    <w:rsid w:val="008A7D72"/>
    <w:rsid w:val="008B14D4"/>
    <w:rsid w:val="008B3183"/>
    <w:rsid w:val="008B3E48"/>
    <w:rsid w:val="008B4019"/>
    <w:rsid w:val="008B4539"/>
    <w:rsid w:val="008B4E77"/>
    <w:rsid w:val="008B5285"/>
    <w:rsid w:val="008B52E2"/>
    <w:rsid w:val="008B65C9"/>
    <w:rsid w:val="008B6CB2"/>
    <w:rsid w:val="008B7A2E"/>
    <w:rsid w:val="008C0AD0"/>
    <w:rsid w:val="008C1016"/>
    <w:rsid w:val="008C22F3"/>
    <w:rsid w:val="008C257A"/>
    <w:rsid w:val="008C27FF"/>
    <w:rsid w:val="008C2D4A"/>
    <w:rsid w:val="008C2FC1"/>
    <w:rsid w:val="008C3498"/>
    <w:rsid w:val="008C6436"/>
    <w:rsid w:val="008C68C1"/>
    <w:rsid w:val="008D007B"/>
    <w:rsid w:val="008D078E"/>
    <w:rsid w:val="008D08D8"/>
    <w:rsid w:val="008D1140"/>
    <w:rsid w:val="008D1683"/>
    <w:rsid w:val="008D3900"/>
    <w:rsid w:val="008D49C8"/>
    <w:rsid w:val="008D4BF3"/>
    <w:rsid w:val="008D534F"/>
    <w:rsid w:val="008D67FF"/>
    <w:rsid w:val="008D6E1D"/>
    <w:rsid w:val="008D7246"/>
    <w:rsid w:val="008D7D67"/>
    <w:rsid w:val="008E0115"/>
    <w:rsid w:val="008E015B"/>
    <w:rsid w:val="008E070D"/>
    <w:rsid w:val="008E146A"/>
    <w:rsid w:val="008E18E1"/>
    <w:rsid w:val="008E22DD"/>
    <w:rsid w:val="008E297B"/>
    <w:rsid w:val="008E3F71"/>
    <w:rsid w:val="008E4AF1"/>
    <w:rsid w:val="008E51FE"/>
    <w:rsid w:val="008E5C17"/>
    <w:rsid w:val="008E651D"/>
    <w:rsid w:val="008E79FE"/>
    <w:rsid w:val="008F02A1"/>
    <w:rsid w:val="008F0F32"/>
    <w:rsid w:val="008F2243"/>
    <w:rsid w:val="008F2B0C"/>
    <w:rsid w:val="008F39B4"/>
    <w:rsid w:val="008F4162"/>
    <w:rsid w:val="008F426C"/>
    <w:rsid w:val="008F4282"/>
    <w:rsid w:val="008F739B"/>
    <w:rsid w:val="008F7C80"/>
    <w:rsid w:val="009005BD"/>
    <w:rsid w:val="0090096E"/>
    <w:rsid w:val="00901E26"/>
    <w:rsid w:val="009025CF"/>
    <w:rsid w:val="00902A7B"/>
    <w:rsid w:val="00902BE8"/>
    <w:rsid w:val="00903E02"/>
    <w:rsid w:val="00905AF6"/>
    <w:rsid w:val="00906F23"/>
    <w:rsid w:val="00907349"/>
    <w:rsid w:val="00910A5E"/>
    <w:rsid w:val="00911C02"/>
    <w:rsid w:val="00911EB7"/>
    <w:rsid w:val="009120DB"/>
    <w:rsid w:val="0091221F"/>
    <w:rsid w:val="00913175"/>
    <w:rsid w:val="00914E81"/>
    <w:rsid w:val="00916EDB"/>
    <w:rsid w:val="00916F10"/>
    <w:rsid w:val="0092060E"/>
    <w:rsid w:val="00920861"/>
    <w:rsid w:val="009213F2"/>
    <w:rsid w:val="009217DF"/>
    <w:rsid w:val="00921DBA"/>
    <w:rsid w:val="009228DD"/>
    <w:rsid w:val="00922B13"/>
    <w:rsid w:val="00923215"/>
    <w:rsid w:val="009242EF"/>
    <w:rsid w:val="009247D5"/>
    <w:rsid w:val="00924926"/>
    <w:rsid w:val="0092558C"/>
    <w:rsid w:val="0092582C"/>
    <w:rsid w:val="00925A70"/>
    <w:rsid w:val="009274C0"/>
    <w:rsid w:val="00927517"/>
    <w:rsid w:val="00927F2A"/>
    <w:rsid w:val="0093136D"/>
    <w:rsid w:val="00932291"/>
    <w:rsid w:val="00932848"/>
    <w:rsid w:val="00932861"/>
    <w:rsid w:val="0093319D"/>
    <w:rsid w:val="0093408E"/>
    <w:rsid w:val="009344F0"/>
    <w:rsid w:val="00940A1E"/>
    <w:rsid w:val="00940EE3"/>
    <w:rsid w:val="00941009"/>
    <w:rsid w:val="009413F9"/>
    <w:rsid w:val="00941E1E"/>
    <w:rsid w:val="009430E1"/>
    <w:rsid w:val="00943AD9"/>
    <w:rsid w:val="00944067"/>
    <w:rsid w:val="00945833"/>
    <w:rsid w:val="00946752"/>
    <w:rsid w:val="0094676B"/>
    <w:rsid w:val="00946CBF"/>
    <w:rsid w:val="00946F8B"/>
    <w:rsid w:val="009471AF"/>
    <w:rsid w:val="00947A2F"/>
    <w:rsid w:val="00947D3E"/>
    <w:rsid w:val="0095003D"/>
    <w:rsid w:val="009502EA"/>
    <w:rsid w:val="009509C3"/>
    <w:rsid w:val="00950AC2"/>
    <w:rsid w:val="00952996"/>
    <w:rsid w:val="00952DDF"/>
    <w:rsid w:val="009537DD"/>
    <w:rsid w:val="00953AE1"/>
    <w:rsid w:val="00953D1E"/>
    <w:rsid w:val="009571E0"/>
    <w:rsid w:val="0095787F"/>
    <w:rsid w:val="009617C7"/>
    <w:rsid w:val="0096397F"/>
    <w:rsid w:val="00963B6A"/>
    <w:rsid w:val="0096440B"/>
    <w:rsid w:val="0096470A"/>
    <w:rsid w:val="00964BE5"/>
    <w:rsid w:val="00965555"/>
    <w:rsid w:val="009656E5"/>
    <w:rsid w:val="00965C12"/>
    <w:rsid w:val="009665D4"/>
    <w:rsid w:val="00966CB7"/>
    <w:rsid w:val="00967225"/>
    <w:rsid w:val="00967F16"/>
    <w:rsid w:val="00970496"/>
    <w:rsid w:val="009708F0"/>
    <w:rsid w:val="00970950"/>
    <w:rsid w:val="00971355"/>
    <w:rsid w:val="009716DB"/>
    <w:rsid w:val="00972076"/>
    <w:rsid w:val="009725EA"/>
    <w:rsid w:val="00972E56"/>
    <w:rsid w:val="00973CE3"/>
    <w:rsid w:val="00975F78"/>
    <w:rsid w:val="0097665A"/>
    <w:rsid w:val="00976C66"/>
    <w:rsid w:val="00977837"/>
    <w:rsid w:val="00977E8B"/>
    <w:rsid w:val="00980275"/>
    <w:rsid w:val="009812D4"/>
    <w:rsid w:val="009817F0"/>
    <w:rsid w:val="00981D06"/>
    <w:rsid w:val="00982030"/>
    <w:rsid w:val="00982CCB"/>
    <w:rsid w:val="0098361F"/>
    <w:rsid w:val="00985428"/>
    <w:rsid w:val="00986253"/>
    <w:rsid w:val="0098682F"/>
    <w:rsid w:val="009874E1"/>
    <w:rsid w:val="009920D8"/>
    <w:rsid w:val="009923B8"/>
    <w:rsid w:val="00992791"/>
    <w:rsid w:val="00992CB8"/>
    <w:rsid w:val="00993468"/>
    <w:rsid w:val="00996626"/>
    <w:rsid w:val="00997974"/>
    <w:rsid w:val="00997BA7"/>
    <w:rsid w:val="009A02AF"/>
    <w:rsid w:val="009A03AD"/>
    <w:rsid w:val="009A1EDA"/>
    <w:rsid w:val="009A20C3"/>
    <w:rsid w:val="009A31D8"/>
    <w:rsid w:val="009A357D"/>
    <w:rsid w:val="009A35C2"/>
    <w:rsid w:val="009B0334"/>
    <w:rsid w:val="009B13DA"/>
    <w:rsid w:val="009B1472"/>
    <w:rsid w:val="009B1999"/>
    <w:rsid w:val="009B2511"/>
    <w:rsid w:val="009B29CD"/>
    <w:rsid w:val="009B38BE"/>
    <w:rsid w:val="009B3978"/>
    <w:rsid w:val="009B4AE1"/>
    <w:rsid w:val="009B4C07"/>
    <w:rsid w:val="009B4E67"/>
    <w:rsid w:val="009B6233"/>
    <w:rsid w:val="009B675E"/>
    <w:rsid w:val="009C0C98"/>
    <w:rsid w:val="009C12C8"/>
    <w:rsid w:val="009C21C6"/>
    <w:rsid w:val="009C3D0F"/>
    <w:rsid w:val="009C3DDB"/>
    <w:rsid w:val="009C3EAF"/>
    <w:rsid w:val="009C46FB"/>
    <w:rsid w:val="009C659A"/>
    <w:rsid w:val="009C7DBF"/>
    <w:rsid w:val="009C7E84"/>
    <w:rsid w:val="009D00BA"/>
    <w:rsid w:val="009D0168"/>
    <w:rsid w:val="009D01C8"/>
    <w:rsid w:val="009D0299"/>
    <w:rsid w:val="009D0953"/>
    <w:rsid w:val="009D12BE"/>
    <w:rsid w:val="009D1519"/>
    <w:rsid w:val="009D1ADC"/>
    <w:rsid w:val="009D3170"/>
    <w:rsid w:val="009D58DB"/>
    <w:rsid w:val="009D5BE0"/>
    <w:rsid w:val="009D636F"/>
    <w:rsid w:val="009D67B0"/>
    <w:rsid w:val="009D787C"/>
    <w:rsid w:val="009E0F99"/>
    <w:rsid w:val="009E19C1"/>
    <w:rsid w:val="009E1B19"/>
    <w:rsid w:val="009E269C"/>
    <w:rsid w:val="009E29D3"/>
    <w:rsid w:val="009E5824"/>
    <w:rsid w:val="009E5842"/>
    <w:rsid w:val="009E5FF8"/>
    <w:rsid w:val="009E65D5"/>
    <w:rsid w:val="009E7275"/>
    <w:rsid w:val="009F076C"/>
    <w:rsid w:val="009F10BA"/>
    <w:rsid w:val="009F1506"/>
    <w:rsid w:val="009F35E2"/>
    <w:rsid w:val="009F3A70"/>
    <w:rsid w:val="009F4063"/>
    <w:rsid w:val="009F41E2"/>
    <w:rsid w:val="009F4B94"/>
    <w:rsid w:val="009F65F9"/>
    <w:rsid w:val="009F68BA"/>
    <w:rsid w:val="009F7BDF"/>
    <w:rsid w:val="00A00044"/>
    <w:rsid w:val="00A00B4E"/>
    <w:rsid w:val="00A00F8E"/>
    <w:rsid w:val="00A0148C"/>
    <w:rsid w:val="00A0355E"/>
    <w:rsid w:val="00A03736"/>
    <w:rsid w:val="00A03906"/>
    <w:rsid w:val="00A04104"/>
    <w:rsid w:val="00A04D59"/>
    <w:rsid w:val="00A051BA"/>
    <w:rsid w:val="00A06277"/>
    <w:rsid w:val="00A079DC"/>
    <w:rsid w:val="00A105DE"/>
    <w:rsid w:val="00A108BD"/>
    <w:rsid w:val="00A111C2"/>
    <w:rsid w:val="00A11971"/>
    <w:rsid w:val="00A11D33"/>
    <w:rsid w:val="00A12413"/>
    <w:rsid w:val="00A136D8"/>
    <w:rsid w:val="00A15375"/>
    <w:rsid w:val="00A15423"/>
    <w:rsid w:val="00A154D1"/>
    <w:rsid w:val="00A1631A"/>
    <w:rsid w:val="00A17683"/>
    <w:rsid w:val="00A17846"/>
    <w:rsid w:val="00A20D38"/>
    <w:rsid w:val="00A214A5"/>
    <w:rsid w:val="00A21E3B"/>
    <w:rsid w:val="00A231AC"/>
    <w:rsid w:val="00A236BB"/>
    <w:rsid w:val="00A23CFC"/>
    <w:rsid w:val="00A24937"/>
    <w:rsid w:val="00A26965"/>
    <w:rsid w:val="00A272CF"/>
    <w:rsid w:val="00A27546"/>
    <w:rsid w:val="00A30ECF"/>
    <w:rsid w:val="00A32AD5"/>
    <w:rsid w:val="00A3354C"/>
    <w:rsid w:val="00A33841"/>
    <w:rsid w:val="00A338AA"/>
    <w:rsid w:val="00A338E7"/>
    <w:rsid w:val="00A33947"/>
    <w:rsid w:val="00A33CB8"/>
    <w:rsid w:val="00A33E98"/>
    <w:rsid w:val="00A33FEA"/>
    <w:rsid w:val="00A34C77"/>
    <w:rsid w:val="00A35CAA"/>
    <w:rsid w:val="00A368C8"/>
    <w:rsid w:val="00A36E7F"/>
    <w:rsid w:val="00A36FD7"/>
    <w:rsid w:val="00A4005D"/>
    <w:rsid w:val="00A41BF5"/>
    <w:rsid w:val="00A41E65"/>
    <w:rsid w:val="00A42007"/>
    <w:rsid w:val="00A42074"/>
    <w:rsid w:val="00A43E0A"/>
    <w:rsid w:val="00A468F0"/>
    <w:rsid w:val="00A50328"/>
    <w:rsid w:val="00A505B3"/>
    <w:rsid w:val="00A50985"/>
    <w:rsid w:val="00A5188D"/>
    <w:rsid w:val="00A52438"/>
    <w:rsid w:val="00A525C1"/>
    <w:rsid w:val="00A530C7"/>
    <w:rsid w:val="00A53ABB"/>
    <w:rsid w:val="00A53B30"/>
    <w:rsid w:val="00A5477C"/>
    <w:rsid w:val="00A55241"/>
    <w:rsid w:val="00A55F5B"/>
    <w:rsid w:val="00A5630D"/>
    <w:rsid w:val="00A5634C"/>
    <w:rsid w:val="00A57207"/>
    <w:rsid w:val="00A576DF"/>
    <w:rsid w:val="00A60185"/>
    <w:rsid w:val="00A60418"/>
    <w:rsid w:val="00A60DD0"/>
    <w:rsid w:val="00A62C0B"/>
    <w:rsid w:val="00A63A2D"/>
    <w:rsid w:val="00A64851"/>
    <w:rsid w:val="00A6500D"/>
    <w:rsid w:val="00A65195"/>
    <w:rsid w:val="00A661EA"/>
    <w:rsid w:val="00A66B12"/>
    <w:rsid w:val="00A66C2D"/>
    <w:rsid w:val="00A71694"/>
    <w:rsid w:val="00A723C2"/>
    <w:rsid w:val="00A723EB"/>
    <w:rsid w:val="00A730F3"/>
    <w:rsid w:val="00A73DAD"/>
    <w:rsid w:val="00A74C6B"/>
    <w:rsid w:val="00A75544"/>
    <w:rsid w:val="00A75AB6"/>
    <w:rsid w:val="00A76392"/>
    <w:rsid w:val="00A77F7C"/>
    <w:rsid w:val="00A80676"/>
    <w:rsid w:val="00A8087F"/>
    <w:rsid w:val="00A814F9"/>
    <w:rsid w:val="00A81931"/>
    <w:rsid w:val="00A8287A"/>
    <w:rsid w:val="00A830E5"/>
    <w:rsid w:val="00A832A6"/>
    <w:rsid w:val="00A83877"/>
    <w:rsid w:val="00A84E12"/>
    <w:rsid w:val="00A862C4"/>
    <w:rsid w:val="00A86534"/>
    <w:rsid w:val="00A87135"/>
    <w:rsid w:val="00A875A2"/>
    <w:rsid w:val="00A8773A"/>
    <w:rsid w:val="00A91612"/>
    <w:rsid w:val="00A92216"/>
    <w:rsid w:val="00A92442"/>
    <w:rsid w:val="00A93280"/>
    <w:rsid w:val="00A93C5C"/>
    <w:rsid w:val="00A94679"/>
    <w:rsid w:val="00A951EA"/>
    <w:rsid w:val="00A95A22"/>
    <w:rsid w:val="00A95B5E"/>
    <w:rsid w:val="00A961C8"/>
    <w:rsid w:val="00A96242"/>
    <w:rsid w:val="00A963DF"/>
    <w:rsid w:val="00A96429"/>
    <w:rsid w:val="00A96446"/>
    <w:rsid w:val="00A965A3"/>
    <w:rsid w:val="00AA0BE9"/>
    <w:rsid w:val="00AA1322"/>
    <w:rsid w:val="00AA2548"/>
    <w:rsid w:val="00AA4A1E"/>
    <w:rsid w:val="00AA4BA4"/>
    <w:rsid w:val="00AA4E29"/>
    <w:rsid w:val="00AA58C4"/>
    <w:rsid w:val="00AA68B8"/>
    <w:rsid w:val="00AB075C"/>
    <w:rsid w:val="00AB09FC"/>
    <w:rsid w:val="00AB11C8"/>
    <w:rsid w:val="00AB1AB6"/>
    <w:rsid w:val="00AB222C"/>
    <w:rsid w:val="00AB43D9"/>
    <w:rsid w:val="00AB44CE"/>
    <w:rsid w:val="00AB5A58"/>
    <w:rsid w:val="00AB7092"/>
    <w:rsid w:val="00AB70E7"/>
    <w:rsid w:val="00AB7E0F"/>
    <w:rsid w:val="00AB7E32"/>
    <w:rsid w:val="00AB7ED0"/>
    <w:rsid w:val="00AC08A8"/>
    <w:rsid w:val="00AC211C"/>
    <w:rsid w:val="00AC29F5"/>
    <w:rsid w:val="00AC2E40"/>
    <w:rsid w:val="00AC3EA2"/>
    <w:rsid w:val="00AC4625"/>
    <w:rsid w:val="00AC4DA8"/>
    <w:rsid w:val="00AC6209"/>
    <w:rsid w:val="00AC642F"/>
    <w:rsid w:val="00AC6589"/>
    <w:rsid w:val="00AD00FF"/>
    <w:rsid w:val="00AD0170"/>
    <w:rsid w:val="00AD2534"/>
    <w:rsid w:val="00AD395C"/>
    <w:rsid w:val="00AD40EB"/>
    <w:rsid w:val="00AD4A80"/>
    <w:rsid w:val="00AD56C8"/>
    <w:rsid w:val="00AD57C9"/>
    <w:rsid w:val="00AD58F2"/>
    <w:rsid w:val="00AD6E31"/>
    <w:rsid w:val="00AD715B"/>
    <w:rsid w:val="00AE3A16"/>
    <w:rsid w:val="00AE3FAF"/>
    <w:rsid w:val="00AE42E8"/>
    <w:rsid w:val="00AE436D"/>
    <w:rsid w:val="00AE5EB1"/>
    <w:rsid w:val="00AF1455"/>
    <w:rsid w:val="00AF178C"/>
    <w:rsid w:val="00AF279A"/>
    <w:rsid w:val="00AF2DA0"/>
    <w:rsid w:val="00AF546F"/>
    <w:rsid w:val="00AF5599"/>
    <w:rsid w:val="00AF576F"/>
    <w:rsid w:val="00AF5C6E"/>
    <w:rsid w:val="00AF5FEE"/>
    <w:rsid w:val="00AF64D9"/>
    <w:rsid w:val="00AF7915"/>
    <w:rsid w:val="00B011E3"/>
    <w:rsid w:val="00B01A7E"/>
    <w:rsid w:val="00B049F9"/>
    <w:rsid w:val="00B0512A"/>
    <w:rsid w:val="00B0529F"/>
    <w:rsid w:val="00B05369"/>
    <w:rsid w:val="00B073B3"/>
    <w:rsid w:val="00B07787"/>
    <w:rsid w:val="00B10624"/>
    <w:rsid w:val="00B11646"/>
    <w:rsid w:val="00B11FDE"/>
    <w:rsid w:val="00B13F5E"/>
    <w:rsid w:val="00B1418B"/>
    <w:rsid w:val="00B1591A"/>
    <w:rsid w:val="00B1593B"/>
    <w:rsid w:val="00B160AE"/>
    <w:rsid w:val="00B16CA0"/>
    <w:rsid w:val="00B1733B"/>
    <w:rsid w:val="00B17E1B"/>
    <w:rsid w:val="00B20BB5"/>
    <w:rsid w:val="00B21195"/>
    <w:rsid w:val="00B21B77"/>
    <w:rsid w:val="00B22AE1"/>
    <w:rsid w:val="00B232EB"/>
    <w:rsid w:val="00B2484C"/>
    <w:rsid w:val="00B24B22"/>
    <w:rsid w:val="00B25310"/>
    <w:rsid w:val="00B25469"/>
    <w:rsid w:val="00B25D18"/>
    <w:rsid w:val="00B263B6"/>
    <w:rsid w:val="00B27318"/>
    <w:rsid w:val="00B2749A"/>
    <w:rsid w:val="00B30223"/>
    <w:rsid w:val="00B30B94"/>
    <w:rsid w:val="00B30E5D"/>
    <w:rsid w:val="00B3193E"/>
    <w:rsid w:val="00B31FEB"/>
    <w:rsid w:val="00B32F8F"/>
    <w:rsid w:val="00B32FD5"/>
    <w:rsid w:val="00B33AB7"/>
    <w:rsid w:val="00B343E9"/>
    <w:rsid w:val="00B34674"/>
    <w:rsid w:val="00B350CF"/>
    <w:rsid w:val="00B37679"/>
    <w:rsid w:val="00B37AF2"/>
    <w:rsid w:val="00B37C28"/>
    <w:rsid w:val="00B37D0A"/>
    <w:rsid w:val="00B40FCB"/>
    <w:rsid w:val="00B41B16"/>
    <w:rsid w:val="00B425CC"/>
    <w:rsid w:val="00B4265A"/>
    <w:rsid w:val="00B435B2"/>
    <w:rsid w:val="00B43702"/>
    <w:rsid w:val="00B45519"/>
    <w:rsid w:val="00B46E81"/>
    <w:rsid w:val="00B4703C"/>
    <w:rsid w:val="00B47603"/>
    <w:rsid w:val="00B477A7"/>
    <w:rsid w:val="00B4793B"/>
    <w:rsid w:val="00B5053C"/>
    <w:rsid w:val="00B5057D"/>
    <w:rsid w:val="00B52466"/>
    <w:rsid w:val="00B53942"/>
    <w:rsid w:val="00B54DC4"/>
    <w:rsid w:val="00B54DE9"/>
    <w:rsid w:val="00B551D3"/>
    <w:rsid w:val="00B553EC"/>
    <w:rsid w:val="00B55824"/>
    <w:rsid w:val="00B55E3F"/>
    <w:rsid w:val="00B56864"/>
    <w:rsid w:val="00B56AB6"/>
    <w:rsid w:val="00B56D73"/>
    <w:rsid w:val="00B62297"/>
    <w:rsid w:val="00B62304"/>
    <w:rsid w:val="00B62D55"/>
    <w:rsid w:val="00B63743"/>
    <w:rsid w:val="00B63E42"/>
    <w:rsid w:val="00B6489C"/>
    <w:rsid w:val="00B6517E"/>
    <w:rsid w:val="00B65329"/>
    <w:rsid w:val="00B65918"/>
    <w:rsid w:val="00B65FE9"/>
    <w:rsid w:val="00B663C7"/>
    <w:rsid w:val="00B66FAE"/>
    <w:rsid w:val="00B723B6"/>
    <w:rsid w:val="00B74677"/>
    <w:rsid w:val="00B750B9"/>
    <w:rsid w:val="00B7582D"/>
    <w:rsid w:val="00B75D3E"/>
    <w:rsid w:val="00B76710"/>
    <w:rsid w:val="00B768BC"/>
    <w:rsid w:val="00B771B7"/>
    <w:rsid w:val="00B77378"/>
    <w:rsid w:val="00B800FC"/>
    <w:rsid w:val="00B80248"/>
    <w:rsid w:val="00B806A7"/>
    <w:rsid w:val="00B80743"/>
    <w:rsid w:val="00B81774"/>
    <w:rsid w:val="00B81BB7"/>
    <w:rsid w:val="00B81CE7"/>
    <w:rsid w:val="00B829EB"/>
    <w:rsid w:val="00B83912"/>
    <w:rsid w:val="00B8393C"/>
    <w:rsid w:val="00B84218"/>
    <w:rsid w:val="00B849A5"/>
    <w:rsid w:val="00B84DDE"/>
    <w:rsid w:val="00B866F7"/>
    <w:rsid w:val="00B909D6"/>
    <w:rsid w:val="00B9155B"/>
    <w:rsid w:val="00B91700"/>
    <w:rsid w:val="00B91A6C"/>
    <w:rsid w:val="00B93DD0"/>
    <w:rsid w:val="00B95E10"/>
    <w:rsid w:val="00B9660F"/>
    <w:rsid w:val="00B96841"/>
    <w:rsid w:val="00B96BF2"/>
    <w:rsid w:val="00B97732"/>
    <w:rsid w:val="00B9796F"/>
    <w:rsid w:val="00B97F34"/>
    <w:rsid w:val="00BA0590"/>
    <w:rsid w:val="00BA0C98"/>
    <w:rsid w:val="00BA22F8"/>
    <w:rsid w:val="00BA2B1A"/>
    <w:rsid w:val="00BA4E12"/>
    <w:rsid w:val="00BA57A0"/>
    <w:rsid w:val="00BA5F49"/>
    <w:rsid w:val="00BA65A8"/>
    <w:rsid w:val="00BA660D"/>
    <w:rsid w:val="00BA6D19"/>
    <w:rsid w:val="00BA6E8A"/>
    <w:rsid w:val="00BA7461"/>
    <w:rsid w:val="00BA758B"/>
    <w:rsid w:val="00BA7A0B"/>
    <w:rsid w:val="00BA7DA9"/>
    <w:rsid w:val="00BB1073"/>
    <w:rsid w:val="00BB214A"/>
    <w:rsid w:val="00BB23FF"/>
    <w:rsid w:val="00BB24D8"/>
    <w:rsid w:val="00BB3AA3"/>
    <w:rsid w:val="00BB4966"/>
    <w:rsid w:val="00BB5352"/>
    <w:rsid w:val="00BB560C"/>
    <w:rsid w:val="00BB5CEC"/>
    <w:rsid w:val="00BB620C"/>
    <w:rsid w:val="00BB6822"/>
    <w:rsid w:val="00BB7129"/>
    <w:rsid w:val="00BC4215"/>
    <w:rsid w:val="00BC77D5"/>
    <w:rsid w:val="00BD1A6F"/>
    <w:rsid w:val="00BD23A2"/>
    <w:rsid w:val="00BD55FC"/>
    <w:rsid w:val="00BD59D7"/>
    <w:rsid w:val="00BE0F2B"/>
    <w:rsid w:val="00BE103C"/>
    <w:rsid w:val="00BE1267"/>
    <w:rsid w:val="00BE12E7"/>
    <w:rsid w:val="00BE18C4"/>
    <w:rsid w:val="00BE1F11"/>
    <w:rsid w:val="00BE45AE"/>
    <w:rsid w:val="00BE4E1A"/>
    <w:rsid w:val="00BE6D3C"/>
    <w:rsid w:val="00BE7383"/>
    <w:rsid w:val="00BE7852"/>
    <w:rsid w:val="00BF090A"/>
    <w:rsid w:val="00BF0A10"/>
    <w:rsid w:val="00BF138C"/>
    <w:rsid w:val="00BF295D"/>
    <w:rsid w:val="00BF3E7F"/>
    <w:rsid w:val="00BF49FD"/>
    <w:rsid w:val="00BF5072"/>
    <w:rsid w:val="00BF56E4"/>
    <w:rsid w:val="00BF73A1"/>
    <w:rsid w:val="00BF798E"/>
    <w:rsid w:val="00BF7CEE"/>
    <w:rsid w:val="00C0119C"/>
    <w:rsid w:val="00C01915"/>
    <w:rsid w:val="00C025F5"/>
    <w:rsid w:val="00C03880"/>
    <w:rsid w:val="00C0628C"/>
    <w:rsid w:val="00C074B2"/>
    <w:rsid w:val="00C075A8"/>
    <w:rsid w:val="00C07893"/>
    <w:rsid w:val="00C07C90"/>
    <w:rsid w:val="00C104C4"/>
    <w:rsid w:val="00C105D7"/>
    <w:rsid w:val="00C10833"/>
    <w:rsid w:val="00C135CF"/>
    <w:rsid w:val="00C13E5A"/>
    <w:rsid w:val="00C15093"/>
    <w:rsid w:val="00C15646"/>
    <w:rsid w:val="00C1575B"/>
    <w:rsid w:val="00C15EC0"/>
    <w:rsid w:val="00C16218"/>
    <w:rsid w:val="00C16704"/>
    <w:rsid w:val="00C16855"/>
    <w:rsid w:val="00C178A2"/>
    <w:rsid w:val="00C21DDD"/>
    <w:rsid w:val="00C2272F"/>
    <w:rsid w:val="00C235BF"/>
    <w:rsid w:val="00C25221"/>
    <w:rsid w:val="00C265AF"/>
    <w:rsid w:val="00C2683F"/>
    <w:rsid w:val="00C26DC0"/>
    <w:rsid w:val="00C27950"/>
    <w:rsid w:val="00C27FCB"/>
    <w:rsid w:val="00C30312"/>
    <w:rsid w:val="00C30E2E"/>
    <w:rsid w:val="00C31218"/>
    <w:rsid w:val="00C3184D"/>
    <w:rsid w:val="00C318E7"/>
    <w:rsid w:val="00C34162"/>
    <w:rsid w:val="00C347DD"/>
    <w:rsid w:val="00C34DFC"/>
    <w:rsid w:val="00C358A6"/>
    <w:rsid w:val="00C359A2"/>
    <w:rsid w:val="00C35D05"/>
    <w:rsid w:val="00C36055"/>
    <w:rsid w:val="00C40403"/>
    <w:rsid w:val="00C418F0"/>
    <w:rsid w:val="00C41B05"/>
    <w:rsid w:val="00C41B60"/>
    <w:rsid w:val="00C424E0"/>
    <w:rsid w:val="00C42601"/>
    <w:rsid w:val="00C46282"/>
    <w:rsid w:val="00C4714E"/>
    <w:rsid w:val="00C50AC1"/>
    <w:rsid w:val="00C50B22"/>
    <w:rsid w:val="00C516E9"/>
    <w:rsid w:val="00C51C04"/>
    <w:rsid w:val="00C51CCA"/>
    <w:rsid w:val="00C53700"/>
    <w:rsid w:val="00C546D0"/>
    <w:rsid w:val="00C54C44"/>
    <w:rsid w:val="00C5504F"/>
    <w:rsid w:val="00C5542C"/>
    <w:rsid w:val="00C55897"/>
    <w:rsid w:val="00C57B55"/>
    <w:rsid w:val="00C628CF"/>
    <w:rsid w:val="00C63059"/>
    <w:rsid w:val="00C63376"/>
    <w:rsid w:val="00C634AC"/>
    <w:rsid w:val="00C650A9"/>
    <w:rsid w:val="00C65200"/>
    <w:rsid w:val="00C65D87"/>
    <w:rsid w:val="00C663BB"/>
    <w:rsid w:val="00C667AD"/>
    <w:rsid w:val="00C66B85"/>
    <w:rsid w:val="00C66D24"/>
    <w:rsid w:val="00C67458"/>
    <w:rsid w:val="00C67FAB"/>
    <w:rsid w:val="00C70E90"/>
    <w:rsid w:val="00C70FD1"/>
    <w:rsid w:val="00C71BA2"/>
    <w:rsid w:val="00C731CD"/>
    <w:rsid w:val="00C739A0"/>
    <w:rsid w:val="00C73AFD"/>
    <w:rsid w:val="00C74028"/>
    <w:rsid w:val="00C74F97"/>
    <w:rsid w:val="00C769FB"/>
    <w:rsid w:val="00C770E8"/>
    <w:rsid w:val="00C77C82"/>
    <w:rsid w:val="00C77E45"/>
    <w:rsid w:val="00C77F1B"/>
    <w:rsid w:val="00C81C05"/>
    <w:rsid w:val="00C82097"/>
    <w:rsid w:val="00C82113"/>
    <w:rsid w:val="00C8276E"/>
    <w:rsid w:val="00C8361A"/>
    <w:rsid w:val="00C842AC"/>
    <w:rsid w:val="00C866D0"/>
    <w:rsid w:val="00C86AE2"/>
    <w:rsid w:val="00C877DC"/>
    <w:rsid w:val="00C87D61"/>
    <w:rsid w:val="00C90589"/>
    <w:rsid w:val="00C91187"/>
    <w:rsid w:val="00C914B3"/>
    <w:rsid w:val="00C9321D"/>
    <w:rsid w:val="00C95343"/>
    <w:rsid w:val="00C95DC8"/>
    <w:rsid w:val="00C9619D"/>
    <w:rsid w:val="00C96688"/>
    <w:rsid w:val="00C96A0E"/>
    <w:rsid w:val="00C97A33"/>
    <w:rsid w:val="00C97FA5"/>
    <w:rsid w:val="00CA0723"/>
    <w:rsid w:val="00CA0974"/>
    <w:rsid w:val="00CA0C2D"/>
    <w:rsid w:val="00CA18D4"/>
    <w:rsid w:val="00CA1F49"/>
    <w:rsid w:val="00CA26B1"/>
    <w:rsid w:val="00CA2FCD"/>
    <w:rsid w:val="00CA5425"/>
    <w:rsid w:val="00CA6B63"/>
    <w:rsid w:val="00CB0202"/>
    <w:rsid w:val="00CB0692"/>
    <w:rsid w:val="00CB069C"/>
    <w:rsid w:val="00CB11E6"/>
    <w:rsid w:val="00CB1690"/>
    <w:rsid w:val="00CB4BF8"/>
    <w:rsid w:val="00CB59C6"/>
    <w:rsid w:val="00CB671C"/>
    <w:rsid w:val="00CB7D96"/>
    <w:rsid w:val="00CC05E5"/>
    <w:rsid w:val="00CC1086"/>
    <w:rsid w:val="00CC1A53"/>
    <w:rsid w:val="00CC1F05"/>
    <w:rsid w:val="00CC287B"/>
    <w:rsid w:val="00CC4365"/>
    <w:rsid w:val="00CC5EFD"/>
    <w:rsid w:val="00CC71A6"/>
    <w:rsid w:val="00CC7F89"/>
    <w:rsid w:val="00CD0112"/>
    <w:rsid w:val="00CD11B0"/>
    <w:rsid w:val="00CD1205"/>
    <w:rsid w:val="00CD262E"/>
    <w:rsid w:val="00CD32BF"/>
    <w:rsid w:val="00CD3C01"/>
    <w:rsid w:val="00CD3D4D"/>
    <w:rsid w:val="00CD4989"/>
    <w:rsid w:val="00CD5E3E"/>
    <w:rsid w:val="00CE1411"/>
    <w:rsid w:val="00CE3562"/>
    <w:rsid w:val="00CE6534"/>
    <w:rsid w:val="00CE6F9E"/>
    <w:rsid w:val="00CE71C2"/>
    <w:rsid w:val="00CE7BEE"/>
    <w:rsid w:val="00CE7D9E"/>
    <w:rsid w:val="00CF1C45"/>
    <w:rsid w:val="00CF29DD"/>
    <w:rsid w:val="00CF32DE"/>
    <w:rsid w:val="00CF42D5"/>
    <w:rsid w:val="00CF47FF"/>
    <w:rsid w:val="00CF4EDA"/>
    <w:rsid w:val="00CF6411"/>
    <w:rsid w:val="00CF6ED8"/>
    <w:rsid w:val="00CF7231"/>
    <w:rsid w:val="00CF72AA"/>
    <w:rsid w:val="00CF79AC"/>
    <w:rsid w:val="00D0066F"/>
    <w:rsid w:val="00D00984"/>
    <w:rsid w:val="00D021CB"/>
    <w:rsid w:val="00D026DE"/>
    <w:rsid w:val="00D03776"/>
    <w:rsid w:val="00D04BA4"/>
    <w:rsid w:val="00D06242"/>
    <w:rsid w:val="00D0731F"/>
    <w:rsid w:val="00D077E3"/>
    <w:rsid w:val="00D10F1A"/>
    <w:rsid w:val="00D116F8"/>
    <w:rsid w:val="00D132AE"/>
    <w:rsid w:val="00D1351B"/>
    <w:rsid w:val="00D135B7"/>
    <w:rsid w:val="00D137ED"/>
    <w:rsid w:val="00D139E7"/>
    <w:rsid w:val="00D14958"/>
    <w:rsid w:val="00D15044"/>
    <w:rsid w:val="00D15FFE"/>
    <w:rsid w:val="00D170AF"/>
    <w:rsid w:val="00D17296"/>
    <w:rsid w:val="00D17596"/>
    <w:rsid w:val="00D20CB1"/>
    <w:rsid w:val="00D20D14"/>
    <w:rsid w:val="00D20E06"/>
    <w:rsid w:val="00D217A5"/>
    <w:rsid w:val="00D222C5"/>
    <w:rsid w:val="00D22640"/>
    <w:rsid w:val="00D2484A"/>
    <w:rsid w:val="00D24E9B"/>
    <w:rsid w:val="00D26974"/>
    <w:rsid w:val="00D26C8A"/>
    <w:rsid w:val="00D26D3A"/>
    <w:rsid w:val="00D3234F"/>
    <w:rsid w:val="00D33A8D"/>
    <w:rsid w:val="00D34A67"/>
    <w:rsid w:val="00D34D2E"/>
    <w:rsid w:val="00D406BE"/>
    <w:rsid w:val="00D406DF"/>
    <w:rsid w:val="00D411DE"/>
    <w:rsid w:val="00D432C0"/>
    <w:rsid w:val="00D43F3D"/>
    <w:rsid w:val="00D44070"/>
    <w:rsid w:val="00D44593"/>
    <w:rsid w:val="00D446CA"/>
    <w:rsid w:val="00D44E7A"/>
    <w:rsid w:val="00D45E33"/>
    <w:rsid w:val="00D45EE3"/>
    <w:rsid w:val="00D4701D"/>
    <w:rsid w:val="00D4755F"/>
    <w:rsid w:val="00D476D7"/>
    <w:rsid w:val="00D47DDB"/>
    <w:rsid w:val="00D502F7"/>
    <w:rsid w:val="00D5031E"/>
    <w:rsid w:val="00D50618"/>
    <w:rsid w:val="00D509E9"/>
    <w:rsid w:val="00D50DEE"/>
    <w:rsid w:val="00D52F11"/>
    <w:rsid w:val="00D53B1C"/>
    <w:rsid w:val="00D545F3"/>
    <w:rsid w:val="00D603B0"/>
    <w:rsid w:val="00D612F9"/>
    <w:rsid w:val="00D615E6"/>
    <w:rsid w:val="00D61C39"/>
    <w:rsid w:val="00D63498"/>
    <w:rsid w:val="00D669FF"/>
    <w:rsid w:val="00D70D59"/>
    <w:rsid w:val="00D7147D"/>
    <w:rsid w:val="00D726EB"/>
    <w:rsid w:val="00D729C2"/>
    <w:rsid w:val="00D72C5D"/>
    <w:rsid w:val="00D7365C"/>
    <w:rsid w:val="00D73BF4"/>
    <w:rsid w:val="00D7412A"/>
    <w:rsid w:val="00D74894"/>
    <w:rsid w:val="00D750F8"/>
    <w:rsid w:val="00D75D55"/>
    <w:rsid w:val="00D76068"/>
    <w:rsid w:val="00D76A23"/>
    <w:rsid w:val="00D76A42"/>
    <w:rsid w:val="00D82074"/>
    <w:rsid w:val="00D82568"/>
    <w:rsid w:val="00D825F9"/>
    <w:rsid w:val="00D82894"/>
    <w:rsid w:val="00D83ACC"/>
    <w:rsid w:val="00D84BEA"/>
    <w:rsid w:val="00D852D2"/>
    <w:rsid w:val="00D85790"/>
    <w:rsid w:val="00D85D36"/>
    <w:rsid w:val="00D86D20"/>
    <w:rsid w:val="00D87E0B"/>
    <w:rsid w:val="00D92DAB"/>
    <w:rsid w:val="00D94B5D"/>
    <w:rsid w:val="00D94C29"/>
    <w:rsid w:val="00D95282"/>
    <w:rsid w:val="00D965A5"/>
    <w:rsid w:val="00DA0710"/>
    <w:rsid w:val="00DA189F"/>
    <w:rsid w:val="00DA1B12"/>
    <w:rsid w:val="00DA2A59"/>
    <w:rsid w:val="00DA40F0"/>
    <w:rsid w:val="00DA5440"/>
    <w:rsid w:val="00DA54C9"/>
    <w:rsid w:val="00DA5FD7"/>
    <w:rsid w:val="00DA6224"/>
    <w:rsid w:val="00DA66E7"/>
    <w:rsid w:val="00DA6739"/>
    <w:rsid w:val="00DA6950"/>
    <w:rsid w:val="00DA6CAE"/>
    <w:rsid w:val="00DA71DF"/>
    <w:rsid w:val="00DB090F"/>
    <w:rsid w:val="00DB0D25"/>
    <w:rsid w:val="00DB10A6"/>
    <w:rsid w:val="00DB1A9E"/>
    <w:rsid w:val="00DB1B3A"/>
    <w:rsid w:val="00DB1CA6"/>
    <w:rsid w:val="00DB26A1"/>
    <w:rsid w:val="00DB31D6"/>
    <w:rsid w:val="00DB3A87"/>
    <w:rsid w:val="00DB4005"/>
    <w:rsid w:val="00DB4C10"/>
    <w:rsid w:val="00DB4E39"/>
    <w:rsid w:val="00DB4E6D"/>
    <w:rsid w:val="00DB54C5"/>
    <w:rsid w:val="00DB5EB9"/>
    <w:rsid w:val="00DB66E1"/>
    <w:rsid w:val="00DC0796"/>
    <w:rsid w:val="00DC1377"/>
    <w:rsid w:val="00DC2264"/>
    <w:rsid w:val="00DC3241"/>
    <w:rsid w:val="00DC34EB"/>
    <w:rsid w:val="00DC3CA6"/>
    <w:rsid w:val="00DC3D74"/>
    <w:rsid w:val="00DC49A7"/>
    <w:rsid w:val="00DC4F24"/>
    <w:rsid w:val="00DC6643"/>
    <w:rsid w:val="00DC77CB"/>
    <w:rsid w:val="00DD039A"/>
    <w:rsid w:val="00DD101E"/>
    <w:rsid w:val="00DD1A0E"/>
    <w:rsid w:val="00DD34FB"/>
    <w:rsid w:val="00DD63C0"/>
    <w:rsid w:val="00DD6860"/>
    <w:rsid w:val="00DD7A70"/>
    <w:rsid w:val="00DE2012"/>
    <w:rsid w:val="00DE21FA"/>
    <w:rsid w:val="00DE2CDE"/>
    <w:rsid w:val="00DE4971"/>
    <w:rsid w:val="00DE56A7"/>
    <w:rsid w:val="00DE5880"/>
    <w:rsid w:val="00DE635D"/>
    <w:rsid w:val="00DE6668"/>
    <w:rsid w:val="00DE6C2E"/>
    <w:rsid w:val="00DE7EDB"/>
    <w:rsid w:val="00DF116F"/>
    <w:rsid w:val="00DF1E5B"/>
    <w:rsid w:val="00DF2275"/>
    <w:rsid w:val="00DF2D89"/>
    <w:rsid w:val="00DF3D55"/>
    <w:rsid w:val="00DF3F5E"/>
    <w:rsid w:val="00DF5653"/>
    <w:rsid w:val="00DF6EFF"/>
    <w:rsid w:val="00DF76DA"/>
    <w:rsid w:val="00E01FA3"/>
    <w:rsid w:val="00E02B3D"/>
    <w:rsid w:val="00E03598"/>
    <w:rsid w:val="00E041ED"/>
    <w:rsid w:val="00E04E2D"/>
    <w:rsid w:val="00E053E6"/>
    <w:rsid w:val="00E0596E"/>
    <w:rsid w:val="00E064EA"/>
    <w:rsid w:val="00E06F66"/>
    <w:rsid w:val="00E076F8"/>
    <w:rsid w:val="00E1057B"/>
    <w:rsid w:val="00E10CDD"/>
    <w:rsid w:val="00E128E8"/>
    <w:rsid w:val="00E16DCF"/>
    <w:rsid w:val="00E20BD1"/>
    <w:rsid w:val="00E222A9"/>
    <w:rsid w:val="00E23720"/>
    <w:rsid w:val="00E23A07"/>
    <w:rsid w:val="00E23E70"/>
    <w:rsid w:val="00E25D3C"/>
    <w:rsid w:val="00E263B0"/>
    <w:rsid w:val="00E2640C"/>
    <w:rsid w:val="00E26787"/>
    <w:rsid w:val="00E2783B"/>
    <w:rsid w:val="00E27E26"/>
    <w:rsid w:val="00E305C6"/>
    <w:rsid w:val="00E31520"/>
    <w:rsid w:val="00E327F0"/>
    <w:rsid w:val="00E33127"/>
    <w:rsid w:val="00E337B3"/>
    <w:rsid w:val="00E3512E"/>
    <w:rsid w:val="00E356E5"/>
    <w:rsid w:val="00E357CF"/>
    <w:rsid w:val="00E35C08"/>
    <w:rsid w:val="00E3673C"/>
    <w:rsid w:val="00E36A30"/>
    <w:rsid w:val="00E36F81"/>
    <w:rsid w:val="00E37063"/>
    <w:rsid w:val="00E37561"/>
    <w:rsid w:val="00E404F3"/>
    <w:rsid w:val="00E42107"/>
    <w:rsid w:val="00E42D45"/>
    <w:rsid w:val="00E431C1"/>
    <w:rsid w:val="00E43520"/>
    <w:rsid w:val="00E43679"/>
    <w:rsid w:val="00E43EC5"/>
    <w:rsid w:val="00E4515E"/>
    <w:rsid w:val="00E45765"/>
    <w:rsid w:val="00E45C3F"/>
    <w:rsid w:val="00E47271"/>
    <w:rsid w:val="00E47B17"/>
    <w:rsid w:val="00E503AC"/>
    <w:rsid w:val="00E507A2"/>
    <w:rsid w:val="00E5098C"/>
    <w:rsid w:val="00E50CCB"/>
    <w:rsid w:val="00E51345"/>
    <w:rsid w:val="00E537F0"/>
    <w:rsid w:val="00E53B24"/>
    <w:rsid w:val="00E53F23"/>
    <w:rsid w:val="00E547D6"/>
    <w:rsid w:val="00E55E64"/>
    <w:rsid w:val="00E56564"/>
    <w:rsid w:val="00E5783E"/>
    <w:rsid w:val="00E60213"/>
    <w:rsid w:val="00E6115D"/>
    <w:rsid w:val="00E6139E"/>
    <w:rsid w:val="00E63390"/>
    <w:rsid w:val="00E6411C"/>
    <w:rsid w:val="00E644DC"/>
    <w:rsid w:val="00E65169"/>
    <w:rsid w:val="00E65407"/>
    <w:rsid w:val="00E661B2"/>
    <w:rsid w:val="00E66BAB"/>
    <w:rsid w:val="00E6718F"/>
    <w:rsid w:val="00E729EF"/>
    <w:rsid w:val="00E740CB"/>
    <w:rsid w:val="00E747CE"/>
    <w:rsid w:val="00E74D29"/>
    <w:rsid w:val="00E75841"/>
    <w:rsid w:val="00E76407"/>
    <w:rsid w:val="00E80512"/>
    <w:rsid w:val="00E81C05"/>
    <w:rsid w:val="00E82F99"/>
    <w:rsid w:val="00E8317F"/>
    <w:rsid w:val="00E837BB"/>
    <w:rsid w:val="00E83AE8"/>
    <w:rsid w:val="00E83C74"/>
    <w:rsid w:val="00E83CEE"/>
    <w:rsid w:val="00E863F7"/>
    <w:rsid w:val="00E902A9"/>
    <w:rsid w:val="00E91F18"/>
    <w:rsid w:val="00E9226D"/>
    <w:rsid w:val="00E9258A"/>
    <w:rsid w:val="00E92E27"/>
    <w:rsid w:val="00E94076"/>
    <w:rsid w:val="00E94385"/>
    <w:rsid w:val="00E95579"/>
    <w:rsid w:val="00E95ADD"/>
    <w:rsid w:val="00E96215"/>
    <w:rsid w:val="00E96F7C"/>
    <w:rsid w:val="00EA05B2"/>
    <w:rsid w:val="00EA0696"/>
    <w:rsid w:val="00EA080C"/>
    <w:rsid w:val="00EA11EC"/>
    <w:rsid w:val="00EA1E0F"/>
    <w:rsid w:val="00EA1E16"/>
    <w:rsid w:val="00EA2DF4"/>
    <w:rsid w:val="00EA2F00"/>
    <w:rsid w:val="00EA305F"/>
    <w:rsid w:val="00EA416C"/>
    <w:rsid w:val="00EA54C6"/>
    <w:rsid w:val="00EA5941"/>
    <w:rsid w:val="00EA65B3"/>
    <w:rsid w:val="00EA6A4D"/>
    <w:rsid w:val="00EB000C"/>
    <w:rsid w:val="00EB04F3"/>
    <w:rsid w:val="00EB1E41"/>
    <w:rsid w:val="00EB247C"/>
    <w:rsid w:val="00EB32A1"/>
    <w:rsid w:val="00EB3C0C"/>
    <w:rsid w:val="00EB5A5A"/>
    <w:rsid w:val="00EB60CE"/>
    <w:rsid w:val="00EB61DD"/>
    <w:rsid w:val="00EB6C3F"/>
    <w:rsid w:val="00EB7D53"/>
    <w:rsid w:val="00EB7FF4"/>
    <w:rsid w:val="00EC06BE"/>
    <w:rsid w:val="00EC10A0"/>
    <w:rsid w:val="00EC2018"/>
    <w:rsid w:val="00EC368A"/>
    <w:rsid w:val="00EC3A02"/>
    <w:rsid w:val="00EC46E6"/>
    <w:rsid w:val="00EC594D"/>
    <w:rsid w:val="00EC5F81"/>
    <w:rsid w:val="00EC6C58"/>
    <w:rsid w:val="00EC71F7"/>
    <w:rsid w:val="00EC7451"/>
    <w:rsid w:val="00EC7ECB"/>
    <w:rsid w:val="00ED11A5"/>
    <w:rsid w:val="00ED1B4D"/>
    <w:rsid w:val="00ED33DE"/>
    <w:rsid w:val="00ED3458"/>
    <w:rsid w:val="00ED4079"/>
    <w:rsid w:val="00ED4109"/>
    <w:rsid w:val="00ED42EC"/>
    <w:rsid w:val="00ED6F93"/>
    <w:rsid w:val="00ED77A7"/>
    <w:rsid w:val="00ED7A13"/>
    <w:rsid w:val="00ED7F33"/>
    <w:rsid w:val="00EE1C69"/>
    <w:rsid w:val="00EE3146"/>
    <w:rsid w:val="00EE3ADC"/>
    <w:rsid w:val="00EE4CB6"/>
    <w:rsid w:val="00EE55D6"/>
    <w:rsid w:val="00EF0650"/>
    <w:rsid w:val="00EF0B3A"/>
    <w:rsid w:val="00EF1EBC"/>
    <w:rsid w:val="00EF25D6"/>
    <w:rsid w:val="00EF3213"/>
    <w:rsid w:val="00EF3A36"/>
    <w:rsid w:val="00EF4B6C"/>
    <w:rsid w:val="00EF50BB"/>
    <w:rsid w:val="00EF53FF"/>
    <w:rsid w:val="00EF61D2"/>
    <w:rsid w:val="00EF6C31"/>
    <w:rsid w:val="00F00188"/>
    <w:rsid w:val="00F00192"/>
    <w:rsid w:val="00F012C5"/>
    <w:rsid w:val="00F01DF6"/>
    <w:rsid w:val="00F02272"/>
    <w:rsid w:val="00F02F18"/>
    <w:rsid w:val="00F0340D"/>
    <w:rsid w:val="00F04319"/>
    <w:rsid w:val="00F0529E"/>
    <w:rsid w:val="00F0536D"/>
    <w:rsid w:val="00F0599F"/>
    <w:rsid w:val="00F059A6"/>
    <w:rsid w:val="00F05A61"/>
    <w:rsid w:val="00F06BCC"/>
    <w:rsid w:val="00F073CD"/>
    <w:rsid w:val="00F10E70"/>
    <w:rsid w:val="00F1135A"/>
    <w:rsid w:val="00F11C84"/>
    <w:rsid w:val="00F15350"/>
    <w:rsid w:val="00F1572E"/>
    <w:rsid w:val="00F15A8C"/>
    <w:rsid w:val="00F161B1"/>
    <w:rsid w:val="00F16559"/>
    <w:rsid w:val="00F16A1A"/>
    <w:rsid w:val="00F176BA"/>
    <w:rsid w:val="00F17CED"/>
    <w:rsid w:val="00F17D59"/>
    <w:rsid w:val="00F17EAE"/>
    <w:rsid w:val="00F203AC"/>
    <w:rsid w:val="00F22D49"/>
    <w:rsid w:val="00F23756"/>
    <w:rsid w:val="00F23C1A"/>
    <w:rsid w:val="00F2523A"/>
    <w:rsid w:val="00F25FFA"/>
    <w:rsid w:val="00F26DFD"/>
    <w:rsid w:val="00F270B5"/>
    <w:rsid w:val="00F310D2"/>
    <w:rsid w:val="00F3137D"/>
    <w:rsid w:val="00F35811"/>
    <w:rsid w:val="00F35C1C"/>
    <w:rsid w:val="00F35CBE"/>
    <w:rsid w:val="00F36ED9"/>
    <w:rsid w:val="00F36F3D"/>
    <w:rsid w:val="00F37492"/>
    <w:rsid w:val="00F4018F"/>
    <w:rsid w:val="00F40D78"/>
    <w:rsid w:val="00F41A39"/>
    <w:rsid w:val="00F42369"/>
    <w:rsid w:val="00F43847"/>
    <w:rsid w:val="00F43A6A"/>
    <w:rsid w:val="00F4549E"/>
    <w:rsid w:val="00F477BD"/>
    <w:rsid w:val="00F50E6D"/>
    <w:rsid w:val="00F517F4"/>
    <w:rsid w:val="00F5275C"/>
    <w:rsid w:val="00F53491"/>
    <w:rsid w:val="00F5400C"/>
    <w:rsid w:val="00F54379"/>
    <w:rsid w:val="00F54CEB"/>
    <w:rsid w:val="00F554CB"/>
    <w:rsid w:val="00F55832"/>
    <w:rsid w:val="00F56060"/>
    <w:rsid w:val="00F562C2"/>
    <w:rsid w:val="00F56A51"/>
    <w:rsid w:val="00F57120"/>
    <w:rsid w:val="00F576F1"/>
    <w:rsid w:val="00F57E15"/>
    <w:rsid w:val="00F60A3C"/>
    <w:rsid w:val="00F60C40"/>
    <w:rsid w:val="00F61AAA"/>
    <w:rsid w:val="00F61BD7"/>
    <w:rsid w:val="00F645A6"/>
    <w:rsid w:val="00F65660"/>
    <w:rsid w:val="00F65A1C"/>
    <w:rsid w:val="00F65D6D"/>
    <w:rsid w:val="00F65F40"/>
    <w:rsid w:val="00F66473"/>
    <w:rsid w:val="00F66F50"/>
    <w:rsid w:val="00F67A07"/>
    <w:rsid w:val="00F703FB"/>
    <w:rsid w:val="00F75144"/>
    <w:rsid w:val="00F77E09"/>
    <w:rsid w:val="00F80501"/>
    <w:rsid w:val="00F82ADB"/>
    <w:rsid w:val="00F82CA1"/>
    <w:rsid w:val="00F82FF8"/>
    <w:rsid w:val="00F8330D"/>
    <w:rsid w:val="00F83C91"/>
    <w:rsid w:val="00F84305"/>
    <w:rsid w:val="00F847C7"/>
    <w:rsid w:val="00F8485C"/>
    <w:rsid w:val="00F86CCE"/>
    <w:rsid w:val="00F87149"/>
    <w:rsid w:val="00F87232"/>
    <w:rsid w:val="00F872CB"/>
    <w:rsid w:val="00F87F3E"/>
    <w:rsid w:val="00F87FFE"/>
    <w:rsid w:val="00F900F5"/>
    <w:rsid w:val="00F904D4"/>
    <w:rsid w:val="00F907D0"/>
    <w:rsid w:val="00F92859"/>
    <w:rsid w:val="00F93932"/>
    <w:rsid w:val="00F9418E"/>
    <w:rsid w:val="00F952BF"/>
    <w:rsid w:val="00F954C9"/>
    <w:rsid w:val="00F957F8"/>
    <w:rsid w:val="00F96B68"/>
    <w:rsid w:val="00F973AA"/>
    <w:rsid w:val="00F97DD6"/>
    <w:rsid w:val="00FA01FB"/>
    <w:rsid w:val="00FA07F7"/>
    <w:rsid w:val="00FA0BBB"/>
    <w:rsid w:val="00FA0D73"/>
    <w:rsid w:val="00FA21AA"/>
    <w:rsid w:val="00FA2ACF"/>
    <w:rsid w:val="00FA4382"/>
    <w:rsid w:val="00FA4CF0"/>
    <w:rsid w:val="00FA5873"/>
    <w:rsid w:val="00FA61AA"/>
    <w:rsid w:val="00FA69A4"/>
    <w:rsid w:val="00FA6A43"/>
    <w:rsid w:val="00FA7D48"/>
    <w:rsid w:val="00FB0008"/>
    <w:rsid w:val="00FB1279"/>
    <w:rsid w:val="00FB1495"/>
    <w:rsid w:val="00FB158B"/>
    <w:rsid w:val="00FB21CE"/>
    <w:rsid w:val="00FB5FAB"/>
    <w:rsid w:val="00FB6AEC"/>
    <w:rsid w:val="00FB6BCB"/>
    <w:rsid w:val="00FB7E0A"/>
    <w:rsid w:val="00FC017C"/>
    <w:rsid w:val="00FC0DDA"/>
    <w:rsid w:val="00FC1F26"/>
    <w:rsid w:val="00FC3366"/>
    <w:rsid w:val="00FC416E"/>
    <w:rsid w:val="00FC4A1B"/>
    <w:rsid w:val="00FC531F"/>
    <w:rsid w:val="00FC6156"/>
    <w:rsid w:val="00FC62D3"/>
    <w:rsid w:val="00FC6EF2"/>
    <w:rsid w:val="00FC7473"/>
    <w:rsid w:val="00FD1694"/>
    <w:rsid w:val="00FD3923"/>
    <w:rsid w:val="00FD3CCD"/>
    <w:rsid w:val="00FD4C06"/>
    <w:rsid w:val="00FD4E21"/>
    <w:rsid w:val="00FD4EE7"/>
    <w:rsid w:val="00FD590B"/>
    <w:rsid w:val="00FD6531"/>
    <w:rsid w:val="00FD7636"/>
    <w:rsid w:val="00FD7733"/>
    <w:rsid w:val="00FE04D4"/>
    <w:rsid w:val="00FE054E"/>
    <w:rsid w:val="00FE0DD8"/>
    <w:rsid w:val="00FE1C23"/>
    <w:rsid w:val="00FE2BF2"/>
    <w:rsid w:val="00FE3229"/>
    <w:rsid w:val="00FE32FB"/>
    <w:rsid w:val="00FE62B8"/>
    <w:rsid w:val="00FE6565"/>
    <w:rsid w:val="00FE6BCF"/>
    <w:rsid w:val="00FE6D2F"/>
    <w:rsid w:val="00FE74C3"/>
    <w:rsid w:val="00FE76E5"/>
    <w:rsid w:val="00FF0408"/>
    <w:rsid w:val="00FF08BA"/>
    <w:rsid w:val="00FF215C"/>
    <w:rsid w:val="00FF2CB8"/>
    <w:rsid w:val="00FF444A"/>
    <w:rsid w:val="00FF49E8"/>
    <w:rsid w:val="00FF672F"/>
    <w:rsid w:val="00FF6DCF"/>
    <w:rsid w:val="00FF74FB"/>
    <w:rsid w:val="00FF7B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61"/>
    <o:shapelayout v:ext="edit">
      <o:idmap v:ext="edit" data="1"/>
    </o:shapelayout>
  </w:shapeDefaults>
  <w:decimalSymbol w:val="."/>
  <w:listSeparator w:val=","/>
  <w14:docId w14:val="24E37A9E"/>
  <w15:docId w15:val="{AFAC7EA0-7E73-4FA1-BF12-AF02B90CC5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Calibri" w:hAnsi="Arial" w:cs="Times New Roman"/>
        <w:lang w:val="en-AU" w:eastAsia="en-A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 w:qFormat="1"/>
    <w:lsdException w:name="List Number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E103C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C51CCA"/>
    <w:pPr>
      <w:keepNext/>
      <w:outlineLvl w:val="0"/>
    </w:pPr>
    <w:rPr>
      <w:rFonts w:cs="Arial"/>
      <w:b/>
      <w:caps/>
    </w:rPr>
  </w:style>
  <w:style w:type="paragraph" w:styleId="Heading2">
    <w:name w:val="heading 2"/>
    <w:basedOn w:val="Normal"/>
    <w:next w:val="Normal"/>
    <w:link w:val="Heading2Char"/>
    <w:uiPriority w:val="9"/>
    <w:qFormat/>
    <w:rsid w:val="000E31C1"/>
    <w:pPr>
      <w:keepNext/>
      <w:outlineLvl w:val="1"/>
    </w:pPr>
    <w:rPr>
      <w:rFonts w:cs="Arial"/>
      <w:b/>
    </w:rPr>
  </w:style>
  <w:style w:type="paragraph" w:styleId="Heading3">
    <w:name w:val="heading 3"/>
    <w:basedOn w:val="Normal"/>
    <w:next w:val="Normal"/>
    <w:link w:val="Heading3Char"/>
    <w:uiPriority w:val="9"/>
    <w:qFormat/>
    <w:rsid w:val="000E31C1"/>
    <w:pPr>
      <w:keepNext/>
      <w:outlineLvl w:val="2"/>
    </w:pPr>
    <w:rPr>
      <w:rFonts w:cs="Arial"/>
      <w:b/>
      <w:i/>
    </w:rPr>
  </w:style>
  <w:style w:type="paragraph" w:styleId="Heading4">
    <w:name w:val="heading 4"/>
    <w:basedOn w:val="Normal"/>
    <w:next w:val="Normal"/>
    <w:link w:val="Heading4Char"/>
    <w:uiPriority w:val="9"/>
    <w:qFormat/>
    <w:rsid w:val="000E31C1"/>
    <w:pPr>
      <w:keepNext/>
      <w:outlineLvl w:val="3"/>
    </w:pPr>
    <w:rPr>
      <w:rFonts w:cs="Arial"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6018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0185"/>
  </w:style>
  <w:style w:type="paragraph" w:styleId="Footer">
    <w:name w:val="footer"/>
    <w:basedOn w:val="Normal"/>
    <w:link w:val="FooterChar"/>
    <w:uiPriority w:val="99"/>
    <w:unhideWhenUsed/>
    <w:rsid w:val="00A6018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60185"/>
  </w:style>
  <w:style w:type="paragraph" w:styleId="BalloonText">
    <w:name w:val="Balloon Text"/>
    <w:basedOn w:val="Normal"/>
    <w:link w:val="BalloonTextChar"/>
    <w:uiPriority w:val="99"/>
    <w:semiHidden/>
    <w:unhideWhenUsed/>
    <w:rsid w:val="00A6018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0185"/>
    <w:rPr>
      <w:rFonts w:ascii="Tahoma" w:hAnsi="Tahoma" w:cs="Tahoma"/>
      <w:sz w:val="16"/>
      <w:szCs w:val="16"/>
    </w:rPr>
  </w:style>
  <w:style w:type="numbering" w:customStyle="1" w:styleId="KeyPoints">
    <w:name w:val="Key Points"/>
    <w:basedOn w:val="NoList"/>
    <w:uiPriority w:val="99"/>
    <w:rsid w:val="00005CAA"/>
    <w:pPr>
      <w:numPr>
        <w:numId w:val="1"/>
      </w:numPr>
    </w:pPr>
  </w:style>
  <w:style w:type="paragraph" w:customStyle="1" w:styleId="1NumberedPointsStyle">
    <w:name w:val="1. Numbered Points Style"/>
    <w:basedOn w:val="ListParagraph"/>
    <w:rsid w:val="00BD1A6F"/>
    <w:pPr>
      <w:numPr>
        <w:numId w:val="0"/>
      </w:numPr>
    </w:pPr>
  </w:style>
  <w:style w:type="numbering" w:customStyle="1" w:styleId="BulletList">
    <w:name w:val="Bullet List"/>
    <w:uiPriority w:val="99"/>
    <w:rsid w:val="00091608"/>
    <w:pPr>
      <w:numPr>
        <w:numId w:val="2"/>
      </w:numPr>
    </w:pPr>
  </w:style>
  <w:style w:type="paragraph" w:customStyle="1" w:styleId="1BulletStyleList">
    <w:name w:val="1. Bullet Style List"/>
    <w:basedOn w:val="Normal"/>
    <w:rsid w:val="00CE71C2"/>
    <w:rPr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C51CCA"/>
    <w:rPr>
      <w:rFonts w:cs="Arial"/>
      <w:b/>
      <w:caps/>
      <w:sz w:val="22"/>
      <w:szCs w:val="22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0E31C1"/>
    <w:rPr>
      <w:rFonts w:cs="Arial"/>
      <w:b/>
      <w:sz w:val="22"/>
      <w:szCs w:val="22"/>
      <w:lang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0E31C1"/>
    <w:rPr>
      <w:rFonts w:cs="Arial"/>
      <w:b/>
      <w:i/>
      <w:sz w:val="22"/>
      <w:szCs w:val="22"/>
      <w:lang w:eastAsia="en-US"/>
    </w:rPr>
  </w:style>
  <w:style w:type="character" w:customStyle="1" w:styleId="Heading4Char">
    <w:name w:val="Heading 4 Char"/>
    <w:basedOn w:val="DefaultParagraphFont"/>
    <w:link w:val="Heading4"/>
    <w:uiPriority w:val="9"/>
    <w:rsid w:val="000E31C1"/>
    <w:rPr>
      <w:rFonts w:cs="Arial"/>
      <w:i/>
      <w:sz w:val="22"/>
      <w:szCs w:val="22"/>
      <w:lang w:eastAsia="en-US"/>
    </w:rPr>
  </w:style>
  <w:style w:type="paragraph" w:styleId="ListBullet">
    <w:name w:val="List Bullet"/>
    <w:basedOn w:val="Normal"/>
    <w:uiPriority w:val="99"/>
    <w:unhideWhenUsed/>
    <w:qFormat/>
    <w:rsid w:val="00091608"/>
    <w:pPr>
      <w:numPr>
        <w:numId w:val="6"/>
      </w:numPr>
    </w:pPr>
  </w:style>
  <w:style w:type="paragraph" w:styleId="ListBullet2">
    <w:name w:val="List Bullet 2"/>
    <w:basedOn w:val="Normal"/>
    <w:uiPriority w:val="99"/>
    <w:unhideWhenUsed/>
    <w:rsid w:val="00091608"/>
    <w:pPr>
      <w:numPr>
        <w:ilvl w:val="1"/>
        <w:numId w:val="6"/>
      </w:numPr>
    </w:pPr>
  </w:style>
  <w:style w:type="paragraph" w:styleId="ListBullet3">
    <w:name w:val="List Bullet 3"/>
    <w:basedOn w:val="Normal"/>
    <w:uiPriority w:val="99"/>
    <w:unhideWhenUsed/>
    <w:rsid w:val="00091608"/>
    <w:pPr>
      <w:numPr>
        <w:ilvl w:val="2"/>
        <w:numId w:val="6"/>
      </w:numPr>
    </w:pPr>
  </w:style>
  <w:style w:type="paragraph" w:styleId="ListBullet4">
    <w:name w:val="List Bullet 4"/>
    <w:basedOn w:val="Normal"/>
    <w:uiPriority w:val="99"/>
    <w:unhideWhenUsed/>
    <w:rsid w:val="00091608"/>
    <w:pPr>
      <w:numPr>
        <w:ilvl w:val="3"/>
        <w:numId w:val="6"/>
      </w:numPr>
    </w:pPr>
  </w:style>
  <w:style w:type="paragraph" w:styleId="ListBullet5">
    <w:name w:val="List Bullet 5"/>
    <w:basedOn w:val="Normal"/>
    <w:uiPriority w:val="99"/>
    <w:unhideWhenUsed/>
    <w:rsid w:val="00091608"/>
    <w:pPr>
      <w:numPr>
        <w:ilvl w:val="4"/>
        <w:numId w:val="6"/>
      </w:numPr>
    </w:pPr>
  </w:style>
  <w:style w:type="numbering" w:customStyle="1" w:styleId="Attach">
    <w:name w:val="Attach"/>
    <w:basedOn w:val="NoList"/>
    <w:uiPriority w:val="99"/>
    <w:rsid w:val="00607FC9"/>
    <w:pPr>
      <w:numPr>
        <w:numId w:val="3"/>
      </w:numPr>
    </w:pPr>
  </w:style>
  <w:style w:type="paragraph" w:customStyle="1" w:styleId="Classification">
    <w:name w:val="Classification"/>
    <w:basedOn w:val="Normal"/>
    <w:uiPriority w:val="10"/>
    <w:qFormat/>
    <w:rsid w:val="00646122"/>
    <w:pPr>
      <w:tabs>
        <w:tab w:val="center" w:pos="4536"/>
        <w:tab w:val="center" w:pos="4819"/>
        <w:tab w:val="right" w:pos="9356"/>
      </w:tabs>
      <w:spacing w:after="240"/>
      <w:jc w:val="center"/>
    </w:pPr>
    <w:rPr>
      <w:rFonts w:cs="Arial"/>
      <w:color w:val="FF0000"/>
      <w:sz w:val="28"/>
      <w:szCs w:val="28"/>
    </w:rPr>
  </w:style>
  <w:style w:type="paragraph" w:styleId="ListParagraph">
    <w:name w:val="List Paragraph"/>
    <w:basedOn w:val="Normal"/>
    <w:uiPriority w:val="34"/>
    <w:qFormat/>
    <w:rsid w:val="003556BD"/>
    <w:pPr>
      <w:numPr>
        <w:numId w:val="4"/>
      </w:numPr>
    </w:pPr>
  </w:style>
  <w:style w:type="character" w:styleId="BookTitle">
    <w:name w:val="Book Title"/>
    <w:basedOn w:val="DefaultParagraphFont"/>
    <w:uiPriority w:val="33"/>
    <w:rsid w:val="00383020"/>
    <w:rPr>
      <w:bCs/>
      <w:i/>
      <w:smallCaps/>
      <w:spacing w:val="5"/>
    </w:rPr>
  </w:style>
  <w:style w:type="paragraph" w:styleId="ListNumber">
    <w:name w:val="List Number"/>
    <w:basedOn w:val="Normal"/>
    <w:uiPriority w:val="99"/>
    <w:qFormat/>
    <w:rsid w:val="00005CAA"/>
    <w:pPr>
      <w:numPr>
        <w:numId w:val="5"/>
      </w:numPr>
    </w:pPr>
  </w:style>
  <w:style w:type="paragraph" w:styleId="ListNumber2">
    <w:name w:val="List Number 2"/>
    <w:basedOn w:val="Normal"/>
    <w:uiPriority w:val="99"/>
    <w:rsid w:val="00005CAA"/>
    <w:pPr>
      <w:numPr>
        <w:ilvl w:val="1"/>
        <w:numId w:val="5"/>
      </w:numPr>
    </w:pPr>
  </w:style>
  <w:style w:type="paragraph" w:styleId="ListNumber3">
    <w:name w:val="List Number 3"/>
    <w:basedOn w:val="Normal"/>
    <w:uiPriority w:val="99"/>
    <w:rsid w:val="00005CAA"/>
    <w:pPr>
      <w:numPr>
        <w:ilvl w:val="2"/>
        <w:numId w:val="5"/>
      </w:numPr>
    </w:pPr>
  </w:style>
  <w:style w:type="paragraph" w:styleId="ListNumber4">
    <w:name w:val="List Number 4"/>
    <w:basedOn w:val="Normal"/>
    <w:uiPriority w:val="99"/>
    <w:rsid w:val="00005CAA"/>
    <w:pPr>
      <w:numPr>
        <w:ilvl w:val="3"/>
        <w:numId w:val="5"/>
      </w:numPr>
    </w:pPr>
  </w:style>
  <w:style w:type="paragraph" w:styleId="ListNumber5">
    <w:name w:val="List Number 5"/>
    <w:basedOn w:val="Normal"/>
    <w:uiPriority w:val="99"/>
    <w:rsid w:val="00005CAA"/>
    <w:pPr>
      <w:numPr>
        <w:ilvl w:val="4"/>
        <w:numId w:val="5"/>
      </w:numPr>
    </w:pPr>
  </w:style>
  <w:style w:type="paragraph" w:customStyle="1" w:styleId="Footerclassification">
    <w:name w:val="Footer classification"/>
    <w:basedOn w:val="Classification"/>
    <w:rsid w:val="00D021CB"/>
    <w:pPr>
      <w:spacing w:before="240" w:after="0"/>
    </w:pPr>
  </w:style>
  <w:style w:type="table" w:styleId="TableGrid">
    <w:name w:val="Table Grid"/>
    <w:basedOn w:val="TableNormal"/>
    <w:uiPriority w:val="59"/>
    <w:rsid w:val="00100BEF"/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wordWrap/>
        <w:spacing w:beforeLines="0" w:beforeAutospacing="0" w:afterLines="0" w:afterAutospacing="0"/>
      </w:pPr>
      <w:rPr>
        <w:rFonts w:ascii="Arial" w:hAnsi="Arial"/>
        <w:sz w:val="20"/>
      </w:rPr>
    </w:tblStylePr>
    <w:tblStylePr w:type="lastRow">
      <w:pPr>
        <w:wordWrap/>
        <w:spacing w:beforeLines="0" w:beforeAutospacing="0" w:afterLines="0" w:afterAutospacing="0"/>
      </w:pPr>
      <w:rPr>
        <w:rFonts w:ascii="Arial" w:hAnsi="Arial"/>
        <w:sz w:val="20"/>
      </w:rPr>
    </w:tblStylePr>
    <w:tblStylePr w:type="band1Horz">
      <w:pPr>
        <w:wordWrap/>
        <w:spacing w:beforeLines="0" w:beforeAutospacing="0" w:afterLines="0" w:afterAutospacing="0" w:line="240" w:lineRule="auto"/>
        <w:contextualSpacing w:val="0"/>
        <w:mirrorIndents w:val="0"/>
      </w:pPr>
      <w:rPr>
        <w:rFonts w:ascii="Arial" w:hAnsi="Arial"/>
        <w:sz w:val="20"/>
      </w:rPr>
    </w:tblStylePr>
    <w:tblStylePr w:type="band2Horz">
      <w:pPr>
        <w:wordWrap/>
        <w:spacing w:beforeLines="0" w:beforeAutospacing="0" w:afterLines="0" w:afterAutospacing="0"/>
        <w:contextualSpacing w:val="0"/>
        <w:mirrorIndents w:val="0"/>
      </w:pPr>
      <w:rPr>
        <w:rFonts w:ascii="Arial" w:hAnsi="Arial"/>
        <w:sz w:val="20"/>
      </w:rPr>
    </w:tblStylePr>
  </w:style>
  <w:style w:type="paragraph" w:customStyle="1" w:styleId="Tabletext">
    <w:name w:val="Table text"/>
    <w:basedOn w:val="Normal"/>
    <w:uiPriority w:val="9"/>
    <w:qFormat/>
    <w:rsid w:val="005A126E"/>
  </w:style>
  <w:style w:type="paragraph" w:customStyle="1" w:styleId="Classificationsensitivity">
    <w:name w:val="Classification sensitivity"/>
    <w:basedOn w:val="Classification"/>
    <w:rsid w:val="002C5813"/>
    <w:rPr>
      <w:sz w:val="22"/>
    </w:rPr>
  </w:style>
  <w:style w:type="paragraph" w:customStyle="1" w:styleId="Default">
    <w:name w:val="Default"/>
    <w:rsid w:val="00BE103C"/>
    <w:pPr>
      <w:autoSpaceDE w:val="0"/>
      <w:autoSpaceDN w:val="0"/>
      <w:adjustRightInd w:val="0"/>
    </w:pPr>
    <w:rPr>
      <w:rFonts w:ascii="Calibri" w:eastAsia="Times New Roman" w:hAnsi="Calibri" w:cs="Calibri"/>
      <w:color w:val="000000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3B1AA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B1AA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B1AA8"/>
    <w:rPr>
      <w:rFonts w:ascii="Times New Roman" w:eastAsia="Times New Roman" w:hAnsi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B1AA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B1AA8"/>
    <w:rPr>
      <w:rFonts w:ascii="Times New Roman" w:eastAsia="Times New Roman" w:hAnsi="Times New Roman"/>
      <w:b/>
      <w:bCs/>
    </w:rPr>
  </w:style>
  <w:style w:type="character" w:customStyle="1" w:styleId="apple-converted-space">
    <w:name w:val="apple-converted-space"/>
    <w:basedOn w:val="DefaultParagraphFont"/>
    <w:rsid w:val="0032721F"/>
  </w:style>
  <w:style w:type="table" w:customStyle="1" w:styleId="TableGrid1">
    <w:name w:val="Table Grid1"/>
    <w:basedOn w:val="TableNormal"/>
    <w:next w:val="TableGrid"/>
    <w:uiPriority w:val="59"/>
    <w:rsid w:val="00224651"/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wordWrap/>
        <w:spacing w:beforeLines="0" w:beforeAutospacing="0" w:afterLines="0" w:afterAutospacing="0"/>
      </w:pPr>
      <w:rPr>
        <w:rFonts w:ascii="Arial" w:hAnsi="Arial"/>
        <w:sz w:val="20"/>
      </w:rPr>
    </w:tblStylePr>
    <w:tblStylePr w:type="lastRow">
      <w:pPr>
        <w:wordWrap/>
        <w:spacing w:beforeLines="0" w:beforeAutospacing="0" w:afterLines="0" w:afterAutospacing="0"/>
      </w:pPr>
      <w:rPr>
        <w:rFonts w:ascii="Arial" w:hAnsi="Arial"/>
        <w:sz w:val="20"/>
      </w:rPr>
    </w:tblStylePr>
    <w:tblStylePr w:type="band1Horz">
      <w:pPr>
        <w:wordWrap/>
        <w:spacing w:beforeLines="0" w:beforeAutospacing="0" w:afterLines="0" w:afterAutospacing="0" w:line="240" w:lineRule="auto"/>
        <w:contextualSpacing w:val="0"/>
        <w:mirrorIndents w:val="0"/>
      </w:pPr>
      <w:rPr>
        <w:rFonts w:ascii="Arial" w:hAnsi="Arial"/>
        <w:sz w:val="20"/>
      </w:rPr>
    </w:tblStylePr>
    <w:tblStylePr w:type="band2Horz">
      <w:pPr>
        <w:wordWrap/>
        <w:spacing w:beforeLines="0" w:beforeAutospacing="0" w:afterLines="0" w:afterAutospacing="0"/>
        <w:contextualSpacing w:val="0"/>
        <w:mirrorIndents w:val="0"/>
      </w:pPr>
      <w:rPr>
        <w:rFonts w:ascii="Arial" w:hAnsi="Arial"/>
        <w:sz w:val="20"/>
      </w:rPr>
    </w:tblStylePr>
  </w:style>
  <w:style w:type="table" w:customStyle="1" w:styleId="TableGrid3">
    <w:name w:val="Table Grid3"/>
    <w:basedOn w:val="TableNormal"/>
    <w:next w:val="TableGrid"/>
    <w:uiPriority w:val="59"/>
    <w:rsid w:val="00356680"/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wordWrap/>
        <w:spacing w:beforeLines="0" w:beforeAutospacing="0" w:afterLines="0" w:afterAutospacing="0"/>
      </w:pPr>
      <w:rPr>
        <w:rFonts w:ascii="Arial" w:hAnsi="Arial"/>
        <w:sz w:val="20"/>
      </w:rPr>
    </w:tblStylePr>
    <w:tblStylePr w:type="lastRow">
      <w:pPr>
        <w:wordWrap/>
        <w:spacing w:beforeLines="0" w:beforeAutospacing="0" w:afterLines="0" w:afterAutospacing="0"/>
      </w:pPr>
      <w:rPr>
        <w:rFonts w:ascii="Arial" w:hAnsi="Arial"/>
        <w:sz w:val="20"/>
      </w:rPr>
    </w:tblStylePr>
    <w:tblStylePr w:type="band1Horz">
      <w:pPr>
        <w:wordWrap/>
        <w:spacing w:beforeLines="0" w:beforeAutospacing="0" w:afterLines="0" w:afterAutospacing="0" w:line="240" w:lineRule="auto"/>
        <w:contextualSpacing w:val="0"/>
        <w:mirrorIndents w:val="0"/>
      </w:pPr>
      <w:rPr>
        <w:rFonts w:ascii="Arial" w:hAnsi="Arial"/>
        <w:sz w:val="20"/>
      </w:rPr>
    </w:tblStylePr>
    <w:tblStylePr w:type="band2Horz">
      <w:pPr>
        <w:wordWrap/>
        <w:spacing w:beforeLines="0" w:beforeAutospacing="0" w:afterLines="0" w:afterAutospacing="0"/>
        <w:contextualSpacing w:val="0"/>
        <w:mirrorIndents w:val="0"/>
      </w:pPr>
      <w:rPr>
        <w:rFonts w:ascii="Arial" w:hAnsi="Arial"/>
        <w:sz w:val="20"/>
      </w:rPr>
    </w:tblStylePr>
  </w:style>
  <w:style w:type="table" w:customStyle="1" w:styleId="TableGrid2">
    <w:name w:val="Table Grid2"/>
    <w:basedOn w:val="TableNormal"/>
    <w:next w:val="TableGrid"/>
    <w:uiPriority w:val="59"/>
    <w:rsid w:val="00265D40"/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wordWrap/>
        <w:spacing w:beforeLines="0" w:beforeAutospacing="0" w:afterLines="0" w:afterAutospacing="0"/>
      </w:pPr>
      <w:rPr>
        <w:rFonts w:ascii="Arial" w:hAnsi="Arial"/>
        <w:sz w:val="20"/>
      </w:rPr>
    </w:tblStylePr>
    <w:tblStylePr w:type="lastRow">
      <w:pPr>
        <w:wordWrap/>
        <w:spacing w:beforeLines="0" w:beforeAutospacing="0" w:afterLines="0" w:afterAutospacing="0"/>
      </w:pPr>
      <w:rPr>
        <w:rFonts w:ascii="Arial" w:hAnsi="Arial"/>
        <w:sz w:val="20"/>
      </w:rPr>
    </w:tblStylePr>
    <w:tblStylePr w:type="band1Horz">
      <w:pPr>
        <w:wordWrap/>
        <w:spacing w:beforeLines="0" w:beforeAutospacing="0" w:afterLines="0" w:afterAutospacing="0" w:line="240" w:lineRule="auto"/>
        <w:contextualSpacing w:val="0"/>
        <w:mirrorIndents w:val="0"/>
      </w:pPr>
      <w:rPr>
        <w:rFonts w:ascii="Arial" w:hAnsi="Arial"/>
        <w:sz w:val="20"/>
      </w:rPr>
    </w:tblStylePr>
    <w:tblStylePr w:type="band2Horz">
      <w:pPr>
        <w:wordWrap/>
        <w:spacing w:beforeLines="0" w:beforeAutospacing="0" w:afterLines="0" w:afterAutospacing="0"/>
        <w:contextualSpacing w:val="0"/>
        <w:mirrorIndents w:val="0"/>
      </w:pPr>
      <w:rPr>
        <w:rFonts w:ascii="Arial" w:hAnsi="Arial"/>
        <w:sz w:val="20"/>
      </w:rPr>
    </w:tblStylePr>
  </w:style>
  <w:style w:type="character" w:styleId="Hyperlink">
    <w:name w:val="Hyperlink"/>
    <w:basedOn w:val="DefaultParagraphFont"/>
    <w:uiPriority w:val="99"/>
    <w:unhideWhenUsed/>
    <w:rsid w:val="00AB7E0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074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4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03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13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36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22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46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96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0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7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1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05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47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2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49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6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6D8C2F76.dotm</Template>
  <TotalTime>0</TotalTime>
  <Pages>1</Pages>
  <Words>165</Words>
  <Characters>946</Characters>
  <Application>Microsoft Office Word</Application>
  <DocSecurity>0</DocSecurity>
  <Lines>7</Lines>
  <Paragraphs>2</Paragraphs>
  <ScaleCrop>false</ScaleCrop>
  <Company/>
  <LinksUpToDate>false</LinksUpToDate>
  <CharactersWithSpaces>1109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INDEPENDENT EXPERT SCIENTIFIC COMMITTEE ON COAL SEAM GAS AND LARGE COAL MINING DEVELOPMENT Agenda Meeting 41</dc:title>
  <dc:creator/>
  <cp:lastModifiedBy>Ruth, Jodie</cp:lastModifiedBy>
  <cp:revision>4</cp:revision>
  <dcterms:created xsi:type="dcterms:W3CDTF">2017-01-20T04:21:00Z</dcterms:created>
  <dcterms:modified xsi:type="dcterms:W3CDTF">2017-01-20T04:41:00Z</dcterms:modified>
</cp:coreProperties>
</file>