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37A9E" w14:textId="77777777" w:rsidR="00192DAA" w:rsidRPr="00012AB0" w:rsidRDefault="00192DAA" w:rsidP="004310E8">
      <w:pPr>
        <w:pStyle w:val="Heading1"/>
        <w:spacing w:after="240"/>
        <w:jc w:val="center"/>
        <w:rPr>
          <w:rFonts w:asciiTheme="minorHAnsi" w:hAnsiTheme="minorHAnsi" w:cstheme="minorHAnsi"/>
        </w:rPr>
      </w:pPr>
      <w:r w:rsidRPr="00012AB0">
        <w:rPr>
          <w:rFonts w:asciiTheme="minorHAnsi" w:hAnsiTheme="minorHAnsi" w:cstheme="minorHAnsi"/>
        </w:rPr>
        <w:t>Independent Expert Scientific Committee on Coal Seam Gas and LARGE Coal Mining DEVELOPMENT</w:t>
      </w:r>
    </w:p>
    <w:p w14:paraId="24E37A9F" w14:textId="33D1B8E8" w:rsidR="00A73DAD" w:rsidRDefault="00192DAA" w:rsidP="004310E8">
      <w:pPr>
        <w:pStyle w:val="Default"/>
        <w:spacing w:after="240"/>
        <w:jc w:val="center"/>
        <w:rPr>
          <w:rFonts w:asciiTheme="minorHAnsi" w:hAnsiTheme="minorHAnsi" w:cstheme="minorHAnsi"/>
          <w:b/>
          <w:color w:val="auto"/>
        </w:rPr>
      </w:pPr>
      <w:bookmarkStart w:id="0" w:name="_GoBack"/>
      <w:r w:rsidRPr="0059629A">
        <w:rPr>
          <w:rFonts w:asciiTheme="minorHAnsi" w:hAnsiTheme="minorHAnsi" w:cstheme="minorHAnsi"/>
          <w:b/>
          <w:color w:val="auto"/>
        </w:rPr>
        <w:t>AGENDA Meeting</w:t>
      </w:r>
      <w:r w:rsidR="00F957F8">
        <w:rPr>
          <w:rFonts w:asciiTheme="minorHAnsi" w:hAnsiTheme="minorHAnsi" w:cstheme="minorHAnsi"/>
          <w:b/>
          <w:color w:val="auto"/>
        </w:rPr>
        <w:t xml:space="preserve"> 3</w:t>
      </w:r>
      <w:r w:rsidR="003E530D">
        <w:rPr>
          <w:rFonts w:asciiTheme="minorHAnsi" w:hAnsiTheme="minorHAnsi" w:cstheme="minorHAnsi"/>
          <w:b/>
          <w:color w:val="auto"/>
        </w:rPr>
        <w:t>9</w:t>
      </w:r>
      <w:bookmarkEnd w:id="0"/>
    </w:p>
    <w:p w14:paraId="24E37AA0" w14:textId="551D656E" w:rsidR="00192DAA" w:rsidRDefault="003E530D" w:rsidP="004310E8">
      <w:pPr>
        <w:pStyle w:val="Default"/>
        <w:spacing w:before="120" w:after="240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12 – 13 October 2016</w:t>
      </w:r>
    </w:p>
    <w:tbl>
      <w:tblPr>
        <w:tblStyle w:val="TableGrid"/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43"/>
        <w:gridCol w:w="5819"/>
        <w:gridCol w:w="3261"/>
      </w:tblGrid>
      <w:tr w:rsidR="00D545F3" w:rsidRPr="0059629A" w14:paraId="24E37AA3" w14:textId="77777777" w:rsidTr="007876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</w:tcPr>
          <w:p w14:paraId="24E37AA1" w14:textId="77777777" w:rsidR="00D545F3" w:rsidRPr="00BB214A" w:rsidRDefault="00D545F3" w:rsidP="004310E8">
            <w:pPr>
              <w:spacing w:before="120" w:after="24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A2" w14:textId="77777777" w:rsidR="00D545F3" w:rsidRPr="0059629A" w:rsidRDefault="00D545F3" w:rsidP="00CD262E">
            <w:pPr>
              <w:rPr>
                <w:rFonts w:asciiTheme="minorHAnsi" w:hAnsiTheme="minorHAnsi" w:cstheme="minorHAnsi"/>
                <w:b/>
              </w:rPr>
            </w:pPr>
            <w:r w:rsidRPr="0059629A">
              <w:rPr>
                <w:rFonts w:asciiTheme="minorHAnsi" w:hAnsiTheme="minorHAnsi" w:cstheme="minorHAnsi"/>
                <w:b/>
              </w:rPr>
              <w:t>Welcome an</w:t>
            </w:r>
            <w:r w:rsidR="00A73DAD">
              <w:rPr>
                <w:rFonts w:asciiTheme="minorHAnsi" w:hAnsiTheme="minorHAnsi" w:cstheme="minorHAnsi"/>
                <w:b/>
              </w:rPr>
              <w:t>d Opening Remarks – Attendance and</w:t>
            </w:r>
            <w:r w:rsidRPr="0059629A">
              <w:rPr>
                <w:rFonts w:asciiTheme="minorHAnsi" w:hAnsiTheme="minorHAnsi" w:cstheme="minorHAnsi"/>
                <w:b/>
              </w:rPr>
              <w:t xml:space="preserve"> Apologies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AD715B" w:rsidRPr="007F6FCD" w14:paraId="24E37AA6" w14:textId="77777777" w:rsidTr="00787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A4" w14:textId="77777777" w:rsidR="00AD715B" w:rsidRPr="007F6FCD" w:rsidRDefault="00AD715B" w:rsidP="00CD262E">
            <w:pPr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A5" w14:textId="77777777" w:rsidR="00AD715B" w:rsidRPr="007F6FCD" w:rsidRDefault="00AD715B" w:rsidP="00CD262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787608" w:rsidRPr="0059629A" w14:paraId="24E37AAA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7" w14:textId="77777777" w:rsidR="00787608" w:rsidRPr="0059629A" w:rsidRDefault="00787608" w:rsidP="001816F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5819" w:type="dxa"/>
            <w:vAlign w:val="center"/>
          </w:tcPr>
          <w:p w14:paraId="24E37AA8" w14:textId="77777777" w:rsidR="00787608" w:rsidRPr="0059629A" w:rsidRDefault="00787608" w:rsidP="00F952B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3261" w:type="dxa"/>
            <w:vAlign w:val="center"/>
          </w:tcPr>
          <w:p w14:paraId="24E37AA9" w14:textId="77777777" w:rsidR="00787608" w:rsidRPr="00F952BF" w:rsidRDefault="00787608" w:rsidP="00F952BF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F952B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AE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B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5819" w:type="dxa"/>
            <w:vAlign w:val="center"/>
          </w:tcPr>
          <w:p w14:paraId="24E37AAC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Disclosure of Interests</w:t>
            </w:r>
          </w:p>
        </w:tc>
        <w:tc>
          <w:tcPr>
            <w:tcW w:w="3261" w:type="dxa"/>
            <w:vAlign w:val="center"/>
          </w:tcPr>
          <w:p w14:paraId="24E37AAD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2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F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5819" w:type="dxa"/>
            <w:vAlign w:val="center"/>
          </w:tcPr>
          <w:p w14:paraId="24E37AB0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3261" w:type="dxa"/>
            <w:vAlign w:val="center"/>
          </w:tcPr>
          <w:p w14:paraId="24E37AB1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6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3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5819" w:type="dxa"/>
            <w:vAlign w:val="center"/>
          </w:tcPr>
          <w:p w14:paraId="24E37AB4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3261" w:type="dxa"/>
            <w:vAlign w:val="center"/>
          </w:tcPr>
          <w:p w14:paraId="24E37AB5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A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7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5819" w:type="dxa"/>
            <w:vAlign w:val="center"/>
          </w:tcPr>
          <w:p w14:paraId="24E37AB8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Out-of-Session Decisions</w:t>
            </w:r>
          </w:p>
        </w:tc>
        <w:tc>
          <w:tcPr>
            <w:tcW w:w="3261" w:type="dxa"/>
            <w:vAlign w:val="center"/>
          </w:tcPr>
          <w:p w14:paraId="24E37AB9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E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B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5819" w:type="dxa"/>
            <w:vAlign w:val="center"/>
          </w:tcPr>
          <w:p w14:paraId="24E37ABC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3261" w:type="dxa"/>
            <w:vAlign w:val="center"/>
          </w:tcPr>
          <w:p w14:paraId="24E37ABD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C2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F" w14:textId="77777777" w:rsidR="00787608" w:rsidRPr="00581622" w:rsidRDefault="00787608" w:rsidP="00A108B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5819" w:type="dxa"/>
            <w:vAlign w:val="center"/>
          </w:tcPr>
          <w:p w14:paraId="24E37AC0" w14:textId="77777777" w:rsidR="00787608" w:rsidRPr="00581622" w:rsidRDefault="00787608" w:rsidP="00A108BD">
            <w:pPr>
              <w:spacing w:before="120" w:after="120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3261" w:type="dxa"/>
            <w:vAlign w:val="center"/>
          </w:tcPr>
          <w:p w14:paraId="24E37AC1" w14:textId="77777777" w:rsidR="00787608" w:rsidRPr="00581622" w:rsidRDefault="00787608" w:rsidP="00A108BD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622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E1C18" w:rsidRPr="0059629A" w14:paraId="24E37AC6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C3" w14:textId="77777777" w:rsidR="007E1C18" w:rsidRDefault="007E1C18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5819" w:type="dxa"/>
            <w:vAlign w:val="center"/>
          </w:tcPr>
          <w:p w14:paraId="24E37AC4" w14:textId="77777777" w:rsidR="007E1C18" w:rsidRDefault="007E1C18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3261" w:type="dxa"/>
            <w:vAlign w:val="center"/>
          </w:tcPr>
          <w:p w14:paraId="24E37AC5" w14:textId="77777777" w:rsidR="007E1C18" w:rsidRDefault="007E1C18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2B374E" w:rsidRPr="0059629A" w14:paraId="24E37AC9" w14:textId="77777777" w:rsidTr="002B37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C7" w14:textId="77777777" w:rsidR="002B374E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2B374E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C8" w14:textId="77777777" w:rsidR="002B374E" w:rsidRPr="002B374E" w:rsidRDefault="002B374E" w:rsidP="002B374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Advice</w:t>
            </w:r>
          </w:p>
        </w:tc>
      </w:tr>
      <w:tr w:rsidR="002B374E" w:rsidRPr="0059629A" w14:paraId="24E37ACD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CA" w14:textId="77777777" w:rsidR="002B374E" w:rsidRDefault="002B374E" w:rsidP="009531C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5819" w:type="dxa"/>
            <w:vAlign w:val="center"/>
          </w:tcPr>
          <w:p w14:paraId="24E37ACB" w14:textId="5B5220C9" w:rsidR="002B374E" w:rsidRDefault="003E530D" w:rsidP="009531C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United-</w:t>
            </w:r>
            <w:proofErr w:type="spellStart"/>
            <w:r>
              <w:rPr>
                <w:rFonts w:asciiTheme="minorHAnsi" w:hAnsiTheme="minorHAnsi" w:cstheme="minorHAnsi"/>
              </w:rPr>
              <w:t>Wambo</w:t>
            </w:r>
            <w:proofErr w:type="spellEnd"/>
            <w:r>
              <w:rPr>
                <w:rFonts w:asciiTheme="minorHAnsi" w:hAnsiTheme="minorHAnsi" w:cstheme="minorHAnsi"/>
              </w:rPr>
              <w:t xml:space="preserve"> Open Cut Mine Project</w:t>
            </w:r>
          </w:p>
        </w:tc>
        <w:tc>
          <w:tcPr>
            <w:tcW w:w="3261" w:type="dxa"/>
            <w:vAlign w:val="center"/>
          </w:tcPr>
          <w:p w14:paraId="24E37ACC" w14:textId="77777777" w:rsidR="002B374E" w:rsidRDefault="002B374E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2B374E" w:rsidRPr="007F6FCD" w14:paraId="24E37AD0" w14:textId="77777777" w:rsidTr="007876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CE" w14:textId="77777777" w:rsidR="002B374E" w:rsidRDefault="002B374E" w:rsidP="007E1C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CF" w14:textId="77777777" w:rsidR="002B374E" w:rsidRDefault="002B374E" w:rsidP="00687833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2B374E" w:rsidRPr="0059629A" w14:paraId="24E37AD4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D1" w14:textId="77777777" w:rsidR="002B374E" w:rsidRPr="0059629A" w:rsidRDefault="002B374E" w:rsidP="0068783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5819" w:type="dxa"/>
            <w:vAlign w:val="center"/>
          </w:tcPr>
          <w:p w14:paraId="24E37AD2" w14:textId="77777777" w:rsidR="002B374E" w:rsidRPr="0059629A" w:rsidRDefault="002B374E" w:rsidP="002B374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Bioregional Assessments Update</w:t>
            </w:r>
          </w:p>
        </w:tc>
        <w:tc>
          <w:tcPr>
            <w:tcW w:w="3261" w:type="dxa"/>
            <w:vAlign w:val="center"/>
          </w:tcPr>
          <w:p w14:paraId="24E37AD3" w14:textId="77777777" w:rsidR="002B374E" w:rsidRPr="0059629A" w:rsidRDefault="002B374E" w:rsidP="00687833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2B374E" w:rsidRPr="007F6FCD" w14:paraId="24E37AD7" w14:textId="77777777" w:rsidTr="006E66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D5" w14:textId="77777777" w:rsidR="002B374E" w:rsidRPr="007F6FCD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D6" w14:textId="77777777" w:rsidR="002B374E" w:rsidRPr="007F6FCD" w:rsidRDefault="002B374E" w:rsidP="006E668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2B374E" w:rsidRPr="0059629A" w14:paraId="24E37ADB" w14:textId="77777777" w:rsidTr="006E6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D8" w14:textId="77777777" w:rsidR="002B374E" w:rsidRPr="0059629A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5819" w:type="dxa"/>
            <w:vAlign w:val="center"/>
          </w:tcPr>
          <w:p w14:paraId="24E37AD9" w14:textId="77777777" w:rsidR="002B374E" w:rsidRPr="0059629A" w:rsidRDefault="002B374E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Research update</w:t>
            </w:r>
          </w:p>
        </w:tc>
        <w:tc>
          <w:tcPr>
            <w:tcW w:w="3261" w:type="dxa"/>
            <w:vAlign w:val="center"/>
          </w:tcPr>
          <w:p w14:paraId="24E37ADA" w14:textId="77777777" w:rsidR="002B374E" w:rsidRPr="0059629A" w:rsidRDefault="002B374E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2B374E" w:rsidRPr="007F6FCD" w14:paraId="24E37AE2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E0" w14:textId="77777777" w:rsidR="002B374E" w:rsidRPr="007F6FCD" w:rsidRDefault="002B374E" w:rsidP="00AC2E40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E1" w14:textId="77777777" w:rsidR="002B374E" w:rsidRPr="007F6FCD" w:rsidRDefault="002B374E" w:rsidP="00AC2E4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Other Business </w:t>
            </w:r>
          </w:p>
        </w:tc>
      </w:tr>
      <w:tr w:rsidR="002B374E" w:rsidRPr="0059629A" w14:paraId="24E37AE6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E3" w14:textId="77777777" w:rsidR="002B374E" w:rsidRPr="009C21C6" w:rsidRDefault="002B374E" w:rsidP="007E1C1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5819" w:type="dxa"/>
            <w:vAlign w:val="center"/>
          </w:tcPr>
          <w:p w14:paraId="24E37AE4" w14:textId="77777777" w:rsidR="002B374E" w:rsidRPr="009C21C6" w:rsidRDefault="002B374E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Meeting Summary</w:t>
            </w:r>
          </w:p>
        </w:tc>
        <w:tc>
          <w:tcPr>
            <w:tcW w:w="3261" w:type="dxa"/>
            <w:vAlign w:val="center"/>
          </w:tcPr>
          <w:p w14:paraId="24E37AE5" w14:textId="77777777" w:rsidR="002B374E" w:rsidRDefault="002B374E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2B374E" w:rsidRPr="0059629A" w14:paraId="24E37AEA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E7" w14:textId="77777777" w:rsidR="002B374E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</w:t>
            </w:r>
          </w:p>
        </w:tc>
        <w:tc>
          <w:tcPr>
            <w:tcW w:w="5819" w:type="dxa"/>
            <w:vAlign w:val="center"/>
          </w:tcPr>
          <w:p w14:paraId="24E37AE8" w14:textId="1EC16D49" w:rsidR="002B374E" w:rsidRDefault="003E530D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Meet and Greet with Deputy Secretary</w:t>
            </w:r>
          </w:p>
        </w:tc>
        <w:tc>
          <w:tcPr>
            <w:tcW w:w="3261" w:type="dxa"/>
            <w:vAlign w:val="center"/>
          </w:tcPr>
          <w:p w14:paraId="24E37AE9" w14:textId="5F8C6845" w:rsidR="002B374E" w:rsidRDefault="003E530D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3E530D" w:rsidRPr="0059629A" w14:paraId="3880B3BB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4D72AC89" w14:textId="21618029" w:rsidR="003E530D" w:rsidRDefault="003E530D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5.3</w:t>
            </w:r>
          </w:p>
        </w:tc>
        <w:tc>
          <w:tcPr>
            <w:tcW w:w="5819" w:type="dxa"/>
            <w:vAlign w:val="center"/>
          </w:tcPr>
          <w:p w14:paraId="4351D5D1" w14:textId="14ADB8E3" w:rsidR="003E530D" w:rsidRDefault="003E530D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Discussion on Groundwater Modelling for the Surat Basin</w:t>
            </w:r>
          </w:p>
        </w:tc>
        <w:tc>
          <w:tcPr>
            <w:tcW w:w="3261" w:type="dxa"/>
            <w:vAlign w:val="center"/>
          </w:tcPr>
          <w:p w14:paraId="358488CB" w14:textId="347E5C91" w:rsidR="003E530D" w:rsidRDefault="003E530D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</w:tbl>
    <w:p w14:paraId="24E37AEB" w14:textId="77777777" w:rsidR="00C54C44" w:rsidRDefault="00C54C44"/>
    <w:sectPr w:rsidR="00C54C44" w:rsidSect="00787608">
      <w:headerReference w:type="even" r:id="rId7"/>
      <w:footerReference w:type="default" r:id="rId8"/>
      <w:footerReference w:type="first" r:id="rId9"/>
      <w:pgSz w:w="11906" w:h="16838" w:code="9"/>
      <w:pgMar w:top="284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E37AEE" w14:textId="77777777" w:rsidR="00787608" w:rsidRDefault="00787608" w:rsidP="00A60185">
      <w:r>
        <w:separator/>
      </w:r>
    </w:p>
  </w:endnote>
  <w:endnote w:type="continuationSeparator" w:id="0">
    <w:p w14:paraId="24E37AEF" w14:textId="77777777" w:rsidR="00787608" w:rsidRDefault="00787608" w:rsidP="00A6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6297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24E37AF1" w14:textId="77777777" w:rsidR="00787608" w:rsidRDefault="00787608">
            <w:pPr>
              <w:pStyle w:val="Footer"/>
              <w:jc w:val="right"/>
            </w:pPr>
            <w:r w:rsidRPr="0015708C">
              <w:rPr>
                <w:rFonts w:asciiTheme="minorHAnsi" w:hAnsiTheme="minorHAnsi"/>
              </w:rPr>
              <w:t xml:space="preserve">Page </w:t>
            </w:r>
            <w:r w:rsidR="00E31520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PAGE </w:instrText>
            </w:r>
            <w:r w:rsidR="00E31520" w:rsidRPr="0015708C">
              <w:rPr>
                <w:rFonts w:asciiTheme="minorHAnsi" w:hAnsiTheme="minorHAnsi"/>
                <w:b/>
              </w:rPr>
              <w:fldChar w:fldCharType="separate"/>
            </w:r>
            <w:r w:rsidR="00614372">
              <w:rPr>
                <w:rFonts w:asciiTheme="minorHAnsi" w:hAnsiTheme="minorHAnsi"/>
                <w:b/>
                <w:noProof/>
              </w:rPr>
              <w:t>1</w:t>
            </w:r>
            <w:r w:rsidR="00E31520" w:rsidRPr="0015708C">
              <w:rPr>
                <w:rFonts w:asciiTheme="minorHAnsi" w:hAnsiTheme="minorHAnsi"/>
                <w:b/>
              </w:rPr>
              <w:fldChar w:fldCharType="end"/>
            </w:r>
            <w:r w:rsidRPr="0015708C">
              <w:rPr>
                <w:rFonts w:asciiTheme="minorHAnsi" w:hAnsiTheme="minorHAnsi"/>
              </w:rPr>
              <w:t xml:space="preserve"> of </w:t>
            </w:r>
            <w:r w:rsidR="00E31520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NUMPAGES  </w:instrText>
            </w:r>
            <w:r w:rsidR="00E31520" w:rsidRPr="0015708C">
              <w:rPr>
                <w:rFonts w:asciiTheme="minorHAnsi" w:hAnsiTheme="minorHAnsi"/>
                <w:b/>
              </w:rPr>
              <w:fldChar w:fldCharType="separate"/>
            </w:r>
            <w:r w:rsidR="00614372">
              <w:rPr>
                <w:rFonts w:asciiTheme="minorHAnsi" w:hAnsiTheme="minorHAnsi"/>
                <w:b/>
                <w:noProof/>
              </w:rPr>
              <w:t>1</w:t>
            </w:r>
            <w:r w:rsidR="00E31520" w:rsidRPr="0015708C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14:paraId="24E37AF2" w14:textId="77777777" w:rsidR="00787608" w:rsidRDefault="00787608" w:rsidP="005A46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EndPr/>
        <w:sdtContent>
          <w:p w14:paraId="24E37AF3" w14:textId="77777777" w:rsidR="00787608" w:rsidRPr="0006200E" w:rsidRDefault="00787608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C51C04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14:paraId="24E37AF4" w14:textId="77777777" w:rsidR="00787608" w:rsidRDefault="007876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37AEC" w14:textId="77777777" w:rsidR="00787608" w:rsidRDefault="00787608" w:rsidP="00A60185">
      <w:r>
        <w:separator/>
      </w:r>
    </w:p>
  </w:footnote>
  <w:footnote w:type="continuationSeparator" w:id="0">
    <w:p w14:paraId="24E37AED" w14:textId="77777777" w:rsidR="00787608" w:rsidRDefault="00787608" w:rsidP="00A60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37AF0" w14:textId="77777777" w:rsidR="00787608" w:rsidRDefault="00E31520" w:rsidP="00E45765">
    <w:pPr>
      <w:pStyle w:val="Classification"/>
    </w:pPr>
    <w:r>
      <w:fldChar w:fldCharType="begin"/>
    </w:r>
    <w:r w:rsidR="00787608">
      <w:instrText xml:space="preserve"> DOCPROPERTY SecurityClassification \* MERGEFORMAT </w:instrText>
    </w:r>
    <w:r>
      <w:fldChar w:fldCharType="separate"/>
    </w:r>
    <w:r w:rsidR="00C51C04">
      <w:rPr>
        <w:b/>
        <w:bCs/>
        <w:lang w:val="en-US"/>
      </w:rPr>
      <w:t>Error! Unknown document property name.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450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F745BC2"/>
    <w:multiLevelType w:val="multilevel"/>
    <w:tmpl w:val="E5E89F92"/>
    <w:numStyleLink w:val="BulletList"/>
  </w:abstractNum>
  <w:abstractNum w:abstractNumId="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5456429"/>
    <w:multiLevelType w:val="multilevel"/>
    <w:tmpl w:val="E898CC72"/>
    <w:numStyleLink w:val="KeyPoints"/>
  </w:abstractNum>
  <w:abstractNum w:abstractNumId="5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7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8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F85"/>
    <w:rsid w:val="0000055D"/>
    <w:rsid w:val="00000BB7"/>
    <w:rsid w:val="00000EBA"/>
    <w:rsid w:val="00001ABA"/>
    <w:rsid w:val="00003AE0"/>
    <w:rsid w:val="000042E1"/>
    <w:rsid w:val="000045A0"/>
    <w:rsid w:val="00004AEE"/>
    <w:rsid w:val="000052C4"/>
    <w:rsid w:val="00005CAA"/>
    <w:rsid w:val="00005F25"/>
    <w:rsid w:val="00006A4E"/>
    <w:rsid w:val="00007B6B"/>
    <w:rsid w:val="00010210"/>
    <w:rsid w:val="00010A97"/>
    <w:rsid w:val="00010F90"/>
    <w:rsid w:val="000110C9"/>
    <w:rsid w:val="00011750"/>
    <w:rsid w:val="00012AB0"/>
    <w:rsid w:val="00012D66"/>
    <w:rsid w:val="00013025"/>
    <w:rsid w:val="00014D22"/>
    <w:rsid w:val="00015786"/>
    <w:rsid w:val="00015ADA"/>
    <w:rsid w:val="00016628"/>
    <w:rsid w:val="0001753C"/>
    <w:rsid w:val="00020C99"/>
    <w:rsid w:val="000229FC"/>
    <w:rsid w:val="000236DB"/>
    <w:rsid w:val="000269D4"/>
    <w:rsid w:val="00026C09"/>
    <w:rsid w:val="0002707B"/>
    <w:rsid w:val="00027972"/>
    <w:rsid w:val="00030153"/>
    <w:rsid w:val="000318EB"/>
    <w:rsid w:val="00032057"/>
    <w:rsid w:val="000320BB"/>
    <w:rsid w:val="00032986"/>
    <w:rsid w:val="0003307D"/>
    <w:rsid w:val="00033D27"/>
    <w:rsid w:val="00033E47"/>
    <w:rsid w:val="0003471E"/>
    <w:rsid w:val="00035520"/>
    <w:rsid w:val="00035693"/>
    <w:rsid w:val="00035B2D"/>
    <w:rsid w:val="00036D1D"/>
    <w:rsid w:val="00036E97"/>
    <w:rsid w:val="00037C29"/>
    <w:rsid w:val="00041B23"/>
    <w:rsid w:val="00041D5C"/>
    <w:rsid w:val="00042DFF"/>
    <w:rsid w:val="00042E20"/>
    <w:rsid w:val="00045BE4"/>
    <w:rsid w:val="00047BBB"/>
    <w:rsid w:val="00047C3A"/>
    <w:rsid w:val="00050220"/>
    <w:rsid w:val="0005148E"/>
    <w:rsid w:val="00055A46"/>
    <w:rsid w:val="00057207"/>
    <w:rsid w:val="0005799C"/>
    <w:rsid w:val="00061B2B"/>
    <w:rsid w:val="000622DE"/>
    <w:rsid w:val="000628CA"/>
    <w:rsid w:val="0006339B"/>
    <w:rsid w:val="00063B66"/>
    <w:rsid w:val="000641E7"/>
    <w:rsid w:val="000650C9"/>
    <w:rsid w:val="000655F8"/>
    <w:rsid w:val="0006661E"/>
    <w:rsid w:val="00067E7C"/>
    <w:rsid w:val="00070192"/>
    <w:rsid w:val="0007075A"/>
    <w:rsid w:val="0007192E"/>
    <w:rsid w:val="00072577"/>
    <w:rsid w:val="000725B6"/>
    <w:rsid w:val="00072C5A"/>
    <w:rsid w:val="00072D60"/>
    <w:rsid w:val="00073F9C"/>
    <w:rsid w:val="00074F47"/>
    <w:rsid w:val="000759E5"/>
    <w:rsid w:val="0007670D"/>
    <w:rsid w:val="000817D6"/>
    <w:rsid w:val="00082D6D"/>
    <w:rsid w:val="000836D8"/>
    <w:rsid w:val="000840B7"/>
    <w:rsid w:val="00084AC6"/>
    <w:rsid w:val="00084D37"/>
    <w:rsid w:val="00084EFB"/>
    <w:rsid w:val="00085347"/>
    <w:rsid w:val="0008544A"/>
    <w:rsid w:val="00085E5C"/>
    <w:rsid w:val="00086481"/>
    <w:rsid w:val="00091421"/>
    <w:rsid w:val="00091608"/>
    <w:rsid w:val="000918BD"/>
    <w:rsid w:val="000927DA"/>
    <w:rsid w:val="0009333C"/>
    <w:rsid w:val="00093CB9"/>
    <w:rsid w:val="00093CE2"/>
    <w:rsid w:val="00093CE9"/>
    <w:rsid w:val="00094069"/>
    <w:rsid w:val="0009414B"/>
    <w:rsid w:val="00094FC4"/>
    <w:rsid w:val="00095774"/>
    <w:rsid w:val="00095865"/>
    <w:rsid w:val="0009704F"/>
    <w:rsid w:val="000979AF"/>
    <w:rsid w:val="000979F6"/>
    <w:rsid w:val="000A0CBE"/>
    <w:rsid w:val="000A0DE5"/>
    <w:rsid w:val="000A0F11"/>
    <w:rsid w:val="000A125A"/>
    <w:rsid w:val="000A1418"/>
    <w:rsid w:val="000A173B"/>
    <w:rsid w:val="000A2196"/>
    <w:rsid w:val="000A23FD"/>
    <w:rsid w:val="000A490B"/>
    <w:rsid w:val="000A57CD"/>
    <w:rsid w:val="000A67DE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518F"/>
    <w:rsid w:val="000B734F"/>
    <w:rsid w:val="000B7681"/>
    <w:rsid w:val="000B7B42"/>
    <w:rsid w:val="000C02B7"/>
    <w:rsid w:val="000C0656"/>
    <w:rsid w:val="000C0D57"/>
    <w:rsid w:val="000C13BA"/>
    <w:rsid w:val="000C238F"/>
    <w:rsid w:val="000C2994"/>
    <w:rsid w:val="000C5100"/>
    <w:rsid w:val="000C5342"/>
    <w:rsid w:val="000C581B"/>
    <w:rsid w:val="000C675F"/>
    <w:rsid w:val="000C706A"/>
    <w:rsid w:val="000C7E93"/>
    <w:rsid w:val="000D2887"/>
    <w:rsid w:val="000D2DA8"/>
    <w:rsid w:val="000D3C63"/>
    <w:rsid w:val="000D42F1"/>
    <w:rsid w:val="000D5379"/>
    <w:rsid w:val="000D57DB"/>
    <w:rsid w:val="000D6D63"/>
    <w:rsid w:val="000D6F7E"/>
    <w:rsid w:val="000D7667"/>
    <w:rsid w:val="000D774A"/>
    <w:rsid w:val="000E0081"/>
    <w:rsid w:val="000E07CF"/>
    <w:rsid w:val="000E0E3A"/>
    <w:rsid w:val="000E150E"/>
    <w:rsid w:val="000E28CF"/>
    <w:rsid w:val="000E2A0B"/>
    <w:rsid w:val="000E31C1"/>
    <w:rsid w:val="000E5356"/>
    <w:rsid w:val="000E5998"/>
    <w:rsid w:val="000E6B74"/>
    <w:rsid w:val="000F0710"/>
    <w:rsid w:val="000F1193"/>
    <w:rsid w:val="000F1AE1"/>
    <w:rsid w:val="000F22B0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4DCF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AF3"/>
    <w:rsid w:val="00125F1B"/>
    <w:rsid w:val="00125F23"/>
    <w:rsid w:val="001265A6"/>
    <w:rsid w:val="00127371"/>
    <w:rsid w:val="0012754B"/>
    <w:rsid w:val="00127588"/>
    <w:rsid w:val="00127628"/>
    <w:rsid w:val="0012770E"/>
    <w:rsid w:val="00127B45"/>
    <w:rsid w:val="00127D60"/>
    <w:rsid w:val="00130795"/>
    <w:rsid w:val="00130BFC"/>
    <w:rsid w:val="001310E7"/>
    <w:rsid w:val="00131205"/>
    <w:rsid w:val="00131A3E"/>
    <w:rsid w:val="001337D4"/>
    <w:rsid w:val="001338D3"/>
    <w:rsid w:val="0013523C"/>
    <w:rsid w:val="001371E1"/>
    <w:rsid w:val="001403B6"/>
    <w:rsid w:val="001409D7"/>
    <w:rsid w:val="00140F64"/>
    <w:rsid w:val="001452F6"/>
    <w:rsid w:val="00145C9A"/>
    <w:rsid w:val="00146A54"/>
    <w:rsid w:val="0014731E"/>
    <w:rsid w:val="001475A5"/>
    <w:rsid w:val="00147B32"/>
    <w:rsid w:val="00147C12"/>
    <w:rsid w:val="00150760"/>
    <w:rsid w:val="00150EC0"/>
    <w:rsid w:val="001527A1"/>
    <w:rsid w:val="00152C0B"/>
    <w:rsid w:val="00152C3F"/>
    <w:rsid w:val="001530DC"/>
    <w:rsid w:val="00153200"/>
    <w:rsid w:val="00153FB3"/>
    <w:rsid w:val="00154346"/>
    <w:rsid w:val="00154948"/>
    <w:rsid w:val="00154989"/>
    <w:rsid w:val="001549D4"/>
    <w:rsid w:val="00154AD3"/>
    <w:rsid w:val="00155775"/>
    <w:rsid w:val="00155A9F"/>
    <w:rsid w:val="0015678A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85C"/>
    <w:rsid w:val="00161C3E"/>
    <w:rsid w:val="00162C5D"/>
    <w:rsid w:val="0016360C"/>
    <w:rsid w:val="0016420E"/>
    <w:rsid w:val="00164C4C"/>
    <w:rsid w:val="00164D5C"/>
    <w:rsid w:val="00164FBC"/>
    <w:rsid w:val="00165349"/>
    <w:rsid w:val="00166DFD"/>
    <w:rsid w:val="0016752A"/>
    <w:rsid w:val="0016780A"/>
    <w:rsid w:val="00167B22"/>
    <w:rsid w:val="001703A8"/>
    <w:rsid w:val="0017059E"/>
    <w:rsid w:val="001713FA"/>
    <w:rsid w:val="001721C1"/>
    <w:rsid w:val="00172B6B"/>
    <w:rsid w:val="0017361B"/>
    <w:rsid w:val="00173AE2"/>
    <w:rsid w:val="00173EBF"/>
    <w:rsid w:val="00175ED3"/>
    <w:rsid w:val="00176667"/>
    <w:rsid w:val="00177BB4"/>
    <w:rsid w:val="001816F2"/>
    <w:rsid w:val="00182A8C"/>
    <w:rsid w:val="001842A2"/>
    <w:rsid w:val="00184CFF"/>
    <w:rsid w:val="00187EC0"/>
    <w:rsid w:val="00187FA8"/>
    <w:rsid w:val="00190BD0"/>
    <w:rsid w:val="00192B7F"/>
    <w:rsid w:val="00192CDF"/>
    <w:rsid w:val="00192DAA"/>
    <w:rsid w:val="00192F5E"/>
    <w:rsid w:val="0019347A"/>
    <w:rsid w:val="0019376C"/>
    <w:rsid w:val="00193B52"/>
    <w:rsid w:val="00195ECC"/>
    <w:rsid w:val="001969D7"/>
    <w:rsid w:val="00197618"/>
    <w:rsid w:val="00197772"/>
    <w:rsid w:val="001A175A"/>
    <w:rsid w:val="001A195C"/>
    <w:rsid w:val="001A210A"/>
    <w:rsid w:val="001A233F"/>
    <w:rsid w:val="001A29F9"/>
    <w:rsid w:val="001A454D"/>
    <w:rsid w:val="001A51C8"/>
    <w:rsid w:val="001A64E2"/>
    <w:rsid w:val="001A6B29"/>
    <w:rsid w:val="001A6E02"/>
    <w:rsid w:val="001B0781"/>
    <w:rsid w:val="001B0E9F"/>
    <w:rsid w:val="001B10BA"/>
    <w:rsid w:val="001B17C1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6204"/>
    <w:rsid w:val="001B7A17"/>
    <w:rsid w:val="001C0C8B"/>
    <w:rsid w:val="001C18E6"/>
    <w:rsid w:val="001C282D"/>
    <w:rsid w:val="001C4F3D"/>
    <w:rsid w:val="001D0CDC"/>
    <w:rsid w:val="001D1399"/>
    <w:rsid w:val="001D17B0"/>
    <w:rsid w:val="001D1D20"/>
    <w:rsid w:val="001D1D82"/>
    <w:rsid w:val="001D2932"/>
    <w:rsid w:val="001D6234"/>
    <w:rsid w:val="001D62E0"/>
    <w:rsid w:val="001D65F9"/>
    <w:rsid w:val="001D7D21"/>
    <w:rsid w:val="001E005F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35F5"/>
    <w:rsid w:val="001E5067"/>
    <w:rsid w:val="001E516F"/>
    <w:rsid w:val="001E6572"/>
    <w:rsid w:val="001E6A51"/>
    <w:rsid w:val="001E6FF6"/>
    <w:rsid w:val="001F0B00"/>
    <w:rsid w:val="001F0D29"/>
    <w:rsid w:val="001F1318"/>
    <w:rsid w:val="001F392E"/>
    <w:rsid w:val="001F5768"/>
    <w:rsid w:val="001F57A5"/>
    <w:rsid w:val="001F7A2B"/>
    <w:rsid w:val="0020121A"/>
    <w:rsid w:val="00202BA7"/>
    <w:rsid w:val="00202C90"/>
    <w:rsid w:val="00202F81"/>
    <w:rsid w:val="00203B62"/>
    <w:rsid w:val="00204D30"/>
    <w:rsid w:val="00206838"/>
    <w:rsid w:val="00206AB7"/>
    <w:rsid w:val="00211CB3"/>
    <w:rsid w:val="002129C3"/>
    <w:rsid w:val="00213085"/>
    <w:rsid w:val="00213DE8"/>
    <w:rsid w:val="00214A60"/>
    <w:rsid w:val="00215CE4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6E0"/>
    <w:rsid w:val="0022579C"/>
    <w:rsid w:val="00225F79"/>
    <w:rsid w:val="00226637"/>
    <w:rsid w:val="002277BA"/>
    <w:rsid w:val="00227A95"/>
    <w:rsid w:val="002308C5"/>
    <w:rsid w:val="002316BD"/>
    <w:rsid w:val="00231C72"/>
    <w:rsid w:val="002335A1"/>
    <w:rsid w:val="00233AD8"/>
    <w:rsid w:val="00234925"/>
    <w:rsid w:val="002353A5"/>
    <w:rsid w:val="00241325"/>
    <w:rsid w:val="0024232A"/>
    <w:rsid w:val="00243A59"/>
    <w:rsid w:val="00243B0F"/>
    <w:rsid w:val="00244651"/>
    <w:rsid w:val="00245C8A"/>
    <w:rsid w:val="00246CE0"/>
    <w:rsid w:val="002473FC"/>
    <w:rsid w:val="00247891"/>
    <w:rsid w:val="00251D80"/>
    <w:rsid w:val="002520A5"/>
    <w:rsid w:val="0025221B"/>
    <w:rsid w:val="00252437"/>
    <w:rsid w:val="00252E3C"/>
    <w:rsid w:val="0025322C"/>
    <w:rsid w:val="002537FB"/>
    <w:rsid w:val="002544E4"/>
    <w:rsid w:val="002545AF"/>
    <w:rsid w:val="00254BFD"/>
    <w:rsid w:val="0025530A"/>
    <w:rsid w:val="00256647"/>
    <w:rsid w:val="0026099F"/>
    <w:rsid w:val="00260C27"/>
    <w:rsid w:val="002616BF"/>
    <w:rsid w:val="00261A26"/>
    <w:rsid w:val="00261B2F"/>
    <w:rsid w:val="00262198"/>
    <w:rsid w:val="00262327"/>
    <w:rsid w:val="002628F0"/>
    <w:rsid w:val="00263896"/>
    <w:rsid w:val="00264084"/>
    <w:rsid w:val="0026593F"/>
    <w:rsid w:val="00265D40"/>
    <w:rsid w:val="002677E5"/>
    <w:rsid w:val="002717B0"/>
    <w:rsid w:val="00271D93"/>
    <w:rsid w:val="00271DB9"/>
    <w:rsid w:val="0027422C"/>
    <w:rsid w:val="00275BEF"/>
    <w:rsid w:val="00276016"/>
    <w:rsid w:val="0027662D"/>
    <w:rsid w:val="002768E5"/>
    <w:rsid w:val="00277463"/>
    <w:rsid w:val="002779C6"/>
    <w:rsid w:val="0028491C"/>
    <w:rsid w:val="00285F1B"/>
    <w:rsid w:val="002877D0"/>
    <w:rsid w:val="00287B01"/>
    <w:rsid w:val="00290852"/>
    <w:rsid w:val="00291457"/>
    <w:rsid w:val="002919D3"/>
    <w:rsid w:val="00292330"/>
    <w:rsid w:val="00292430"/>
    <w:rsid w:val="00292A05"/>
    <w:rsid w:val="00292B81"/>
    <w:rsid w:val="00293A38"/>
    <w:rsid w:val="00294FEC"/>
    <w:rsid w:val="00295B83"/>
    <w:rsid w:val="00296166"/>
    <w:rsid w:val="002A070A"/>
    <w:rsid w:val="002A1DF6"/>
    <w:rsid w:val="002A241B"/>
    <w:rsid w:val="002A2E08"/>
    <w:rsid w:val="002A2F01"/>
    <w:rsid w:val="002A4559"/>
    <w:rsid w:val="002A4CF6"/>
    <w:rsid w:val="002A5D59"/>
    <w:rsid w:val="002A65A1"/>
    <w:rsid w:val="002A65AA"/>
    <w:rsid w:val="002A6C32"/>
    <w:rsid w:val="002A7B83"/>
    <w:rsid w:val="002B102F"/>
    <w:rsid w:val="002B13EF"/>
    <w:rsid w:val="002B18AE"/>
    <w:rsid w:val="002B18DF"/>
    <w:rsid w:val="002B1D8A"/>
    <w:rsid w:val="002B2971"/>
    <w:rsid w:val="002B2DA4"/>
    <w:rsid w:val="002B374E"/>
    <w:rsid w:val="002B41E6"/>
    <w:rsid w:val="002B47B5"/>
    <w:rsid w:val="002B4CDC"/>
    <w:rsid w:val="002B543B"/>
    <w:rsid w:val="002B66E3"/>
    <w:rsid w:val="002C033E"/>
    <w:rsid w:val="002C07DF"/>
    <w:rsid w:val="002C1A67"/>
    <w:rsid w:val="002C1C93"/>
    <w:rsid w:val="002C25D3"/>
    <w:rsid w:val="002C3374"/>
    <w:rsid w:val="002C5066"/>
    <w:rsid w:val="002C5813"/>
    <w:rsid w:val="002C5A9F"/>
    <w:rsid w:val="002C6571"/>
    <w:rsid w:val="002C7DFF"/>
    <w:rsid w:val="002D0488"/>
    <w:rsid w:val="002D3303"/>
    <w:rsid w:val="002D39EF"/>
    <w:rsid w:val="002D3A86"/>
    <w:rsid w:val="002D4AAC"/>
    <w:rsid w:val="002D4C16"/>
    <w:rsid w:val="002D4D77"/>
    <w:rsid w:val="002D4DBF"/>
    <w:rsid w:val="002D4FE3"/>
    <w:rsid w:val="002D5563"/>
    <w:rsid w:val="002D5A7C"/>
    <w:rsid w:val="002D65C9"/>
    <w:rsid w:val="002D735B"/>
    <w:rsid w:val="002D7F89"/>
    <w:rsid w:val="002E0471"/>
    <w:rsid w:val="002E1B82"/>
    <w:rsid w:val="002E3F36"/>
    <w:rsid w:val="002E3F85"/>
    <w:rsid w:val="002E5A06"/>
    <w:rsid w:val="002E5AA9"/>
    <w:rsid w:val="002E6659"/>
    <w:rsid w:val="002E71C9"/>
    <w:rsid w:val="002F045A"/>
    <w:rsid w:val="002F23AC"/>
    <w:rsid w:val="002F3AF6"/>
    <w:rsid w:val="002F45D7"/>
    <w:rsid w:val="002F4FC2"/>
    <w:rsid w:val="002F53F1"/>
    <w:rsid w:val="002F580C"/>
    <w:rsid w:val="002F7775"/>
    <w:rsid w:val="002F7C1C"/>
    <w:rsid w:val="0030039D"/>
    <w:rsid w:val="00301FDB"/>
    <w:rsid w:val="00302838"/>
    <w:rsid w:val="00302AC7"/>
    <w:rsid w:val="0030326F"/>
    <w:rsid w:val="0030357C"/>
    <w:rsid w:val="00304559"/>
    <w:rsid w:val="00306076"/>
    <w:rsid w:val="00310701"/>
    <w:rsid w:val="0031134C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0AD6"/>
    <w:rsid w:val="003218E8"/>
    <w:rsid w:val="0032255A"/>
    <w:rsid w:val="0032275F"/>
    <w:rsid w:val="00322AF3"/>
    <w:rsid w:val="003243B9"/>
    <w:rsid w:val="00325280"/>
    <w:rsid w:val="00325504"/>
    <w:rsid w:val="00325BA2"/>
    <w:rsid w:val="00325E34"/>
    <w:rsid w:val="00325F63"/>
    <w:rsid w:val="00326656"/>
    <w:rsid w:val="00326A6B"/>
    <w:rsid w:val="00326C9C"/>
    <w:rsid w:val="0032721F"/>
    <w:rsid w:val="00327855"/>
    <w:rsid w:val="00330BE4"/>
    <w:rsid w:val="00330DCE"/>
    <w:rsid w:val="00331007"/>
    <w:rsid w:val="00331E11"/>
    <w:rsid w:val="00334761"/>
    <w:rsid w:val="003347E1"/>
    <w:rsid w:val="00334A42"/>
    <w:rsid w:val="00334D47"/>
    <w:rsid w:val="00335065"/>
    <w:rsid w:val="00335899"/>
    <w:rsid w:val="00335ECC"/>
    <w:rsid w:val="0033705C"/>
    <w:rsid w:val="003370E4"/>
    <w:rsid w:val="00337EBC"/>
    <w:rsid w:val="00341884"/>
    <w:rsid w:val="00341B71"/>
    <w:rsid w:val="00341DCD"/>
    <w:rsid w:val="003420CB"/>
    <w:rsid w:val="00343761"/>
    <w:rsid w:val="0034563E"/>
    <w:rsid w:val="00345EAF"/>
    <w:rsid w:val="00346A61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5BF3"/>
    <w:rsid w:val="003664A1"/>
    <w:rsid w:val="003674C3"/>
    <w:rsid w:val="0037016E"/>
    <w:rsid w:val="0037100F"/>
    <w:rsid w:val="00372908"/>
    <w:rsid w:val="00372A28"/>
    <w:rsid w:val="003767BB"/>
    <w:rsid w:val="00377A29"/>
    <w:rsid w:val="0038215E"/>
    <w:rsid w:val="00383020"/>
    <w:rsid w:val="003837FC"/>
    <w:rsid w:val="00385230"/>
    <w:rsid w:val="00386160"/>
    <w:rsid w:val="00387C98"/>
    <w:rsid w:val="00387E00"/>
    <w:rsid w:val="00391E88"/>
    <w:rsid w:val="00392A9D"/>
    <w:rsid w:val="003936BE"/>
    <w:rsid w:val="00394116"/>
    <w:rsid w:val="00394CBF"/>
    <w:rsid w:val="00394D7E"/>
    <w:rsid w:val="00395954"/>
    <w:rsid w:val="0039620F"/>
    <w:rsid w:val="003975FD"/>
    <w:rsid w:val="003A15E6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68D3"/>
    <w:rsid w:val="003A76BC"/>
    <w:rsid w:val="003B057D"/>
    <w:rsid w:val="003B06DA"/>
    <w:rsid w:val="003B1AA8"/>
    <w:rsid w:val="003B1C18"/>
    <w:rsid w:val="003B3BB9"/>
    <w:rsid w:val="003B3F22"/>
    <w:rsid w:val="003B444E"/>
    <w:rsid w:val="003B60CC"/>
    <w:rsid w:val="003B6237"/>
    <w:rsid w:val="003B63DA"/>
    <w:rsid w:val="003B671A"/>
    <w:rsid w:val="003C05B7"/>
    <w:rsid w:val="003C077A"/>
    <w:rsid w:val="003C10D2"/>
    <w:rsid w:val="003C1B25"/>
    <w:rsid w:val="003C2427"/>
    <w:rsid w:val="003C2443"/>
    <w:rsid w:val="003C4F7F"/>
    <w:rsid w:val="003C584C"/>
    <w:rsid w:val="003C597C"/>
    <w:rsid w:val="003C5DA3"/>
    <w:rsid w:val="003C66AE"/>
    <w:rsid w:val="003C6F1B"/>
    <w:rsid w:val="003C7EAB"/>
    <w:rsid w:val="003D189B"/>
    <w:rsid w:val="003D2C53"/>
    <w:rsid w:val="003D2E21"/>
    <w:rsid w:val="003D2E85"/>
    <w:rsid w:val="003D4BCD"/>
    <w:rsid w:val="003D4DBD"/>
    <w:rsid w:val="003D6563"/>
    <w:rsid w:val="003D67DD"/>
    <w:rsid w:val="003D6C2B"/>
    <w:rsid w:val="003E01D8"/>
    <w:rsid w:val="003E0691"/>
    <w:rsid w:val="003E0CFF"/>
    <w:rsid w:val="003E19E9"/>
    <w:rsid w:val="003E1EB2"/>
    <w:rsid w:val="003E2100"/>
    <w:rsid w:val="003E2170"/>
    <w:rsid w:val="003E302E"/>
    <w:rsid w:val="003E444D"/>
    <w:rsid w:val="003E530D"/>
    <w:rsid w:val="003E533A"/>
    <w:rsid w:val="003E543B"/>
    <w:rsid w:val="003E5740"/>
    <w:rsid w:val="003E58B5"/>
    <w:rsid w:val="003F04F6"/>
    <w:rsid w:val="003F1733"/>
    <w:rsid w:val="003F1804"/>
    <w:rsid w:val="003F214A"/>
    <w:rsid w:val="003F29DE"/>
    <w:rsid w:val="003F4BFA"/>
    <w:rsid w:val="003F4C27"/>
    <w:rsid w:val="003F4DC6"/>
    <w:rsid w:val="003F50E2"/>
    <w:rsid w:val="003F54A8"/>
    <w:rsid w:val="003F688A"/>
    <w:rsid w:val="003F6F5B"/>
    <w:rsid w:val="003F7B19"/>
    <w:rsid w:val="00400831"/>
    <w:rsid w:val="00401067"/>
    <w:rsid w:val="004027EE"/>
    <w:rsid w:val="0040342D"/>
    <w:rsid w:val="00404C9A"/>
    <w:rsid w:val="00404F2F"/>
    <w:rsid w:val="00405C31"/>
    <w:rsid w:val="004066B8"/>
    <w:rsid w:val="00407FFE"/>
    <w:rsid w:val="0041192D"/>
    <w:rsid w:val="0041214B"/>
    <w:rsid w:val="00412EC0"/>
    <w:rsid w:val="0041380B"/>
    <w:rsid w:val="00413EE1"/>
    <w:rsid w:val="00415B3D"/>
    <w:rsid w:val="0041658F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24FD2"/>
    <w:rsid w:val="00427EC8"/>
    <w:rsid w:val="00430360"/>
    <w:rsid w:val="004310E8"/>
    <w:rsid w:val="00432B60"/>
    <w:rsid w:val="00433527"/>
    <w:rsid w:val="00434069"/>
    <w:rsid w:val="00434124"/>
    <w:rsid w:val="00434437"/>
    <w:rsid w:val="00435488"/>
    <w:rsid w:val="004354EA"/>
    <w:rsid w:val="00436A9A"/>
    <w:rsid w:val="00440698"/>
    <w:rsid w:val="004418F4"/>
    <w:rsid w:val="004425F1"/>
    <w:rsid w:val="0044340F"/>
    <w:rsid w:val="0044571E"/>
    <w:rsid w:val="00446713"/>
    <w:rsid w:val="00446B25"/>
    <w:rsid w:val="004473A5"/>
    <w:rsid w:val="004478CA"/>
    <w:rsid w:val="00447C69"/>
    <w:rsid w:val="00450276"/>
    <w:rsid w:val="0045102C"/>
    <w:rsid w:val="00452008"/>
    <w:rsid w:val="00453FE6"/>
    <w:rsid w:val="004540E2"/>
    <w:rsid w:val="00454454"/>
    <w:rsid w:val="00455173"/>
    <w:rsid w:val="0045779E"/>
    <w:rsid w:val="00457ADD"/>
    <w:rsid w:val="00457FF8"/>
    <w:rsid w:val="00460F91"/>
    <w:rsid w:val="0046101C"/>
    <w:rsid w:val="0046298D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517C"/>
    <w:rsid w:val="00476AE7"/>
    <w:rsid w:val="00476D6B"/>
    <w:rsid w:val="00477954"/>
    <w:rsid w:val="00481FA9"/>
    <w:rsid w:val="004821BC"/>
    <w:rsid w:val="00483226"/>
    <w:rsid w:val="00485DEE"/>
    <w:rsid w:val="004864C9"/>
    <w:rsid w:val="00486616"/>
    <w:rsid w:val="00490418"/>
    <w:rsid w:val="004906A0"/>
    <w:rsid w:val="0049188F"/>
    <w:rsid w:val="00492C16"/>
    <w:rsid w:val="004957B8"/>
    <w:rsid w:val="004A04ED"/>
    <w:rsid w:val="004A0678"/>
    <w:rsid w:val="004A375B"/>
    <w:rsid w:val="004A44FA"/>
    <w:rsid w:val="004A48A3"/>
    <w:rsid w:val="004A7B20"/>
    <w:rsid w:val="004A7C15"/>
    <w:rsid w:val="004A7D04"/>
    <w:rsid w:val="004B0AC5"/>
    <w:rsid w:val="004B0D92"/>
    <w:rsid w:val="004B0EC0"/>
    <w:rsid w:val="004B2F57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0BE"/>
    <w:rsid w:val="004C3EA0"/>
    <w:rsid w:val="004C510E"/>
    <w:rsid w:val="004C56FB"/>
    <w:rsid w:val="004C6465"/>
    <w:rsid w:val="004C6F3D"/>
    <w:rsid w:val="004C746F"/>
    <w:rsid w:val="004C7D26"/>
    <w:rsid w:val="004D15C1"/>
    <w:rsid w:val="004D2480"/>
    <w:rsid w:val="004D3C1C"/>
    <w:rsid w:val="004D4165"/>
    <w:rsid w:val="004D47C4"/>
    <w:rsid w:val="004D4FA4"/>
    <w:rsid w:val="004D5E35"/>
    <w:rsid w:val="004E3BAD"/>
    <w:rsid w:val="004E4BBA"/>
    <w:rsid w:val="004E6E9C"/>
    <w:rsid w:val="004E7891"/>
    <w:rsid w:val="004E7F24"/>
    <w:rsid w:val="004F0091"/>
    <w:rsid w:val="004F280E"/>
    <w:rsid w:val="004F310A"/>
    <w:rsid w:val="004F3647"/>
    <w:rsid w:val="004F3740"/>
    <w:rsid w:val="004F3B4D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4766"/>
    <w:rsid w:val="00505863"/>
    <w:rsid w:val="00506497"/>
    <w:rsid w:val="00511610"/>
    <w:rsid w:val="005127BC"/>
    <w:rsid w:val="0051296A"/>
    <w:rsid w:val="005136D4"/>
    <w:rsid w:val="005138DB"/>
    <w:rsid w:val="00513921"/>
    <w:rsid w:val="005142AC"/>
    <w:rsid w:val="005145CF"/>
    <w:rsid w:val="00514B4A"/>
    <w:rsid w:val="00514C8E"/>
    <w:rsid w:val="00515CAA"/>
    <w:rsid w:val="00516DBF"/>
    <w:rsid w:val="00517571"/>
    <w:rsid w:val="005226F2"/>
    <w:rsid w:val="005241C4"/>
    <w:rsid w:val="00525DD8"/>
    <w:rsid w:val="00527274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463"/>
    <w:rsid w:val="005415E4"/>
    <w:rsid w:val="005415FA"/>
    <w:rsid w:val="00541906"/>
    <w:rsid w:val="00541B5B"/>
    <w:rsid w:val="00543167"/>
    <w:rsid w:val="00543C03"/>
    <w:rsid w:val="005448CC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2E44"/>
    <w:rsid w:val="00553C48"/>
    <w:rsid w:val="00554C6A"/>
    <w:rsid w:val="00555822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6ACF"/>
    <w:rsid w:val="00567D3A"/>
    <w:rsid w:val="00567E03"/>
    <w:rsid w:val="005706A6"/>
    <w:rsid w:val="00571020"/>
    <w:rsid w:val="005719B3"/>
    <w:rsid w:val="00572451"/>
    <w:rsid w:val="0057295E"/>
    <w:rsid w:val="005732AC"/>
    <w:rsid w:val="005738E5"/>
    <w:rsid w:val="005741FD"/>
    <w:rsid w:val="005742A3"/>
    <w:rsid w:val="005755D5"/>
    <w:rsid w:val="005761D7"/>
    <w:rsid w:val="0057799E"/>
    <w:rsid w:val="00577AC0"/>
    <w:rsid w:val="00577CD3"/>
    <w:rsid w:val="00581138"/>
    <w:rsid w:val="00581622"/>
    <w:rsid w:val="00581C39"/>
    <w:rsid w:val="00582534"/>
    <w:rsid w:val="005829B6"/>
    <w:rsid w:val="0058412E"/>
    <w:rsid w:val="00584793"/>
    <w:rsid w:val="0058517F"/>
    <w:rsid w:val="00586F89"/>
    <w:rsid w:val="005903B6"/>
    <w:rsid w:val="00591485"/>
    <w:rsid w:val="005914B8"/>
    <w:rsid w:val="005935BE"/>
    <w:rsid w:val="00593824"/>
    <w:rsid w:val="00593914"/>
    <w:rsid w:val="00595701"/>
    <w:rsid w:val="0059629A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A7463"/>
    <w:rsid w:val="005B140D"/>
    <w:rsid w:val="005B1C8F"/>
    <w:rsid w:val="005B2200"/>
    <w:rsid w:val="005B2275"/>
    <w:rsid w:val="005B25F2"/>
    <w:rsid w:val="005B33F8"/>
    <w:rsid w:val="005B3889"/>
    <w:rsid w:val="005B3F50"/>
    <w:rsid w:val="005B47EC"/>
    <w:rsid w:val="005B48CA"/>
    <w:rsid w:val="005B786B"/>
    <w:rsid w:val="005C00CD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547"/>
    <w:rsid w:val="005D6931"/>
    <w:rsid w:val="005D6BC0"/>
    <w:rsid w:val="005D784A"/>
    <w:rsid w:val="005D78A6"/>
    <w:rsid w:val="005E276B"/>
    <w:rsid w:val="005E3AC2"/>
    <w:rsid w:val="005E3C52"/>
    <w:rsid w:val="005E3DFC"/>
    <w:rsid w:val="005E4A84"/>
    <w:rsid w:val="005E5942"/>
    <w:rsid w:val="005E60AF"/>
    <w:rsid w:val="005E68A1"/>
    <w:rsid w:val="005E7001"/>
    <w:rsid w:val="005E76D3"/>
    <w:rsid w:val="005F0EC2"/>
    <w:rsid w:val="005F19AB"/>
    <w:rsid w:val="005F1DEA"/>
    <w:rsid w:val="005F5F97"/>
    <w:rsid w:val="00600988"/>
    <w:rsid w:val="006009C1"/>
    <w:rsid w:val="00600A2F"/>
    <w:rsid w:val="00600DCA"/>
    <w:rsid w:val="00601617"/>
    <w:rsid w:val="0060227A"/>
    <w:rsid w:val="00603356"/>
    <w:rsid w:val="00603716"/>
    <w:rsid w:val="00604A6B"/>
    <w:rsid w:val="00605277"/>
    <w:rsid w:val="00605358"/>
    <w:rsid w:val="00605C79"/>
    <w:rsid w:val="00606548"/>
    <w:rsid w:val="0060656B"/>
    <w:rsid w:val="00606756"/>
    <w:rsid w:val="00607EA0"/>
    <w:rsid w:val="00607FC9"/>
    <w:rsid w:val="00610DAE"/>
    <w:rsid w:val="00610E40"/>
    <w:rsid w:val="0061241E"/>
    <w:rsid w:val="00612D43"/>
    <w:rsid w:val="00612E7C"/>
    <w:rsid w:val="00614372"/>
    <w:rsid w:val="00614E48"/>
    <w:rsid w:val="00614E51"/>
    <w:rsid w:val="006156A7"/>
    <w:rsid w:val="006163F8"/>
    <w:rsid w:val="00616A9F"/>
    <w:rsid w:val="00616E20"/>
    <w:rsid w:val="00617958"/>
    <w:rsid w:val="006204B8"/>
    <w:rsid w:val="00620752"/>
    <w:rsid w:val="00620877"/>
    <w:rsid w:val="00621DD7"/>
    <w:rsid w:val="006222D4"/>
    <w:rsid w:val="00622E8F"/>
    <w:rsid w:val="00622FE1"/>
    <w:rsid w:val="0062352D"/>
    <w:rsid w:val="00623715"/>
    <w:rsid w:val="00624004"/>
    <w:rsid w:val="00624491"/>
    <w:rsid w:val="00624E35"/>
    <w:rsid w:val="0062521C"/>
    <w:rsid w:val="00625D71"/>
    <w:rsid w:val="00625FCE"/>
    <w:rsid w:val="006265BE"/>
    <w:rsid w:val="006267DA"/>
    <w:rsid w:val="00626935"/>
    <w:rsid w:val="00626CCF"/>
    <w:rsid w:val="00630641"/>
    <w:rsid w:val="00630A2B"/>
    <w:rsid w:val="00631308"/>
    <w:rsid w:val="00632DC7"/>
    <w:rsid w:val="0063393E"/>
    <w:rsid w:val="00633DF3"/>
    <w:rsid w:val="006345DB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17FE"/>
    <w:rsid w:val="00642211"/>
    <w:rsid w:val="00643472"/>
    <w:rsid w:val="006438C1"/>
    <w:rsid w:val="0064461E"/>
    <w:rsid w:val="00646122"/>
    <w:rsid w:val="0064732D"/>
    <w:rsid w:val="00647552"/>
    <w:rsid w:val="006514F1"/>
    <w:rsid w:val="006520E0"/>
    <w:rsid w:val="00652BE8"/>
    <w:rsid w:val="00652C90"/>
    <w:rsid w:val="006537B0"/>
    <w:rsid w:val="00653E16"/>
    <w:rsid w:val="00654B37"/>
    <w:rsid w:val="00655445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4CF"/>
    <w:rsid w:val="00667781"/>
    <w:rsid w:val="00667983"/>
    <w:rsid w:val="00667B33"/>
    <w:rsid w:val="00667C10"/>
    <w:rsid w:val="00667EF4"/>
    <w:rsid w:val="0067023F"/>
    <w:rsid w:val="00672704"/>
    <w:rsid w:val="0067434D"/>
    <w:rsid w:val="00674DC9"/>
    <w:rsid w:val="00675144"/>
    <w:rsid w:val="00675CCF"/>
    <w:rsid w:val="0067638E"/>
    <w:rsid w:val="00676B43"/>
    <w:rsid w:val="00676FCA"/>
    <w:rsid w:val="00677177"/>
    <w:rsid w:val="006774F1"/>
    <w:rsid w:val="00677DF0"/>
    <w:rsid w:val="006819FD"/>
    <w:rsid w:val="00682E0D"/>
    <w:rsid w:val="006842D7"/>
    <w:rsid w:val="00684642"/>
    <w:rsid w:val="00684979"/>
    <w:rsid w:val="00685761"/>
    <w:rsid w:val="0068612E"/>
    <w:rsid w:val="00686571"/>
    <w:rsid w:val="00686BBB"/>
    <w:rsid w:val="00687833"/>
    <w:rsid w:val="00687C92"/>
    <w:rsid w:val="00691113"/>
    <w:rsid w:val="00691682"/>
    <w:rsid w:val="006916B5"/>
    <w:rsid w:val="0069206B"/>
    <w:rsid w:val="006933AF"/>
    <w:rsid w:val="006934B2"/>
    <w:rsid w:val="00694668"/>
    <w:rsid w:val="0069534E"/>
    <w:rsid w:val="0069669C"/>
    <w:rsid w:val="00696F1C"/>
    <w:rsid w:val="006A11E0"/>
    <w:rsid w:val="006A1200"/>
    <w:rsid w:val="006A1813"/>
    <w:rsid w:val="006A2010"/>
    <w:rsid w:val="006A217C"/>
    <w:rsid w:val="006A21FC"/>
    <w:rsid w:val="006A26BC"/>
    <w:rsid w:val="006A2DF9"/>
    <w:rsid w:val="006A360D"/>
    <w:rsid w:val="006A386C"/>
    <w:rsid w:val="006A4619"/>
    <w:rsid w:val="006A4F4E"/>
    <w:rsid w:val="006A53F7"/>
    <w:rsid w:val="006A597D"/>
    <w:rsid w:val="006A6082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58FD"/>
    <w:rsid w:val="006B7B5C"/>
    <w:rsid w:val="006C0618"/>
    <w:rsid w:val="006C14CA"/>
    <w:rsid w:val="006C1DC8"/>
    <w:rsid w:val="006C1F7F"/>
    <w:rsid w:val="006C2C59"/>
    <w:rsid w:val="006C4A1A"/>
    <w:rsid w:val="006C6587"/>
    <w:rsid w:val="006C66F0"/>
    <w:rsid w:val="006C6B5C"/>
    <w:rsid w:val="006C70C7"/>
    <w:rsid w:val="006C7926"/>
    <w:rsid w:val="006D037E"/>
    <w:rsid w:val="006D0393"/>
    <w:rsid w:val="006D1A83"/>
    <w:rsid w:val="006D1AFC"/>
    <w:rsid w:val="006D2D89"/>
    <w:rsid w:val="006D3759"/>
    <w:rsid w:val="006D4744"/>
    <w:rsid w:val="006D4934"/>
    <w:rsid w:val="006D705A"/>
    <w:rsid w:val="006D738C"/>
    <w:rsid w:val="006D7AB2"/>
    <w:rsid w:val="006D7E10"/>
    <w:rsid w:val="006E0A30"/>
    <w:rsid w:val="006E0DC3"/>
    <w:rsid w:val="006E120F"/>
    <w:rsid w:val="006E1CFE"/>
    <w:rsid w:val="006E25EA"/>
    <w:rsid w:val="006E2B8D"/>
    <w:rsid w:val="006E2DF7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E5B62"/>
    <w:rsid w:val="006F10C4"/>
    <w:rsid w:val="006F1317"/>
    <w:rsid w:val="006F1581"/>
    <w:rsid w:val="006F1AD9"/>
    <w:rsid w:val="006F1D56"/>
    <w:rsid w:val="006F23A9"/>
    <w:rsid w:val="006F2EAF"/>
    <w:rsid w:val="006F2F70"/>
    <w:rsid w:val="006F308D"/>
    <w:rsid w:val="006F3563"/>
    <w:rsid w:val="006F3E8C"/>
    <w:rsid w:val="006F40E9"/>
    <w:rsid w:val="006F50D4"/>
    <w:rsid w:val="006F5258"/>
    <w:rsid w:val="006F5603"/>
    <w:rsid w:val="006F6BCA"/>
    <w:rsid w:val="006F78E9"/>
    <w:rsid w:val="00700A88"/>
    <w:rsid w:val="00701400"/>
    <w:rsid w:val="007021DF"/>
    <w:rsid w:val="0070264B"/>
    <w:rsid w:val="007028CF"/>
    <w:rsid w:val="007037CF"/>
    <w:rsid w:val="007063D0"/>
    <w:rsid w:val="00706800"/>
    <w:rsid w:val="00706BF7"/>
    <w:rsid w:val="00710371"/>
    <w:rsid w:val="00710EF0"/>
    <w:rsid w:val="00712D61"/>
    <w:rsid w:val="007134CF"/>
    <w:rsid w:val="00713BC3"/>
    <w:rsid w:val="007148CE"/>
    <w:rsid w:val="0071490D"/>
    <w:rsid w:val="007155DA"/>
    <w:rsid w:val="00716574"/>
    <w:rsid w:val="007167C0"/>
    <w:rsid w:val="00716D07"/>
    <w:rsid w:val="00716E25"/>
    <w:rsid w:val="00720347"/>
    <w:rsid w:val="00720481"/>
    <w:rsid w:val="007207A6"/>
    <w:rsid w:val="007207D1"/>
    <w:rsid w:val="0072087E"/>
    <w:rsid w:val="00720FA1"/>
    <w:rsid w:val="00722274"/>
    <w:rsid w:val="007230D3"/>
    <w:rsid w:val="00724978"/>
    <w:rsid w:val="00725246"/>
    <w:rsid w:val="007262E9"/>
    <w:rsid w:val="00727CDE"/>
    <w:rsid w:val="00727DF0"/>
    <w:rsid w:val="00733193"/>
    <w:rsid w:val="00734650"/>
    <w:rsid w:val="00735DE0"/>
    <w:rsid w:val="00737379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6630"/>
    <w:rsid w:val="00747811"/>
    <w:rsid w:val="007506D7"/>
    <w:rsid w:val="00750AC8"/>
    <w:rsid w:val="0075118B"/>
    <w:rsid w:val="00752496"/>
    <w:rsid w:val="00752CBC"/>
    <w:rsid w:val="007538C4"/>
    <w:rsid w:val="007540B6"/>
    <w:rsid w:val="00754982"/>
    <w:rsid w:val="007554ED"/>
    <w:rsid w:val="0075694C"/>
    <w:rsid w:val="0075732A"/>
    <w:rsid w:val="007600F8"/>
    <w:rsid w:val="00760262"/>
    <w:rsid w:val="00762454"/>
    <w:rsid w:val="0076310C"/>
    <w:rsid w:val="0076337F"/>
    <w:rsid w:val="00764AAB"/>
    <w:rsid w:val="00765442"/>
    <w:rsid w:val="00766BAE"/>
    <w:rsid w:val="0076744F"/>
    <w:rsid w:val="00767BCE"/>
    <w:rsid w:val="00767EFC"/>
    <w:rsid w:val="007707DE"/>
    <w:rsid w:val="00770859"/>
    <w:rsid w:val="00770B5D"/>
    <w:rsid w:val="00770C5A"/>
    <w:rsid w:val="00771DCA"/>
    <w:rsid w:val="0077257A"/>
    <w:rsid w:val="007731EF"/>
    <w:rsid w:val="00774632"/>
    <w:rsid w:val="0077471F"/>
    <w:rsid w:val="007752F1"/>
    <w:rsid w:val="007759A8"/>
    <w:rsid w:val="00775AFF"/>
    <w:rsid w:val="00776768"/>
    <w:rsid w:val="0077780D"/>
    <w:rsid w:val="00777EFE"/>
    <w:rsid w:val="0078037E"/>
    <w:rsid w:val="00780832"/>
    <w:rsid w:val="00780883"/>
    <w:rsid w:val="00781228"/>
    <w:rsid w:val="0078187A"/>
    <w:rsid w:val="00781AF7"/>
    <w:rsid w:val="0078271D"/>
    <w:rsid w:val="00784D18"/>
    <w:rsid w:val="007850E7"/>
    <w:rsid w:val="0078518A"/>
    <w:rsid w:val="0078657A"/>
    <w:rsid w:val="00786844"/>
    <w:rsid w:val="00786B31"/>
    <w:rsid w:val="00786DBF"/>
    <w:rsid w:val="00787608"/>
    <w:rsid w:val="00787B4A"/>
    <w:rsid w:val="007913E7"/>
    <w:rsid w:val="0079169E"/>
    <w:rsid w:val="00792491"/>
    <w:rsid w:val="0079476D"/>
    <w:rsid w:val="007948BB"/>
    <w:rsid w:val="007956C4"/>
    <w:rsid w:val="00796611"/>
    <w:rsid w:val="007970F1"/>
    <w:rsid w:val="00797807"/>
    <w:rsid w:val="007A1354"/>
    <w:rsid w:val="007A2573"/>
    <w:rsid w:val="007A268B"/>
    <w:rsid w:val="007A3863"/>
    <w:rsid w:val="007A3B02"/>
    <w:rsid w:val="007A419D"/>
    <w:rsid w:val="007A51D7"/>
    <w:rsid w:val="007A5BC7"/>
    <w:rsid w:val="007A6343"/>
    <w:rsid w:val="007A6685"/>
    <w:rsid w:val="007A742C"/>
    <w:rsid w:val="007A7EB4"/>
    <w:rsid w:val="007B0080"/>
    <w:rsid w:val="007B06FC"/>
    <w:rsid w:val="007B106C"/>
    <w:rsid w:val="007B1A4E"/>
    <w:rsid w:val="007B1A6D"/>
    <w:rsid w:val="007B362E"/>
    <w:rsid w:val="007B3644"/>
    <w:rsid w:val="007B3D05"/>
    <w:rsid w:val="007B4166"/>
    <w:rsid w:val="007B44EF"/>
    <w:rsid w:val="007B470B"/>
    <w:rsid w:val="007B5360"/>
    <w:rsid w:val="007B5503"/>
    <w:rsid w:val="007B5745"/>
    <w:rsid w:val="007B58F9"/>
    <w:rsid w:val="007B5DE1"/>
    <w:rsid w:val="007B6131"/>
    <w:rsid w:val="007B6B74"/>
    <w:rsid w:val="007C0F1F"/>
    <w:rsid w:val="007C179C"/>
    <w:rsid w:val="007C1E94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3F0B"/>
    <w:rsid w:val="007D4BA7"/>
    <w:rsid w:val="007D4CD1"/>
    <w:rsid w:val="007D7326"/>
    <w:rsid w:val="007D73D4"/>
    <w:rsid w:val="007D742F"/>
    <w:rsid w:val="007D79C3"/>
    <w:rsid w:val="007E0DAB"/>
    <w:rsid w:val="007E1416"/>
    <w:rsid w:val="007E1C18"/>
    <w:rsid w:val="007E1D99"/>
    <w:rsid w:val="007E2331"/>
    <w:rsid w:val="007E24F6"/>
    <w:rsid w:val="007E45C1"/>
    <w:rsid w:val="007E5619"/>
    <w:rsid w:val="007F0A99"/>
    <w:rsid w:val="007F1B0D"/>
    <w:rsid w:val="007F2A90"/>
    <w:rsid w:val="007F3E01"/>
    <w:rsid w:val="007F6265"/>
    <w:rsid w:val="007F6C31"/>
    <w:rsid w:val="007F6FCD"/>
    <w:rsid w:val="007F7C2C"/>
    <w:rsid w:val="00800262"/>
    <w:rsid w:val="00800F64"/>
    <w:rsid w:val="00801050"/>
    <w:rsid w:val="008011B9"/>
    <w:rsid w:val="00801A2E"/>
    <w:rsid w:val="00802176"/>
    <w:rsid w:val="00802F0B"/>
    <w:rsid w:val="0080330A"/>
    <w:rsid w:val="00806206"/>
    <w:rsid w:val="008063C0"/>
    <w:rsid w:val="00806785"/>
    <w:rsid w:val="0080689B"/>
    <w:rsid w:val="00806A3E"/>
    <w:rsid w:val="00810A67"/>
    <w:rsid w:val="00810B32"/>
    <w:rsid w:val="0081156C"/>
    <w:rsid w:val="00811B1A"/>
    <w:rsid w:val="008120CD"/>
    <w:rsid w:val="008137E5"/>
    <w:rsid w:val="00813F80"/>
    <w:rsid w:val="008164AC"/>
    <w:rsid w:val="00816575"/>
    <w:rsid w:val="008169EE"/>
    <w:rsid w:val="00817731"/>
    <w:rsid w:val="00820273"/>
    <w:rsid w:val="00820346"/>
    <w:rsid w:val="00820671"/>
    <w:rsid w:val="00820A70"/>
    <w:rsid w:val="0082252F"/>
    <w:rsid w:val="00823B34"/>
    <w:rsid w:val="00823D6A"/>
    <w:rsid w:val="00824A8A"/>
    <w:rsid w:val="0082547F"/>
    <w:rsid w:val="008257C0"/>
    <w:rsid w:val="00825B9B"/>
    <w:rsid w:val="008266F2"/>
    <w:rsid w:val="008273BE"/>
    <w:rsid w:val="00827BFE"/>
    <w:rsid w:val="0083138B"/>
    <w:rsid w:val="00831E94"/>
    <w:rsid w:val="00833254"/>
    <w:rsid w:val="0083334C"/>
    <w:rsid w:val="00833CF7"/>
    <w:rsid w:val="008343B5"/>
    <w:rsid w:val="00834A31"/>
    <w:rsid w:val="00834CDE"/>
    <w:rsid w:val="008363E3"/>
    <w:rsid w:val="00836B13"/>
    <w:rsid w:val="00837EBF"/>
    <w:rsid w:val="00840031"/>
    <w:rsid w:val="00840BD4"/>
    <w:rsid w:val="00840C29"/>
    <w:rsid w:val="00841656"/>
    <w:rsid w:val="00842464"/>
    <w:rsid w:val="00843EA5"/>
    <w:rsid w:val="0084437C"/>
    <w:rsid w:val="00844610"/>
    <w:rsid w:val="00845601"/>
    <w:rsid w:val="00845D91"/>
    <w:rsid w:val="0084694E"/>
    <w:rsid w:val="008470D0"/>
    <w:rsid w:val="008501CC"/>
    <w:rsid w:val="00850694"/>
    <w:rsid w:val="00850A4E"/>
    <w:rsid w:val="00852321"/>
    <w:rsid w:val="00852BF8"/>
    <w:rsid w:val="0085411B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67F6F"/>
    <w:rsid w:val="008703CE"/>
    <w:rsid w:val="00871270"/>
    <w:rsid w:val="00871DD0"/>
    <w:rsid w:val="008722D8"/>
    <w:rsid w:val="00872E9B"/>
    <w:rsid w:val="0087454E"/>
    <w:rsid w:val="00876C62"/>
    <w:rsid w:val="00880B19"/>
    <w:rsid w:val="00880DA2"/>
    <w:rsid w:val="0088368A"/>
    <w:rsid w:val="00883977"/>
    <w:rsid w:val="00883B29"/>
    <w:rsid w:val="00883E13"/>
    <w:rsid w:val="00884BB2"/>
    <w:rsid w:val="00884CF9"/>
    <w:rsid w:val="00885240"/>
    <w:rsid w:val="00885BD7"/>
    <w:rsid w:val="00886CD4"/>
    <w:rsid w:val="0088701B"/>
    <w:rsid w:val="008877AE"/>
    <w:rsid w:val="00887D0D"/>
    <w:rsid w:val="00887DA5"/>
    <w:rsid w:val="008910E9"/>
    <w:rsid w:val="0089199F"/>
    <w:rsid w:val="00891ABF"/>
    <w:rsid w:val="00891C4A"/>
    <w:rsid w:val="0089257C"/>
    <w:rsid w:val="00892E19"/>
    <w:rsid w:val="00893FFF"/>
    <w:rsid w:val="00896BBF"/>
    <w:rsid w:val="008970B5"/>
    <w:rsid w:val="00897EF5"/>
    <w:rsid w:val="008A0EF0"/>
    <w:rsid w:val="008A0FC3"/>
    <w:rsid w:val="008A227D"/>
    <w:rsid w:val="008A2FB4"/>
    <w:rsid w:val="008A3A95"/>
    <w:rsid w:val="008A3A9C"/>
    <w:rsid w:val="008A3C96"/>
    <w:rsid w:val="008A3EC9"/>
    <w:rsid w:val="008A3F5E"/>
    <w:rsid w:val="008A450D"/>
    <w:rsid w:val="008A5B21"/>
    <w:rsid w:val="008A5BA8"/>
    <w:rsid w:val="008A7141"/>
    <w:rsid w:val="008A75CF"/>
    <w:rsid w:val="008A7D72"/>
    <w:rsid w:val="008B14D4"/>
    <w:rsid w:val="008B3183"/>
    <w:rsid w:val="008B3E48"/>
    <w:rsid w:val="008B4019"/>
    <w:rsid w:val="008B4539"/>
    <w:rsid w:val="008B4E77"/>
    <w:rsid w:val="008B5285"/>
    <w:rsid w:val="008B52E2"/>
    <w:rsid w:val="008B65C9"/>
    <w:rsid w:val="008B6CB2"/>
    <w:rsid w:val="008B7A2E"/>
    <w:rsid w:val="008C0AD0"/>
    <w:rsid w:val="008C1016"/>
    <w:rsid w:val="008C22F3"/>
    <w:rsid w:val="008C257A"/>
    <w:rsid w:val="008C27FF"/>
    <w:rsid w:val="008C2D4A"/>
    <w:rsid w:val="008C2FC1"/>
    <w:rsid w:val="008C3498"/>
    <w:rsid w:val="008C6436"/>
    <w:rsid w:val="008C68C1"/>
    <w:rsid w:val="008D007B"/>
    <w:rsid w:val="008D078E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D7246"/>
    <w:rsid w:val="008D7D67"/>
    <w:rsid w:val="008E0115"/>
    <w:rsid w:val="008E015B"/>
    <w:rsid w:val="008E070D"/>
    <w:rsid w:val="008E146A"/>
    <w:rsid w:val="008E18E1"/>
    <w:rsid w:val="008E22DD"/>
    <w:rsid w:val="008E297B"/>
    <w:rsid w:val="008E3F71"/>
    <w:rsid w:val="008E4AF1"/>
    <w:rsid w:val="008E51FE"/>
    <w:rsid w:val="008E5C17"/>
    <w:rsid w:val="008E651D"/>
    <w:rsid w:val="008E79FE"/>
    <w:rsid w:val="008F02A1"/>
    <w:rsid w:val="008F0F32"/>
    <w:rsid w:val="008F2243"/>
    <w:rsid w:val="008F2B0C"/>
    <w:rsid w:val="008F39B4"/>
    <w:rsid w:val="008F4162"/>
    <w:rsid w:val="008F426C"/>
    <w:rsid w:val="008F4282"/>
    <w:rsid w:val="008F739B"/>
    <w:rsid w:val="008F7C80"/>
    <w:rsid w:val="009005BD"/>
    <w:rsid w:val="0090096E"/>
    <w:rsid w:val="00901E26"/>
    <w:rsid w:val="009025CF"/>
    <w:rsid w:val="00902A7B"/>
    <w:rsid w:val="00902BE8"/>
    <w:rsid w:val="00903E02"/>
    <w:rsid w:val="00905AF6"/>
    <w:rsid w:val="00906F23"/>
    <w:rsid w:val="00907349"/>
    <w:rsid w:val="00910A5E"/>
    <w:rsid w:val="00911C02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1DBA"/>
    <w:rsid w:val="009228DD"/>
    <w:rsid w:val="00922B13"/>
    <w:rsid w:val="00923215"/>
    <w:rsid w:val="009242EF"/>
    <w:rsid w:val="009247D5"/>
    <w:rsid w:val="00924926"/>
    <w:rsid w:val="0092558C"/>
    <w:rsid w:val="0092582C"/>
    <w:rsid w:val="00925A70"/>
    <w:rsid w:val="009274C0"/>
    <w:rsid w:val="00927517"/>
    <w:rsid w:val="00927F2A"/>
    <w:rsid w:val="0093136D"/>
    <w:rsid w:val="00932291"/>
    <w:rsid w:val="00932848"/>
    <w:rsid w:val="00932861"/>
    <w:rsid w:val="0093319D"/>
    <w:rsid w:val="0093408E"/>
    <w:rsid w:val="009344F0"/>
    <w:rsid w:val="00940A1E"/>
    <w:rsid w:val="00940EE3"/>
    <w:rsid w:val="00941009"/>
    <w:rsid w:val="009413F9"/>
    <w:rsid w:val="00941E1E"/>
    <w:rsid w:val="009430E1"/>
    <w:rsid w:val="00943AD9"/>
    <w:rsid w:val="00944067"/>
    <w:rsid w:val="00945833"/>
    <w:rsid w:val="00946752"/>
    <w:rsid w:val="0094676B"/>
    <w:rsid w:val="00946CBF"/>
    <w:rsid w:val="00946F8B"/>
    <w:rsid w:val="009471AF"/>
    <w:rsid w:val="00947A2F"/>
    <w:rsid w:val="00947D3E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5787F"/>
    <w:rsid w:val="009617C7"/>
    <w:rsid w:val="0096397F"/>
    <w:rsid w:val="00963B6A"/>
    <w:rsid w:val="0096440B"/>
    <w:rsid w:val="0096470A"/>
    <w:rsid w:val="00964BE5"/>
    <w:rsid w:val="00965555"/>
    <w:rsid w:val="009656E5"/>
    <w:rsid w:val="00965C12"/>
    <w:rsid w:val="009665D4"/>
    <w:rsid w:val="00966CB7"/>
    <w:rsid w:val="00967225"/>
    <w:rsid w:val="00967F16"/>
    <w:rsid w:val="00970496"/>
    <w:rsid w:val="009708F0"/>
    <w:rsid w:val="00970950"/>
    <w:rsid w:val="00971355"/>
    <w:rsid w:val="009716DB"/>
    <w:rsid w:val="00972076"/>
    <w:rsid w:val="009725EA"/>
    <w:rsid w:val="00972E56"/>
    <w:rsid w:val="00973CE3"/>
    <w:rsid w:val="00975F78"/>
    <w:rsid w:val="0097665A"/>
    <w:rsid w:val="00976C66"/>
    <w:rsid w:val="00977837"/>
    <w:rsid w:val="00977E8B"/>
    <w:rsid w:val="00980275"/>
    <w:rsid w:val="009812D4"/>
    <w:rsid w:val="009817F0"/>
    <w:rsid w:val="00981D06"/>
    <w:rsid w:val="00982030"/>
    <w:rsid w:val="00982CCB"/>
    <w:rsid w:val="0098361F"/>
    <w:rsid w:val="00985428"/>
    <w:rsid w:val="00986253"/>
    <w:rsid w:val="0098682F"/>
    <w:rsid w:val="009874E1"/>
    <w:rsid w:val="009920D8"/>
    <w:rsid w:val="009923B8"/>
    <w:rsid w:val="00992791"/>
    <w:rsid w:val="00992CB8"/>
    <w:rsid w:val="00993468"/>
    <w:rsid w:val="00996626"/>
    <w:rsid w:val="00997974"/>
    <w:rsid w:val="00997BA7"/>
    <w:rsid w:val="009A02AF"/>
    <w:rsid w:val="009A03AD"/>
    <w:rsid w:val="009A1EDA"/>
    <w:rsid w:val="009A20C3"/>
    <w:rsid w:val="009A31D8"/>
    <w:rsid w:val="009A357D"/>
    <w:rsid w:val="009A35C2"/>
    <w:rsid w:val="009B0334"/>
    <w:rsid w:val="009B13DA"/>
    <w:rsid w:val="009B1472"/>
    <w:rsid w:val="009B1999"/>
    <w:rsid w:val="009B2511"/>
    <w:rsid w:val="009B29CD"/>
    <w:rsid w:val="009B38BE"/>
    <w:rsid w:val="009B3978"/>
    <w:rsid w:val="009B4AE1"/>
    <w:rsid w:val="009B4C07"/>
    <w:rsid w:val="009B4E67"/>
    <w:rsid w:val="009B6233"/>
    <w:rsid w:val="009B675E"/>
    <w:rsid w:val="009C0C98"/>
    <w:rsid w:val="009C12C8"/>
    <w:rsid w:val="009C21C6"/>
    <w:rsid w:val="009C3D0F"/>
    <w:rsid w:val="009C3DDB"/>
    <w:rsid w:val="009C3EAF"/>
    <w:rsid w:val="009C46FB"/>
    <w:rsid w:val="009C659A"/>
    <w:rsid w:val="009C7DBF"/>
    <w:rsid w:val="009C7E84"/>
    <w:rsid w:val="009D00BA"/>
    <w:rsid w:val="009D0168"/>
    <w:rsid w:val="009D01C8"/>
    <w:rsid w:val="009D0299"/>
    <w:rsid w:val="009D0953"/>
    <w:rsid w:val="009D12BE"/>
    <w:rsid w:val="009D1519"/>
    <w:rsid w:val="009D1ADC"/>
    <w:rsid w:val="009D3170"/>
    <w:rsid w:val="009D58DB"/>
    <w:rsid w:val="009D5BE0"/>
    <w:rsid w:val="009D636F"/>
    <w:rsid w:val="009D67B0"/>
    <w:rsid w:val="009D787C"/>
    <w:rsid w:val="009E0F99"/>
    <w:rsid w:val="009E19C1"/>
    <w:rsid w:val="009E1B19"/>
    <w:rsid w:val="009E269C"/>
    <w:rsid w:val="009E29D3"/>
    <w:rsid w:val="009E5824"/>
    <w:rsid w:val="009E5842"/>
    <w:rsid w:val="009E5FF8"/>
    <w:rsid w:val="009E65D5"/>
    <w:rsid w:val="009E7275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9F7BDF"/>
    <w:rsid w:val="00A00044"/>
    <w:rsid w:val="00A00B4E"/>
    <w:rsid w:val="00A00F8E"/>
    <w:rsid w:val="00A0148C"/>
    <w:rsid w:val="00A0355E"/>
    <w:rsid w:val="00A03736"/>
    <w:rsid w:val="00A03906"/>
    <w:rsid w:val="00A04104"/>
    <w:rsid w:val="00A04D59"/>
    <w:rsid w:val="00A051BA"/>
    <w:rsid w:val="00A06277"/>
    <w:rsid w:val="00A079DC"/>
    <w:rsid w:val="00A105DE"/>
    <w:rsid w:val="00A108BD"/>
    <w:rsid w:val="00A111C2"/>
    <w:rsid w:val="00A11971"/>
    <w:rsid w:val="00A11D33"/>
    <w:rsid w:val="00A12413"/>
    <w:rsid w:val="00A136D8"/>
    <w:rsid w:val="00A15375"/>
    <w:rsid w:val="00A15423"/>
    <w:rsid w:val="00A154D1"/>
    <w:rsid w:val="00A1631A"/>
    <w:rsid w:val="00A17683"/>
    <w:rsid w:val="00A17846"/>
    <w:rsid w:val="00A20D38"/>
    <w:rsid w:val="00A214A5"/>
    <w:rsid w:val="00A21E3B"/>
    <w:rsid w:val="00A231AC"/>
    <w:rsid w:val="00A236BB"/>
    <w:rsid w:val="00A23CFC"/>
    <w:rsid w:val="00A24937"/>
    <w:rsid w:val="00A26965"/>
    <w:rsid w:val="00A272CF"/>
    <w:rsid w:val="00A27546"/>
    <w:rsid w:val="00A30ECF"/>
    <w:rsid w:val="00A32AD5"/>
    <w:rsid w:val="00A3354C"/>
    <w:rsid w:val="00A33841"/>
    <w:rsid w:val="00A338AA"/>
    <w:rsid w:val="00A338E7"/>
    <w:rsid w:val="00A33947"/>
    <w:rsid w:val="00A33CB8"/>
    <w:rsid w:val="00A33E98"/>
    <w:rsid w:val="00A33FEA"/>
    <w:rsid w:val="00A34C77"/>
    <w:rsid w:val="00A35CAA"/>
    <w:rsid w:val="00A368C8"/>
    <w:rsid w:val="00A36E7F"/>
    <w:rsid w:val="00A36FD7"/>
    <w:rsid w:val="00A4005D"/>
    <w:rsid w:val="00A41BF5"/>
    <w:rsid w:val="00A41E65"/>
    <w:rsid w:val="00A42007"/>
    <w:rsid w:val="00A42074"/>
    <w:rsid w:val="00A43E0A"/>
    <w:rsid w:val="00A468F0"/>
    <w:rsid w:val="00A50328"/>
    <w:rsid w:val="00A505B3"/>
    <w:rsid w:val="00A50985"/>
    <w:rsid w:val="00A5188D"/>
    <w:rsid w:val="00A52438"/>
    <w:rsid w:val="00A525C1"/>
    <w:rsid w:val="00A530C7"/>
    <w:rsid w:val="00A53ABB"/>
    <w:rsid w:val="00A53B30"/>
    <w:rsid w:val="00A5477C"/>
    <w:rsid w:val="00A55241"/>
    <w:rsid w:val="00A55F5B"/>
    <w:rsid w:val="00A5630D"/>
    <w:rsid w:val="00A5634C"/>
    <w:rsid w:val="00A57207"/>
    <w:rsid w:val="00A576DF"/>
    <w:rsid w:val="00A60185"/>
    <w:rsid w:val="00A60418"/>
    <w:rsid w:val="00A60DD0"/>
    <w:rsid w:val="00A62C0B"/>
    <w:rsid w:val="00A63A2D"/>
    <w:rsid w:val="00A64851"/>
    <w:rsid w:val="00A6500D"/>
    <w:rsid w:val="00A65195"/>
    <w:rsid w:val="00A661EA"/>
    <w:rsid w:val="00A66B12"/>
    <w:rsid w:val="00A66C2D"/>
    <w:rsid w:val="00A71694"/>
    <w:rsid w:val="00A723C2"/>
    <w:rsid w:val="00A723EB"/>
    <w:rsid w:val="00A730F3"/>
    <w:rsid w:val="00A73DAD"/>
    <w:rsid w:val="00A74C6B"/>
    <w:rsid w:val="00A75544"/>
    <w:rsid w:val="00A75AB6"/>
    <w:rsid w:val="00A76392"/>
    <w:rsid w:val="00A77F7C"/>
    <w:rsid w:val="00A80676"/>
    <w:rsid w:val="00A8087F"/>
    <w:rsid w:val="00A814F9"/>
    <w:rsid w:val="00A81931"/>
    <w:rsid w:val="00A8287A"/>
    <w:rsid w:val="00A830E5"/>
    <w:rsid w:val="00A832A6"/>
    <w:rsid w:val="00A83877"/>
    <w:rsid w:val="00A84E12"/>
    <w:rsid w:val="00A862C4"/>
    <w:rsid w:val="00A86534"/>
    <w:rsid w:val="00A87135"/>
    <w:rsid w:val="00A875A2"/>
    <w:rsid w:val="00A8773A"/>
    <w:rsid w:val="00A91612"/>
    <w:rsid w:val="00A92216"/>
    <w:rsid w:val="00A92442"/>
    <w:rsid w:val="00A93280"/>
    <w:rsid w:val="00A93C5C"/>
    <w:rsid w:val="00A94679"/>
    <w:rsid w:val="00A951EA"/>
    <w:rsid w:val="00A95A22"/>
    <w:rsid w:val="00A95B5E"/>
    <w:rsid w:val="00A961C8"/>
    <w:rsid w:val="00A96242"/>
    <w:rsid w:val="00A963DF"/>
    <w:rsid w:val="00A96429"/>
    <w:rsid w:val="00A96446"/>
    <w:rsid w:val="00A965A3"/>
    <w:rsid w:val="00AA0BE9"/>
    <w:rsid w:val="00AA1322"/>
    <w:rsid w:val="00AA2548"/>
    <w:rsid w:val="00AA4A1E"/>
    <w:rsid w:val="00AA4BA4"/>
    <w:rsid w:val="00AA4E29"/>
    <w:rsid w:val="00AA58C4"/>
    <w:rsid w:val="00AA68B8"/>
    <w:rsid w:val="00AB075C"/>
    <w:rsid w:val="00AB09FC"/>
    <w:rsid w:val="00AB11C8"/>
    <w:rsid w:val="00AB1AB6"/>
    <w:rsid w:val="00AB222C"/>
    <w:rsid w:val="00AB43D9"/>
    <w:rsid w:val="00AB44CE"/>
    <w:rsid w:val="00AB5A58"/>
    <w:rsid w:val="00AB7092"/>
    <w:rsid w:val="00AB70E7"/>
    <w:rsid w:val="00AB7E0F"/>
    <w:rsid w:val="00AB7E32"/>
    <w:rsid w:val="00AB7ED0"/>
    <w:rsid w:val="00AC08A8"/>
    <w:rsid w:val="00AC211C"/>
    <w:rsid w:val="00AC29F5"/>
    <w:rsid w:val="00AC2E40"/>
    <w:rsid w:val="00AC3EA2"/>
    <w:rsid w:val="00AC4625"/>
    <w:rsid w:val="00AC4DA8"/>
    <w:rsid w:val="00AC6209"/>
    <w:rsid w:val="00AC642F"/>
    <w:rsid w:val="00AC6589"/>
    <w:rsid w:val="00AD00FF"/>
    <w:rsid w:val="00AD0170"/>
    <w:rsid w:val="00AD2534"/>
    <w:rsid w:val="00AD395C"/>
    <w:rsid w:val="00AD40EB"/>
    <w:rsid w:val="00AD4A80"/>
    <w:rsid w:val="00AD56C8"/>
    <w:rsid w:val="00AD57C9"/>
    <w:rsid w:val="00AD58F2"/>
    <w:rsid w:val="00AD6E31"/>
    <w:rsid w:val="00AD715B"/>
    <w:rsid w:val="00AE3A16"/>
    <w:rsid w:val="00AE3FAF"/>
    <w:rsid w:val="00AE42E8"/>
    <w:rsid w:val="00AE436D"/>
    <w:rsid w:val="00AE5EB1"/>
    <w:rsid w:val="00AF1455"/>
    <w:rsid w:val="00AF178C"/>
    <w:rsid w:val="00AF279A"/>
    <w:rsid w:val="00AF2DA0"/>
    <w:rsid w:val="00AF546F"/>
    <w:rsid w:val="00AF5599"/>
    <w:rsid w:val="00AF576F"/>
    <w:rsid w:val="00AF5C6E"/>
    <w:rsid w:val="00AF5FEE"/>
    <w:rsid w:val="00AF64D9"/>
    <w:rsid w:val="00AF7915"/>
    <w:rsid w:val="00B011E3"/>
    <w:rsid w:val="00B01A7E"/>
    <w:rsid w:val="00B049F9"/>
    <w:rsid w:val="00B0512A"/>
    <w:rsid w:val="00B0529F"/>
    <w:rsid w:val="00B05369"/>
    <w:rsid w:val="00B073B3"/>
    <w:rsid w:val="00B07787"/>
    <w:rsid w:val="00B10624"/>
    <w:rsid w:val="00B11646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0BB5"/>
    <w:rsid w:val="00B21195"/>
    <w:rsid w:val="00B21B77"/>
    <w:rsid w:val="00B22AE1"/>
    <w:rsid w:val="00B232EB"/>
    <w:rsid w:val="00B2484C"/>
    <w:rsid w:val="00B24B22"/>
    <w:rsid w:val="00B25310"/>
    <w:rsid w:val="00B25469"/>
    <w:rsid w:val="00B25D18"/>
    <w:rsid w:val="00B263B6"/>
    <w:rsid w:val="00B27318"/>
    <w:rsid w:val="00B2749A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37679"/>
    <w:rsid w:val="00B37AF2"/>
    <w:rsid w:val="00B37C28"/>
    <w:rsid w:val="00B37D0A"/>
    <w:rsid w:val="00B40FCB"/>
    <w:rsid w:val="00B41B16"/>
    <w:rsid w:val="00B425CC"/>
    <w:rsid w:val="00B4265A"/>
    <w:rsid w:val="00B435B2"/>
    <w:rsid w:val="00B43702"/>
    <w:rsid w:val="00B45519"/>
    <w:rsid w:val="00B46E81"/>
    <w:rsid w:val="00B4703C"/>
    <w:rsid w:val="00B47603"/>
    <w:rsid w:val="00B477A7"/>
    <w:rsid w:val="00B4793B"/>
    <w:rsid w:val="00B5053C"/>
    <w:rsid w:val="00B5057D"/>
    <w:rsid w:val="00B52466"/>
    <w:rsid w:val="00B53942"/>
    <w:rsid w:val="00B54DC4"/>
    <w:rsid w:val="00B54DE9"/>
    <w:rsid w:val="00B551D3"/>
    <w:rsid w:val="00B553EC"/>
    <w:rsid w:val="00B55824"/>
    <w:rsid w:val="00B55E3F"/>
    <w:rsid w:val="00B56864"/>
    <w:rsid w:val="00B56AB6"/>
    <w:rsid w:val="00B56D73"/>
    <w:rsid w:val="00B62297"/>
    <w:rsid w:val="00B62304"/>
    <w:rsid w:val="00B62D55"/>
    <w:rsid w:val="00B63743"/>
    <w:rsid w:val="00B63E42"/>
    <w:rsid w:val="00B6489C"/>
    <w:rsid w:val="00B6517E"/>
    <w:rsid w:val="00B65329"/>
    <w:rsid w:val="00B65918"/>
    <w:rsid w:val="00B65FE9"/>
    <w:rsid w:val="00B663C7"/>
    <w:rsid w:val="00B66FAE"/>
    <w:rsid w:val="00B723B6"/>
    <w:rsid w:val="00B74677"/>
    <w:rsid w:val="00B750B9"/>
    <w:rsid w:val="00B7582D"/>
    <w:rsid w:val="00B75D3E"/>
    <w:rsid w:val="00B76710"/>
    <w:rsid w:val="00B768BC"/>
    <w:rsid w:val="00B771B7"/>
    <w:rsid w:val="00B77378"/>
    <w:rsid w:val="00B800FC"/>
    <w:rsid w:val="00B80248"/>
    <w:rsid w:val="00B806A7"/>
    <w:rsid w:val="00B80743"/>
    <w:rsid w:val="00B81774"/>
    <w:rsid w:val="00B81BB7"/>
    <w:rsid w:val="00B81CE7"/>
    <w:rsid w:val="00B829EB"/>
    <w:rsid w:val="00B83912"/>
    <w:rsid w:val="00B8393C"/>
    <w:rsid w:val="00B84218"/>
    <w:rsid w:val="00B849A5"/>
    <w:rsid w:val="00B84DDE"/>
    <w:rsid w:val="00B866F7"/>
    <w:rsid w:val="00B909D6"/>
    <w:rsid w:val="00B9155B"/>
    <w:rsid w:val="00B91700"/>
    <w:rsid w:val="00B91A6C"/>
    <w:rsid w:val="00B93DD0"/>
    <w:rsid w:val="00B95E10"/>
    <w:rsid w:val="00B9660F"/>
    <w:rsid w:val="00B96841"/>
    <w:rsid w:val="00B96BF2"/>
    <w:rsid w:val="00B97732"/>
    <w:rsid w:val="00B9796F"/>
    <w:rsid w:val="00B97F34"/>
    <w:rsid w:val="00BA0590"/>
    <w:rsid w:val="00BA0C98"/>
    <w:rsid w:val="00BA22F8"/>
    <w:rsid w:val="00BA2B1A"/>
    <w:rsid w:val="00BA4E12"/>
    <w:rsid w:val="00BA57A0"/>
    <w:rsid w:val="00BA5F49"/>
    <w:rsid w:val="00BA65A8"/>
    <w:rsid w:val="00BA660D"/>
    <w:rsid w:val="00BA6D19"/>
    <w:rsid w:val="00BA6E8A"/>
    <w:rsid w:val="00BA7461"/>
    <w:rsid w:val="00BA758B"/>
    <w:rsid w:val="00BA7A0B"/>
    <w:rsid w:val="00BA7DA9"/>
    <w:rsid w:val="00BB1073"/>
    <w:rsid w:val="00BB214A"/>
    <w:rsid w:val="00BB23FF"/>
    <w:rsid w:val="00BB24D8"/>
    <w:rsid w:val="00BB3AA3"/>
    <w:rsid w:val="00BB4966"/>
    <w:rsid w:val="00BB5352"/>
    <w:rsid w:val="00BB560C"/>
    <w:rsid w:val="00BB5CEC"/>
    <w:rsid w:val="00BB620C"/>
    <w:rsid w:val="00BB6822"/>
    <w:rsid w:val="00BB7129"/>
    <w:rsid w:val="00BC4215"/>
    <w:rsid w:val="00BC77D5"/>
    <w:rsid w:val="00BD1A6F"/>
    <w:rsid w:val="00BD23A2"/>
    <w:rsid w:val="00BD55FC"/>
    <w:rsid w:val="00BD59D7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0A10"/>
    <w:rsid w:val="00BF138C"/>
    <w:rsid w:val="00BF295D"/>
    <w:rsid w:val="00BF3E7F"/>
    <w:rsid w:val="00BF49FD"/>
    <w:rsid w:val="00BF5072"/>
    <w:rsid w:val="00BF56E4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07C90"/>
    <w:rsid w:val="00C104C4"/>
    <w:rsid w:val="00C105D7"/>
    <w:rsid w:val="00C10833"/>
    <w:rsid w:val="00C135CF"/>
    <w:rsid w:val="00C13E5A"/>
    <w:rsid w:val="00C15093"/>
    <w:rsid w:val="00C15646"/>
    <w:rsid w:val="00C1575B"/>
    <w:rsid w:val="00C15EC0"/>
    <w:rsid w:val="00C16218"/>
    <w:rsid w:val="00C16704"/>
    <w:rsid w:val="00C16855"/>
    <w:rsid w:val="00C178A2"/>
    <w:rsid w:val="00C21DDD"/>
    <w:rsid w:val="00C2272F"/>
    <w:rsid w:val="00C235BF"/>
    <w:rsid w:val="00C25221"/>
    <w:rsid w:val="00C265AF"/>
    <w:rsid w:val="00C2683F"/>
    <w:rsid w:val="00C26DC0"/>
    <w:rsid w:val="00C27950"/>
    <w:rsid w:val="00C27FCB"/>
    <w:rsid w:val="00C30312"/>
    <w:rsid w:val="00C30E2E"/>
    <w:rsid w:val="00C31218"/>
    <w:rsid w:val="00C3184D"/>
    <w:rsid w:val="00C318E7"/>
    <w:rsid w:val="00C34162"/>
    <w:rsid w:val="00C347DD"/>
    <w:rsid w:val="00C34DFC"/>
    <w:rsid w:val="00C358A6"/>
    <w:rsid w:val="00C359A2"/>
    <w:rsid w:val="00C35D05"/>
    <w:rsid w:val="00C36055"/>
    <w:rsid w:val="00C40403"/>
    <w:rsid w:val="00C418F0"/>
    <w:rsid w:val="00C41B05"/>
    <w:rsid w:val="00C41B60"/>
    <w:rsid w:val="00C424E0"/>
    <w:rsid w:val="00C42601"/>
    <w:rsid w:val="00C46282"/>
    <w:rsid w:val="00C4714E"/>
    <w:rsid w:val="00C50AC1"/>
    <w:rsid w:val="00C50B22"/>
    <w:rsid w:val="00C516E9"/>
    <w:rsid w:val="00C51C04"/>
    <w:rsid w:val="00C51CCA"/>
    <w:rsid w:val="00C53700"/>
    <w:rsid w:val="00C546D0"/>
    <w:rsid w:val="00C54C44"/>
    <w:rsid w:val="00C5504F"/>
    <w:rsid w:val="00C5542C"/>
    <w:rsid w:val="00C55897"/>
    <w:rsid w:val="00C57B55"/>
    <w:rsid w:val="00C628CF"/>
    <w:rsid w:val="00C63059"/>
    <w:rsid w:val="00C63376"/>
    <w:rsid w:val="00C634AC"/>
    <w:rsid w:val="00C650A9"/>
    <w:rsid w:val="00C65200"/>
    <w:rsid w:val="00C65D87"/>
    <w:rsid w:val="00C663BB"/>
    <w:rsid w:val="00C667AD"/>
    <w:rsid w:val="00C66B85"/>
    <w:rsid w:val="00C66D24"/>
    <w:rsid w:val="00C67458"/>
    <w:rsid w:val="00C67FAB"/>
    <w:rsid w:val="00C70E90"/>
    <w:rsid w:val="00C70FD1"/>
    <w:rsid w:val="00C71BA2"/>
    <w:rsid w:val="00C731CD"/>
    <w:rsid w:val="00C739A0"/>
    <w:rsid w:val="00C73AFD"/>
    <w:rsid w:val="00C74028"/>
    <w:rsid w:val="00C74F97"/>
    <w:rsid w:val="00C769FB"/>
    <w:rsid w:val="00C770E8"/>
    <w:rsid w:val="00C77C82"/>
    <w:rsid w:val="00C77E45"/>
    <w:rsid w:val="00C77F1B"/>
    <w:rsid w:val="00C81C05"/>
    <w:rsid w:val="00C82097"/>
    <w:rsid w:val="00C82113"/>
    <w:rsid w:val="00C8276E"/>
    <w:rsid w:val="00C8361A"/>
    <w:rsid w:val="00C842AC"/>
    <w:rsid w:val="00C866D0"/>
    <w:rsid w:val="00C86AE2"/>
    <w:rsid w:val="00C877DC"/>
    <w:rsid w:val="00C87D61"/>
    <w:rsid w:val="00C90589"/>
    <w:rsid w:val="00C91187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974"/>
    <w:rsid w:val="00CA0C2D"/>
    <w:rsid w:val="00CA18D4"/>
    <w:rsid w:val="00CA1F49"/>
    <w:rsid w:val="00CA26B1"/>
    <w:rsid w:val="00CA2FCD"/>
    <w:rsid w:val="00CA5425"/>
    <w:rsid w:val="00CA6B63"/>
    <w:rsid w:val="00CB0202"/>
    <w:rsid w:val="00CB0692"/>
    <w:rsid w:val="00CB069C"/>
    <w:rsid w:val="00CB11E6"/>
    <w:rsid w:val="00CB1690"/>
    <w:rsid w:val="00CB4BF8"/>
    <w:rsid w:val="00CB59C6"/>
    <w:rsid w:val="00CB671C"/>
    <w:rsid w:val="00CB7D96"/>
    <w:rsid w:val="00CC05E5"/>
    <w:rsid w:val="00CC1086"/>
    <w:rsid w:val="00CC1A53"/>
    <w:rsid w:val="00CC1F05"/>
    <w:rsid w:val="00CC287B"/>
    <w:rsid w:val="00CC4365"/>
    <w:rsid w:val="00CC5EFD"/>
    <w:rsid w:val="00CC71A6"/>
    <w:rsid w:val="00CC7F89"/>
    <w:rsid w:val="00CD0112"/>
    <w:rsid w:val="00CD11B0"/>
    <w:rsid w:val="00CD262E"/>
    <w:rsid w:val="00CD32BF"/>
    <w:rsid w:val="00CD3C01"/>
    <w:rsid w:val="00CD3D4D"/>
    <w:rsid w:val="00CD4989"/>
    <w:rsid w:val="00CD5E3E"/>
    <w:rsid w:val="00CE1411"/>
    <w:rsid w:val="00CE3562"/>
    <w:rsid w:val="00CE6534"/>
    <w:rsid w:val="00CE6F9E"/>
    <w:rsid w:val="00CE71C2"/>
    <w:rsid w:val="00CE7BEE"/>
    <w:rsid w:val="00CE7D9E"/>
    <w:rsid w:val="00CF1C45"/>
    <w:rsid w:val="00CF29DD"/>
    <w:rsid w:val="00CF32DE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0984"/>
    <w:rsid w:val="00D021CB"/>
    <w:rsid w:val="00D026DE"/>
    <w:rsid w:val="00D03776"/>
    <w:rsid w:val="00D04BA4"/>
    <w:rsid w:val="00D06242"/>
    <w:rsid w:val="00D0731F"/>
    <w:rsid w:val="00D077E3"/>
    <w:rsid w:val="00D10F1A"/>
    <w:rsid w:val="00D116F8"/>
    <w:rsid w:val="00D132AE"/>
    <w:rsid w:val="00D1351B"/>
    <w:rsid w:val="00D135B7"/>
    <w:rsid w:val="00D137ED"/>
    <w:rsid w:val="00D139E7"/>
    <w:rsid w:val="00D14958"/>
    <w:rsid w:val="00D15044"/>
    <w:rsid w:val="00D15FFE"/>
    <w:rsid w:val="00D170AF"/>
    <w:rsid w:val="00D17296"/>
    <w:rsid w:val="00D17596"/>
    <w:rsid w:val="00D20CB1"/>
    <w:rsid w:val="00D20D14"/>
    <w:rsid w:val="00D20E06"/>
    <w:rsid w:val="00D217A5"/>
    <w:rsid w:val="00D222C5"/>
    <w:rsid w:val="00D22640"/>
    <w:rsid w:val="00D2484A"/>
    <w:rsid w:val="00D24E9B"/>
    <w:rsid w:val="00D26974"/>
    <w:rsid w:val="00D26C8A"/>
    <w:rsid w:val="00D26D3A"/>
    <w:rsid w:val="00D3234F"/>
    <w:rsid w:val="00D33A8D"/>
    <w:rsid w:val="00D34A67"/>
    <w:rsid w:val="00D34D2E"/>
    <w:rsid w:val="00D406BE"/>
    <w:rsid w:val="00D411DE"/>
    <w:rsid w:val="00D432C0"/>
    <w:rsid w:val="00D43F3D"/>
    <w:rsid w:val="00D44070"/>
    <w:rsid w:val="00D44593"/>
    <w:rsid w:val="00D446CA"/>
    <w:rsid w:val="00D44E7A"/>
    <w:rsid w:val="00D45E33"/>
    <w:rsid w:val="00D45EE3"/>
    <w:rsid w:val="00D4701D"/>
    <w:rsid w:val="00D4755F"/>
    <w:rsid w:val="00D476D7"/>
    <w:rsid w:val="00D47DDB"/>
    <w:rsid w:val="00D502F7"/>
    <w:rsid w:val="00D5031E"/>
    <w:rsid w:val="00D50618"/>
    <w:rsid w:val="00D509E9"/>
    <w:rsid w:val="00D50DEE"/>
    <w:rsid w:val="00D52F11"/>
    <w:rsid w:val="00D53B1C"/>
    <w:rsid w:val="00D545F3"/>
    <w:rsid w:val="00D603B0"/>
    <w:rsid w:val="00D612F9"/>
    <w:rsid w:val="00D615E6"/>
    <w:rsid w:val="00D61C39"/>
    <w:rsid w:val="00D63498"/>
    <w:rsid w:val="00D669FF"/>
    <w:rsid w:val="00D70D59"/>
    <w:rsid w:val="00D7147D"/>
    <w:rsid w:val="00D726EB"/>
    <w:rsid w:val="00D729C2"/>
    <w:rsid w:val="00D72C5D"/>
    <w:rsid w:val="00D7365C"/>
    <w:rsid w:val="00D73BF4"/>
    <w:rsid w:val="00D7412A"/>
    <w:rsid w:val="00D74894"/>
    <w:rsid w:val="00D750F8"/>
    <w:rsid w:val="00D75D55"/>
    <w:rsid w:val="00D76068"/>
    <w:rsid w:val="00D76A23"/>
    <w:rsid w:val="00D76A42"/>
    <w:rsid w:val="00D82074"/>
    <w:rsid w:val="00D82568"/>
    <w:rsid w:val="00D825F9"/>
    <w:rsid w:val="00D82894"/>
    <w:rsid w:val="00D83ACC"/>
    <w:rsid w:val="00D84BEA"/>
    <w:rsid w:val="00D852D2"/>
    <w:rsid w:val="00D85790"/>
    <w:rsid w:val="00D85D36"/>
    <w:rsid w:val="00D86D20"/>
    <w:rsid w:val="00D87E0B"/>
    <w:rsid w:val="00D92DAB"/>
    <w:rsid w:val="00D94B5D"/>
    <w:rsid w:val="00D94C29"/>
    <w:rsid w:val="00D95282"/>
    <w:rsid w:val="00D965A5"/>
    <w:rsid w:val="00DA0710"/>
    <w:rsid w:val="00DA189F"/>
    <w:rsid w:val="00DA1B12"/>
    <w:rsid w:val="00DA2A59"/>
    <w:rsid w:val="00DA40F0"/>
    <w:rsid w:val="00DA5440"/>
    <w:rsid w:val="00DA54C9"/>
    <w:rsid w:val="00DA5FD7"/>
    <w:rsid w:val="00DA6224"/>
    <w:rsid w:val="00DA66E7"/>
    <w:rsid w:val="00DA6739"/>
    <w:rsid w:val="00DA6950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39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9A7"/>
    <w:rsid w:val="00DC4F24"/>
    <w:rsid w:val="00DC6643"/>
    <w:rsid w:val="00DC77CB"/>
    <w:rsid w:val="00DD039A"/>
    <w:rsid w:val="00DD101E"/>
    <w:rsid w:val="00DD1A0E"/>
    <w:rsid w:val="00DD34FB"/>
    <w:rsid w:val="00DD63C0"/>
    <w:rsid w:val="00DD6860"/>
    <w:rsid w:val="00DD7A70"/>
    <w:rsid w:val="00DE2012"/>
    <w:rsid w:val="00DE21FA"/>
    <w:rsid w:val="00DE2CDE"/>
    <w:rsid w:val="00DE4971"/>
    <w:rsid w:val="00DE56A7"/>
    <w:rsid w:val="00DE5880"/>
    <w:rsid w:val="00DE635D"/>
    <w:rsid w:val="00DE6668"/>
    <w:rsid w:val="00DE6C2E"/>
    <w:rsid w:val="00DE7EDB"/>
    <w:rsid w:val="00DF116F"/>
    <w:rsid w:val="00DF1E5B"/>
    <w:rsid w:val="00DF2275"/>
    <w:rsid w:val="00DF2D89"/>
    <w:rsid w:val="00DF3D55"/>
    <w:rsid w:val="00DF3F5E"/>
    <w:rsid w:val="00DF5653"/>
    <w:rsid w:val="00DF6EFF"/>
    <w:rsid w:val="00DF76DA"/>
    <w:rsid w:val="00E01FA3"/>
    <w:rsid w:val="00E02B3D"/>
    <w:rsid w:val="00E03598"/>
    <w:rsid w:val="00E041ED"/>
    <w:rsid w:val="00E04E2D"/>
    <w:rsid w:val="00E053E6"/>
    <w:rsid w:val="00E0596E"/>
    <w:rsid w:val="00E064EA"/>
    <w:rsid w:val="00E06F66"/>
    <w:rsid w:val="00E076F8"/>
    <w:rsid w:val="00E1057B"/>
    <w:rsid w:val="00E10CDD"/>
    <w:rsid w:val="00E128E8"/>
    <w:rsid w:val="00E16DCF"/>
    <w:rsid w:val="00E20BD1"/>
    <w:rsid w:val="00E222A9"/>
    <w:rsid w:val="00E23720"/>
    <w:rsid w:val="00E23A07"/>
    <w:rsid w:val="00E23E70"/>
    <w:rsid w:val="00E25D3C"/>
    <w:rsid w:val="00E263B0"/>
    <w:rsid w:val="00E2640C"/>
    <w:rsid w:val="00E26787"/>
    <w:rsid w:val="00E2783B"/>
    <w:rsid w:val="00E27E26"/>
    <w:rsid w:val="00E305C6"/>
    <w:rsid w:val="00E31520"/>
    <w:rsid w:val="00E327F0"/>
    <w:rsid w:val="00E33127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1C1"/>
    <w:rsid w:val="00E43520"/>
    <w:rsid w:val="00E43679"/>
    <w:rsid w:val="00E43EC5"/>
    <w:rsid w:val="00E4515E"/>
    <w:rsid w:val="00E45765"/>
    <w:rsid w:val="00E45C3F"/>
    <w:rsid w:val="00E47271"/>
    <w:rsid w:val="00E47B17"/>
    <w:rsid w:val="00E503AC"/>
    <w:rsid w:val="00E507A2"/>
    <w:rsid w:val="00E5098C"/>
    <w:rsid w:val="00E50CCB"/>
    <w:rsid w:val="00E51345"/>
    <w:rsid w:val="00E537F0"/>
    <w:rsid w:val="00E53B24"/>
    <w:rsid w:val="00E53F23"/>
    <w:rsid w:val="00E547D6"/>
    <w:rsid w:val="00E55E64"/>
    <w:rsid w:val="00E56564"/>
    <w:rsid w:val="00E5783E"/>
    <w:rsid w:val="00E60213"/>
    <w:rsid w:val="00E6115D"/>
    <w:rsid w:val="00E6139E"/>
    <w:rsid w:val="00E63390"/>
    <w:rsid w:val="00E6411C"/>
    <w:rsid w:val="00E644DC"/>
    <w:rsid w:val="00E65169"/>
    <w:rsid w:val="00E65407"/>
    <w:rsid w:val="00E661B2"/>
    <w:rsid w:val="00E66BAB"/>
    <w:rsid w:val="00E6718F"/>
    <w:rsid w:val="00E729EF"/>
    <w:rsid w:val="00E740CB"/>
    <w:rsid w:val="00E747CE"/>
    <w:rsid w:val="00E74D29"/>
    <w:rsid w:val="00E75841"/>
    <w:rsid w:val="00E76407"/>
    <w:rsid w:val="00E80512"/>
    <w:rsid w:val="00E81C05"/>
    <w:rsid w:val="00E82F99"/>
    <w:rsid w:val="00E8317F"/>
    <w:rsid w:val="00E837BB"/>
    <w:rsid w:val="00E83AE8"/>
    <w:rsid w:val="00E83C74"/>
    <w:rsid w:val="00E83CEE"/>
    <w:rsid w:val="00E863F7"/>
    <w:rsid w:val="00E902A9"/>
    <w:rsid w:val="00E91F18"/>
    <w:rsid w:val="00E9226D"/>
    <w:rsid w:val="00E9258A"/>
    <w:rsid w:val="00E92E27"/>
    <w:rsid w:val="00E94076"/>
    <w:rsid w:val="00E94385"/>
    <w:rsid w:val="00E95579"/>
    <w:rsid w:val="00E95ADD"/>
    <w:rsid w:val="00E96215"/>
    <w:rsid w:val="00E96F7C"/>
    <w:rsid w:val="00EA05B2"/>
    <w:rsid w:val="00EA0696"/>
    <w:rsid w:val="00EA080C"/>
    <w:rsid w:val="00EA11EC"/>
    <w:rsid w:val="00EA1E0F"/>
    <w:rsid w:val="00EA1E16"/>
    <w:rsid w:val="00EA2DF4"/>
    <w:rsid w:val="00EA2F00"/>
    <w:rsid w:val="00EA305F"/>
    <w:rsid w:val="00EA416C"/>
    <w:rsid w:val="00EA54C6"/>
    <w:rsid w:val="00EA5941"/>
    <w:rsid w:val="00EA65B3"/>
    <w:rsid w:val="00EA6A4D"/>
    <w:rsid w:val="00EB000C"/>
    <w:rsid w:val="00EB04F3"/>
    <w:rsid w:val="00EB1E41"/>
    <w:rsid w:val="00EB247C"/>
    <w:rsid w:val="00EB32A1"/>
    <w:rsid w:val="00EB3C0C"/>
    <w:rsid w:val="00EB5A5A"/>
    <w:rsid w:val="00EB60CE"/>
    <w:rsid w:val="00EB61DD"/>
    <w:rsid w:val="00EB6C3F"/>
    <w:rsid w:val="00EB7D53"/>
    <w:rsid w:val="00EB7FF4"/>
    <w:rsid w:val="00EC06BE"/>
    <w:rsid w:val="00EC10A0"/>
    <w:rsid w:val="00EC2018"/>
    <w:rsid w:val="00EC368A"/>
    <w:rsid w:val="00EC3A02"/>
    <w:rsid w:val="00EC46E6"/>
    <w:rsid w:val="00EC594D"/>
    <w:rsid w:val="00EC5F81"/>
    <w:rsid w:val="00EC6C58"/>
    <w:rsid w:val="00EC71F7"/>
    <w:rsid w:val="00EC7451"/>
    <w:rsid w:val="00EC7ECB"/>
    <w:rsid w:val="00ED11A5"/>
    <w:rsid w:val="00ED1B4D"/>
    <w:rsid w:val="00ED33DE"/>
    <w:rsid w:val="00ED3458"/>
    <w:rsid w:val="00ED4079"/>
    <w:rsid w:val="00ED4109"/>
    <w:rsid w:val="00ED42EC"/>
    <w:rsid w:val="00ED6F93"/>
    <w:rsid w:val="00ED77A7"/>
    <w:rsid w:val="00ED7A13"/>
    <w:rsid w:val="00ED7F33"/>
    <w:rsid w:val="00EE1C69"/>
    <w:rsid w:val="00EE3146"/>
    <w:rsid w:val="00EE3ADC"/>
    <w:rsid w:val="00EE4CB6"/>
    <w:rsid w:val="00EE55D6"/>
    <w:rsid w:val="00EF0650"/>
    <w:rsid w:val="00EF0B3A"/>
    <w:rsid w:val="00EF1EBC"/>
    <w:rsid w:val="00EF25D6"/>
    <w:rsid w:val="00EF3213"/>
    <w:rsid w:val="00EF3A36"/>
    <w:rsid w:val="00EF4B6C"/>
    <w:rsid w:val="00EF50BB"/>
    <w:rsid w:val="00EF53FF"/>
    <w:rsid w:val="00EF61D2"/>
    <w:rsid w:val="00EF6C31"/>
    <w:rsid w:val="00F00188"/>
    <w:rsid w:val="00F00192"/>
    <w:rsid w:val="00F012C5"/>
    <w:rsid w:val="00F01DF6"/>
    <w:rsid w:val="00F02272"/>
    <w:rsid w:val="00F02F18"/>
    <w:rsid w:val="00F0340D"/>
    <w:rsid w:val="00F0529E"/>
    <w:rsid w:val="00F0536D"/>
    <w:rsid w:val="00F0599F"/>
    <w:rsid w:val="00F059A6"/>
    <w:rsid w:val="00F05A61"/>
    <w:rsid w:val="00F06BCC"/>
    <w:rsid w:val="00F073CD"/>
    <w:rsid w:val="00F10E70"/>
    <w:rsid w:val="00F1135A"/>
    <w:rsid w:val="00F11C84"/>
    <w:rsid w:val="00F15350"/>
    <w:rsid w:val="00F1572E"/>
    <w:rsid w:val="00F15A8C"/>
    <w:rsid w:val="00F161B1"/>
    <w:rsid w:val="00F16559"/>
    <w:rsid w:val="00F16A1A"/>
    <w:rsid w:val="00F176BA"/>
    <w:rsid w:val="00F17CED"/>
    <w:rsid w:val="00F17D59"/>
    <w:rsid w:val="00F17EAE"/>
    <w:rsid w:val="00F203AC"/>
    <w:rsid w:val="00F22D49"/>
    <w:rsid w:val="00F23756"/>
    <w:rsid w:val="00F23C1A"/>
    <w:rsid w:val="00F2523A"/>
    <w:rsid w:val="00F25FFA"/>
    <w:rsid w:val="00F26DFD"/>
    <w:rsid w:val="00F270B5"/>
    <w:rsid w:val="00F310D2"/>
    <w:rsid w:val="00F3137D"/>
    <w:rsid w:val="00F35811"/>
    <w:rsid w:val="00F35C1C"/>
    <w:rsid w:val="00F35CBE"/>
    <w:rsid w:val="00F36ED9"/>
    <w:rsid w:val="00F36F3D"/>
    <w:rsid w:val="00F37492"/>
    <w:rsid w:val="00F4018F"/>
    <w:rsid w:val="00F40D78"/>
    <w:rsid w:val="00F41A39"/>
    <w:rsid w:val="00F42369"/>
    <w:rsid w:val="00F43847"/>
    <w:rsid w:val="00F43A6A"/>
    <w:rsid w:val="00F4549E"/>
    <w:rsid w:val="00F477BD"/>
    <w:rsid w:val="00F50E6D"/>
    <w:rsid w:val="00F5275C"/>
    <w:rsid w:val="00F53491"/>
    <w:rsid w:val="00F5400C"/>
    <w:rsid w:val="00F54379"/>
    <w:rsid w:val="00F54CEB"/>
    <w:rsid w:val="00F554CB"/>
    <w:rsid w:val="00F55832"/>
    <w:rsid w:val="00F56060"/>
    <w:rsid w:val="00F562C2"/>
    <w:rsid w:val="00F56A51"/>
    <w:rsid w:val="00F57120"/>
    <w:rsid w:val="00F576F1"/>
    <w:rsid w:val="00F57E15"/>
    <w:rsid w:val="00F60A3C"/>
    <w:rsid w:val="00F60C40"/>
    <w:rsid w:val="00F61AAA"/>
    <w:rsid w:val="00F61BD7"/>
    <w:rsid w:val="00F645A6"/>
    <w:rsid w:val="00F65660"/>
    <w:rsid w:val="00F65A1C"/>
    <w:rsid w:val="00F65D6D"/>
    <w:rsid w:val="00F65F40"/>
    <w:rsid w:val="00F66473"/>
    <w:rsid w:val="00F66F50"/>
    <w:rsid w:val="00F67A07"/>
    <w:rsid w:val="00F703FB"/>
    <w:rsid w:val="00F75144"/>
    <w:rsid w:val="00F77E09"/>
    <w:rsid w:val="00F80501"/>
    <w:rsid w:val="00F82ADB"/>
    <w:rsid w:val="00F82CA1"/>
    <w:rsid w:val="00F82FF8"/>
    <w:rsid w:val="00F8330D"/>
    <w:rsid w:val="00F83C91"/>
    <w:rsid w:val="00F84305"/>
    <w:rsid w:val="00F847C7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2859"/>
    <w:rsid w:val="00F93932"/>
    <w:rsid w:val="00F9418E"/>
    <w:rsid w:val="00F952BF"/>
    <w:rsid w:val="00F954C9"/>
    <w:rsid w:val="00F957F8"/>
    <w:rsid w:val="00F96B68"/>
    <w:rsid w:val="00F973AA"/>
    <w:rsid w:val="00F97DD6"/>
    <w:rsid w:val="00FA01FB"/>
    <w:rsid w:val="00FA07F7"/>
    <w:rsid w:val="00FA0BBB"/>
    <w:rsid w:val="00FA0D73"/>
    <w:rsid w:val="00FA21AA"/>
    <w:rsid w:val="00FA2ACF"/>
    <w:rsid w:val="00FA4382"/>
    <w:rsid w:val="00FA4CF0"/>
    <w:rsid w:val="00FA5873"/>
    <w:rsid w:val="00FA61AA"/>
    <w:rsid w:val="00FA69A4"/>
    <w:rsid w:val="00FA6A43"/>
    <w:rsid w:val="00FA7D48"/>
    <w:rsid w:val="00FB0008"/>
    <w:rsid w:val="00FB1279"/>
    <w:rsid w:val="00FB1495"/>
    <w:rsid w:val="00FB158B"/>
    <w:rsid w:val="00FB21CE"/>
    <w:rsid w:val="00FB5FAB"/>
    <w:rsid w:val="00FB6AEC"/>
    <w:rsid w:val="00FB6BCB"/>
    <w:rsid w:val="00FB7E0A"/>
    <w:rsid w:val="00FC017C"/>
    <w:rsid w:val="00FC0DDA"/>
    <w:rsid w:val="00FC1F26"/>
    <w:rsid w:val="00FC3366"/>
    <w:rsid w:val="00FC416E"/>
    <w:rsid w:val="00FC4A1B"/>
    <w:rsid w:val="00FC531F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4D4"/>
    <w:rsid w:val="00FE054E"/>
    <w:rsid w:val="00FE0DD8"/>
    <w:rsid w:val="00FE1C23"/>
    <w:rsid w:val="00FE2BF2"/>
    <w:rsid w:val="00FE3229"/>
    <w:rsid w:val="00FE32FB"/>
    <w:rsid w:val="00FE62B8"/>
    <w:rsid w:val="00FE6565"/>
    <w:rsid w:val="00FE6BCF"/>
    <w:rsid w:val="00FE6D2F"/>
    <w:rsid w:val="00FE74C3"/>
    <w:rsid w:val="00FE76E5"/>
    <w:rsid w:val="00FF0408"/>
    <w:rsid w:val="00FF08BA"/>
    <w:rsid w:val="00FF215C"/>
    <w:rsid w:val="00FF2CB8"/>
    <w:rsid w:val="00FF444A"/>
    <w:rsid w:val="00FF49E8"/>
    <w:rsid w:val="00FF672F"/>
    <w:rsid w:val="00FF6DCF"/>
    <w:rsid w:val="00FF74FB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24E37A9E"/>
  <w15:docId w15:val="{AFAC7EA0-7E73-4FA1-BF12-AF02B90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AB2686BB.dotm</Template>
  <TotalTime>1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Independent Expert Scientific Committee on Coal Seam Gas and Large Coal Mining Development (IESC) Meeting 39, 12-13 October 2016 AGENDA Meeting 39</dc:title>
  <dc:creator/>
  <cp:lastModifiedBy>Ruth, Jodie</cp:lastModifiedBy>
  <cp:revision>2</cp:revision>
  <dcterms:created xsi:type="dcterms:W3CDTF">2016-10-26T21:08:00Z</dcterms:created>
  <dcterms:modified xsi:type="dcterms:W3CDTF">2016-10-28T00:29:00Z</dcterms:modified>
</cp:coreProperties>
</file>